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4.xml" ContentType="application/vnd.openxmlformats-officedocument.wordprocessingml.header+xml"/>
  <Override PartName="/word/footer5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9E052FE" w14:textId="77777777" w:rsidR="00B627FA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  <w:bookmarkStart w:id="0" w:name="Title"/>
    </w:p>
    <w:p w14:paraId="7DDC7DDC" w14:textId="77777777" w:rsidR="00516400" w:rsidRPr="00F024BD" w:rsidRDefault="00516400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  <w:cs/>
        </w:rPr>
      </w:pPr>
    </w:p>
    <w:p w14:paraId="0ED56BD8" w14:textId="77777777" w:rsidR="00B627FA" w:rsidRPr="00F024BD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2C96E7F4" w14:textId="77777777" w:rsidR="00B627FA" w:rsidRPr="00F024BD" w:rsidRDefault="00B627FA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30"/>
          <w:szCs w:val="30"/>
        </w:rPr>
      </w:pPr>
    </w:p>
    <w:p w14:paraId="344D551B" w14:textId="77777777" w:rsidR="00E707CD" w:rsidRPr="000E52FB" w:rsidRDefault="00E707CD" w:rsidP="001646ED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b/>
          <w:bCs/>
          <w:sz w:val="52"/>
          <w:szCs w:val="52"/>
          <w:cs/>
        </w:rPr>
      </w:pPr>
      <w:r w:rsidRPr="000E52FB">
        <w:rPr>
          <w:rFonts w:ascii="Angsana New" w:hAnsi="Angsana New"/>
          <w:b/>
          <w:bCs/>
          <w:sz w:val="52"/>
          <w:szCs w:val="52"/>
          <w:cs/>
        </w:rPr>
        <w:t xml:space="preserve">บริษัท </w:t>
      </w:r>
      <w:bookmarkStart w:id="1" w:name="SubTitle"/>
      <w:r w:rsidRPr="000E52FB">
        <w:rPr>
          <w:rFonts w:ascii="Angsana New" w:hAnsi="Angsana New"/>
          <w:b/>
          <w:bCs/>
          <w:sz w:val="52"/>
          <w:szCs w:val="52"/>
          <w:cs/>
        </w:rPr>
        <w:t>ยูนิมิต เอนจิเนียริ่ง จำกัด</w:t>
      </w:r>
      <w:bookmarkEnd w:id="0"/>
      <w:r w:rsidR="00461E61" w:rsidRPr="000E52FB">
        <w:rPr>
          <w:rFonts w:ascii="Angsana New" w:hAnsi="Angsana New"/>
          <w:b/>
          <w:bCs/>
          <w:sz w:val="52"/>
          <w:szCs w:val="52"/>
        </w:rPr>
        <w:t xml:space="preserve"> </w:t>
      </w:r>
      <w:r w:rsidR="00461E61" w:rsidRPr="000E52FB">
        <w:rPr>
          <w:rFonts w:ascii="Angsana New" w:hAnsi="Angsana New"/>
          <w:b/>
          <w:bCs/>
          <w:sz w:val="52"/>
          <w:szCs w:val="52"/>
          <w:cs/>
        </w:rPr>
        <w:t>(มหาชน)</w:t>
      </w:r>
      <w:r w:rsidR="0015009E" w:rsidRPr="000E52FB">
        <w:rPr>
          <w:rFonts w:ascii="Angsana New" w:hAnsi="Angsana New"/>
          <w:b/>
          <w:bCs/>
          <w:sz w:val="52"/>
          <w:szCs w:val="52"/>
        </w:rPr>
        <w:t xml:space="preserve"> </w:t>
      </w:r>
      <w:r w:rsidR="0015009E" w:rsidRPr="000E52FB">
        <w:rPr>
          <w:rFonts w:ascii="Angsana New" w:hAnsi="Angsana New" w:hint="cs"/>
          <w:b/>
          <w:bCs/>
          <w:sz w:val="52"/>
          <w:szCs w:val="52"/>
          <w:cs/>
        </w:rPr>
        <w:t>และบริษัทย่อย</w:t>
      </w:r>
    </w:p>
    <w:bookmarkEnd w:id="1"/>
    <w:p w14:paraId="15C6C201" w14:textId="77777777" w:rsidR="00D176B7" w:rsidRPr="00F024BD" w:rsidRDefault="00D176B7" w:rsidP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center"/>
        <w:rPr>
          <w:rFonts w:ascii="Angsana New" w:hAnsi="Angsana New"/>
          <w:sz w:val="44"/>
          <w:szCs w:val="44"/>
        </w:rPr>
      </w:pPr>
    </w:p>
    <w:p w14:paraId="050D6800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งบการเงินระหว่างกาล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แบบย่อ</w:t>
      </w:r>
    </w:p>
    <w:p w14:paraId="6E5B6DFC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  <w:tab w:val="center" w:pos="4825"/>
          <w:tab w:val="left" w:pos="8205"/>
        </w:tabs>
        <w:spacing w:line="240" w:lineRule="atLeast"/>
        <w:ind w:right="-45"/>
        <w:rPr>
          <w:rFonts w:ascii="Angsana New" w:hAnsi="Angsana New" w:cs="Angsana New"/>
          <w:b w:val="0"/>
          <w:bCs w:val="0"/>
          <w:sz w:val="32"/>
          <w:szCs w:val="32"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ab/>
      </w:r>
      <w:r w:rsidR="00541ECF"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สำหรับงวดสามเดือน</w:t>
      </w:r>
      <w:r w:rsidR="00541EC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และเก้าเดือน</w:t>
      </w:r>
      <w:r w:rsidR="00541ECF"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 xml:space="preserve">สิ้นสุดวันที่ </w:t>
      </w:r>
      <w:r w:rsidR="00541ECF" w:rsidRPr="00F024BD">
        <w:rPr>
          <w:rFonts w:ascii="Angsana New" w:hAnsi="Angsana New" w:cs="Angsana New"/>
          <w:b w:val="0"/>
          <w:bCs w:val="0"/>
          <w:sz w:val="32"/>
          <w:szCs w:val="32"/>
        </w:rPr>
        <w:t>3</w:t>
      </w:r>
      <w:r w:rsidR="00541ECF">
        <w:rPr>
          <w:rFonts w:ascii="Angsana New" w:hAnsi="Angsana New" w:cs="Angsana New"/>
          <w:b w:val="0"/>
          <w:bCs w:val="0"/>
          <w:sz w:val="32"/>
          <w:szCs w:val="32"/>
        </w:rPr>
        <w:t>0</w:t>
      </w:r>
      <w:r w:rsidR="00541ECF" w:rsidRPr="00F024BD">
        <w:rPr>
          <w:rFonts w:ascii="Angsana New" w:hAnsi="Angsana New" w:cs="Angsana New"/>
          <w:b w:val="0"/>
          <w:bCs w:val="0"/>
          <w:sz w:val="32"/>
          <w:szCs w:val="32"/>
        </w:rPr>
        <w:t xml:space="preserve"> </w:t>
      </w:r>
      <w:r w:rsidR="00541ECF"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กันยายน</w:t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  <w:t xml:space="preserve"> </w:t>
      </w:r>
      <w:r>
        <w:rPr>
          <w:rFonts w:ascii="Angsana New" w:hAnsi="Angsana New" w:cs="Angsana New"/>
          <w:b w:val="0"/>
          <w:bCs w:val="0"/>
          <w:sz w:val="32"/>
          <w:szCs w:val="32"/>
        </w:rPr>
        <w:t>2563</w:t>
      </w:r>
    </w:p>
    <w:p w14:paraId="44976045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  <w:cs/>
          <w:lang w:val="th-TH"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และ</w:t>
      </w:r>
    </w:p>
    <w:p w14:paraId="7E551D7D" w14:textId="77777777" w:rsidR="00D176B7" w:rsidRPr="00F024BD" w:rsidRDefault="00D176B7" w:rsidP="00D176B7">
      <w:pPr>
        <w:pStyle w:val="ReportHeading1"/>
        <w:framePr w:w="0" w:hRule="auto" w:hSpace="0" w:wrap="auto" w:vAnchor="margin" w:hAnchor="text" w:xAlign="left" w:yAlign="inline"/>
        <w:tabs>
          <w:tab w:val="left" w:pos="540"/>
        </w:tabs>
        <w:spacing w:line="240" w:lineRule="atLeast"/>
        <w:ind w:right="-45"/>
        <w:jc w:val="center"/>
        <w:rPr>
          <w:rFonts w:ascii="Angsana New" w:hAnsi="Angsana New" w:cs="Angsana New"/>
          <w:b w:val="0"/>
          <w:bCs w:val="0"/>
          <w:sz w:val="32"/>
          <w:szCs w:val="32"/>
        </w:rPr>
      </w:pP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รายงานการสอบทานข</w:t>
      </w:r>
      <w:r>
        <w:rPr>
          <w:rFonts w:ascii="Angsana New" w:hAnsi="Angsana New" w:cs="Angsana New" w:hint="cs"/>
          <w:b w:val="0"/>
          <w:bCs w:val="0"/>
          <w:sz w:val="32"/>
          <w:szCs w:val="32"/>
          <w:cs/>
        </w:rPr>
        <w:t>อง</w:t>
      </w:r>
      <w:r w:rsidRPr="00F024BD">
        <w:rPr>
          <w:rFonts w:ascii="Angsana New" w:hAnsi="Angsana New" w:cs="Angsana New"/>
          <w:b w:val="0"/>
          <w:bCs w:val="0"/>
          <w:sz w:val="32"/>
          <w:szCs w:val="32"/>
          <w:cs/>
        </w:rPr>
        <w:t>ผู้สอบบัญชีรับอนุญาต</w:t>
      </w:r>
    </w:p>
    <w:p w14:paraId="2259503A" w14:textId="77777777" w:rsidR="00B627FA" w:rsidRDefault="00B627FA" w:rsidP="001646ED">
      <w:pPr>
        <w:pStyle w:val="Heading5"/>
        <w:ind w:right="0"/>
        <w:jc w:val="both"/>
        <w:rPr>
          <w:rFonts w:ascii="Angsana New" w:hAnsi="Angsana New" w:cs="Angsana New"/>
          <w:sz w:val="30"/>
          <w:szCs w:val="30"/>
        </w:rPr>
      </w:pPr>
    </w:p>
    <w:p w14:paraId="576798CF" w14:textId="77777777" w:rsidR="00D176B7" w:rsidRDefault="00D176B7" w:rsidP="00D176B7"/>
    <w:p w14:paraId="3C5E31F0" w14:textId="77777777" w:rsidR="00D176B7" w:rsidRDefault="00D176B7" w:rsidP="00D176B7"/>
    <w:p w14:paraId="04AE9DE1" w14:textId="77777777" w:rsidR="00D176B7" w:rsidRDefault="00D176B7" w:rsidP="00D176B7"/>
    <w:p w14:paraId="39EB8479" w14:textId="77777777" w:rsidR="00D176B7" w:rsidRPr="00D176B7" w:rsidRDefault="00D176B7" w:rsidP="00D176B7">
      <w:pPr>
        <w:rPr>
          <w:cs/>
        </w:rPr>
        <w:sectPr w:rsidR="00D176B7" w:rsidRPr="00D176B7" w:rsidSect="00516400">
          <w:headerReference w:type="default" r:id="rId8"/>
          <w:footerReference w:type="even" r:id="rId9"/>
          <w:footerReference w:type="default" r:id="rId10"/>
          <w:headerReference w:type="first" r:id="rId11"/>
          <w:pgSz w:w="11909" w:h="16834" w:code="9"/>
          <w:pgMar w:top="691" w:right="1152" w:bottom="576" w:left="1152" w:header="720" w:footer="720" w:gutter="0"/>
          <w:pgNumType w:start="0"/>
          <w:cols w:space="720"/>
          <w:titlePg/>
        </w:sectPr>
      </w:pPr>
    </w:p>
    <w:p w14:paraId="1B45F797" w14:textId="77777777" w:rsidR="00077A3D" w:rsidRPr="000E52FB" w:rsidRDefault="00077A3D" w:rsidP="00077A3D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14:paraId="66382954" w14:textId="3418C1B3" w:rsidR="00077A3D" w:rsidRDefault="00077A3D" w:rsidP="00077A3D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</w:p>
    <w:p w14:paraId="34CBD016" w14:textId="0617B583" w:rsidR="00FA467E" w:rsidRPr="000E52FB" w:rsidRDefault="00FA467E" w:rsidP="00077A3D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bookmarkStart w:id="2" w:name="_GoBack"/>
      <w:bookmarkEnd w:id="2"/>
    </w:p>
    <w:p w14:paraId="139674AD" w14:textId="77777777" w:rsidR="0025330A" w:rsidRPr="000E52FB" w:rsidRDefault="00927FD5" w:rsidP="00393EE6">
      <w:pPr>
        <w:autoSpaceDE w:val="0"/>
        <w:autoSpaceDN w:val="0"/>
        <w:adjustRightInd w:val="0"/>
        <w:spacing w:line="240" w:lineRule="auto"/>
        <w:rPr>
          <w:rFonts w:ascii="Angsana New" w:hAnsi="Angsana New"/>
          <w:b/>
          <w:bCs/>
          <w:sz w:val="32"/>
          <w:szCs w:val="32"/>
        </w:rPr>
      </w:pPr>
      <w:r w:rsidRPr="000E52FB">
        <w:rPr>
          <w:rFonts w:ascii="Angsana New" w:hAnsi="Angsana New"/>
          <w:b/>
          <w:bCs/>
          <w:sz w:val="32"/>
          <w:szCs w:val="32"/>
          <w:cs/>
        </w:rPr>
        <w:t>รายงานการสอบทานข้อมูลทางการเงินระหว่างกาลโดยผู้สอบบัญชีรับอนุญาต</w:t>
      </w:r>
    </w:p>
    <w:p w14:paraId="0E06DFAD" w14:textId="77777777" w:rsidR="00093950" w:rsidRPr="000E52FB" w:rsidRDefault="00093950" w:rsidP="00393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20"/>
          <w:szCs w:val="20"/>
        </w:rPr>
      </w:pPr>
    </w:p>
    <w:p w14:paraId="38BFA69F" w14:textId="77777777" w:rsidR="00E707CD" w:rsidRPr="000E52FB" w:rsidRDefault="00E707CD" w:rsidP="00393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b/>
          <w:bCs/>
          <w:sz w:val="30"/>
          <w:szCs w:val="30"/>
        </w:rPr>
      </w:pPr>
      <w:r w:rsidRPr="000E52FB">
        <w:rPr>
          <w:rFonts w:ascii="Angsana New" w:hAnsi="Angsana New"/>
          <w:b/>
          <w:bCs/>
          <w:sz w:val="30"/>
          <w:szCs w:val="30"/>
          <w:cs/>
        </w:rPr>
        <w:t xml:space="preserve">เสนอ  </w:t>
      </w:r>
      <w:r w:rsidR="006C5371" w:rsidRPr="000E52FB">
        <w:rPr>
          <w:rFonts w:ascii="Angsana New" w:hAnsi="Angsana New"/>
          <w:b/>
          <w:bCs/>
          <w:sz w:val="30"/>
          <w:szCs w:val="30"/>
          <w:cs/>
        </w:rPr>
        <w:t>คณะกรรมการ</w:t>
      </w:r>
      <w:r w:rsidRPr="000E52FB">
        <w:rPr>
          <w:rFonts w:ascii="Angsana New" w:hAnsi="Angsana New"/>
          <w:b/>
          <w:bCs/>
          <w:sz w:val="30"/>
          <w:szCs w:val="30"/>
          <w:cs/>
        </w:rPr>
        <w:t>บริษัท ยูนิมิต เอนจิเนียริ่ง จำกัด</w:t>
      </w:r>
      <w:r w:rsidR="00461E61" w:rsidRPr="000E52FB">
        <w:rPr>
          <w:rFonts w:ascii="Angsana New" w:hAnsi="Angsana New"/>
          <w:b/>
          <w:bCs/>
          <w:sz w:val="30"/>
          <w:szCs w:val="30"/>
          <w:cs/>
        </w:rPr>
        <w:t xml:space="preserve"> (มหาชน)</w:t>
      </w:r>
    </w:p>
    <w:p w14:paraId="2B67F323" w14:textId="77777777" w:rsidR="008A4521" w:rsidRPr="000E52FB" w:rsidRDefault="008A4521" w:rsidP="00393EE6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16"/>
          <w:szCs w:val="16"/>
        </w:rPr>
      </w:pPr>
    </w:p>
    <w:p w14:paraId="4DE7433B" w14:textId="77777777" w:rsidR="00D176B7" w:rsidRPr="00852D54" w:rsidRDefault="00404DFF" w:rsidP="00D176B7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thaiDistribute"/>
        <w:rPr>
          <w:rFonts w:ascii="Angsana New" w:hAnsi="Angsana New"/>
          <w:sz w:val="30"/>
          <w:szCs w:val="30"/>
        </w:rPr>
      </w:pPr>
      <w:r w:rsidRPr="00F024BD">
        <w:rPr>
          <w:rFonts w:ascii="Angsana New" w:hAnsi="Angsana New"/>
          <w:sz w:val="30"/>
          <w:szCs w:val="30"/>
          <w:cs/>
        </w:rPr>
        <w:t>ข้าพเจ้าได้สอบทานงบแสดงฐานะการเงิน</w:t>
      </w:r>
      <w:r>
        <w:rPr>
          <w:rFonts w:ascii="Angsana New" w:hAnsi="Angsana New" w:hint="cs"/>
          <w:sz w:val="30"/>
          <w:szCs w:val="30"/>
          <w:cs/>
        </w:rPr>
        <w:t>รวมและงบแสดงฐานะการเงินเฉพาะกิจการ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ณ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วันที่</w:t>
      </w:r>
      <w:r w:rsidRPr="00F024BD">
        <w:rPr>
          <w:rFonts w:ascii="Angsana New" w:hAnsi="Angsana New"/>
          <w:sz w:val="30"/>
          <w:szCs w:val="30"/>
        </w:rPr>
        <w:t xml:space="preserve"> 3</w:t>
      </w:r>
      <w:r>
        <w:rPr>
          <w:rFonts w:ascii="Angsana New" w:hAnsi="Angsana New"/>
          <w:sz w:val="30"/>
          <w:szCs w:val="30"/>
        </w:rPr>
        <w:t>0</w:t>
      </w:r>
      <w:r w:rsidRPr="00F024BD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กันยายน</w:t>
      </w:r>
      <w:r w:rsidRPr="00F024BD">
        <w:rPr>
          <w:rFonts w:ascii="Angsana New" w:hAnsi="Angsana New"/>
          <w:sz w:val="30"/>
          <w:szCs w:val="30"/>
        </w:rPr>
        <w:t xml:space="preserve"> 25</w:t>
      </w:r>
      <w:r>
        <w:rPr>
          <w:rFonts w:ascii="Angsana New" w:hAnsi="Angsana New"/>
          <w:sz w:val="30"/>
          <w:szCs w:val="30"/>
        </w:rPr>
        <w:t>63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งบกำไรขาดทุนเบ็ดเสร็จ</w:t>
      </w:r>
      <w:r>
        <w:rPr>
          <w:rFonts w:ascii="Angsana New" w:hAnsi="Angsana New" w:hint="cs"/>
          <w:sz w:val="30"/>
          <w:szCs w:val="30"/>
          <w:cs/>
        </w:rPr>
        <w:t>รวมและงบกำไรขาดทุนเบ็ดเสร็จเฉพาะ</w:t>
      </w:r>
      <w:r w:rsidRPr="00D07959">
        <w:rPr>
          <w:rFonts w:ascii="Angsana New" w:hAnsi="Angsana New" w:hint="cs"/>
          <w:sz w:val="30"/>
          <w:szCs w:val="30"/>
          <w:cs/>
        </w:rPr>
        <w:t xml:space="preserve">กิจการ </w:t>
      </w:r>
      <w:r>
        <w:rPr>
          <w:rFonts w:ascii="Angsana New" w:hAnsi="Angsana New" w:hint="cs"/>
          <w:sz w:val="30"/>
          <w:szCs w:val="30"/>
          <w:cs/>
        </w:rPr>
        <w:t>สำหรับแต่ละงวดสามเดือนและเก้าเดือนสิ้นสุดวันที่</w:t>
      </w:r>
      <w:r>
        <w:rPr>
          <w:rFonts w:ascii="Angsana New" w:hAnsi="Angsana New"/>
          <w:sz w:val="30"/>
          <w:szCs w:val="30"/>
        </w:rPr>
        <w:t xml:space="preserve">       </w:t>
      </w:r>
      <w:r>
        <w:rPr>
          <w:rFonts w:ascii="Angsana New" w:hAnsi="Angsana New" w:hint="cs"/>
          <w:sz w:val="30"/>
          <w:szCs w:val="30"/>
          <w:cs/>
        </w:rPr>
        <w:t xml:space="preserve"> </w:t>
      </w:r>
      <w:r>
        <w:rPr>
          <w:rFonts w:ascii="Angsana New" w:hAnsi="Angsana New"/>
          <w:sz w:val="30"/>
          <w:szCs w:val="30"/>
        </w:rPr>
        <w:t xml:space="preserve">30 </w:t>
      </w:r>
      <w:r>
        <w:rPr>
          <w:rFonts w:ascii="Angsana New" w:hAnsi="Angsana New" w:hint="cs"/>
          <w:sz w:val="30"/>
          <w:szCs w:val="30"/>
          <w:cs/>
        </w:rPr>
        <w:t xml:space="preserve">กันยายน </w:t>
      </w:r>
      <w:r>
        <w:rPr>
          <w:rFonts w:ascii="Angsana New" w:hAnsi="Angsana New"/>
          <w:sz w:val="30"/>
          <w:szCs w:val="30"/>
        </w:rPr>
        <w:t xml:space="preserve">2563 </w:t>
      </w:r>
      <w:r w:rsidRPr="00D07959">
        <w:rPr>
          <w:rFonts w:ascii="Angsana New" w:hAnsi="Angsana New"/>
          <w:sz w:val="30"/>
          <w:szCs w:val="30"/>
          <w:cs/>
        </w:rPr>
        <w:t>งบแสดงการเปลี่ยนแปลงส่วนของผู้ถือหุ้น</w:t>
      </w:r>
      <w:r w:rsidRPr="00D07959">
        <w:rPr>
          <w:rFonts w:ascii="Angsana New" w:hAnsi="Angsana New" w:hint="cs"/>
          <w:sz w:val="30"/>
          <w:szCs w:val="30"/>
          <w:cs/>
        </w:rPr>
        <w:t>รวมและงบแสดงการเปลี่ยนแปลงส่วนของผู้ถือหุ้นเฉพาะ</w:t>
      </w:r>
      <w:r>
        <w:rPr>
          <w:rFonts w:ascii="Angsana New" w:hAnsi="Angsana New"/>
          <w:sz w:val="30"/>
          <w:szCs w:val="30"/>
        </w:rPr>
        <w:t xml:space="preserve">  </w:t>
      </w:r>
      <w:r w:rsidRPr="00D07959">
        <w:rPr>
          <w:rFonts w:ascii="Angsana New" w:hAnsi="Angsana New" w:hint="cs"/>
          <w:sz w:val="30"/>
          <w:szCs w:val="30"/>
          <w:cs/>
        </w:rPr>
        <w:t>กิจการ</w:t>
      </w:r>
      <w:r w:rsidRPr="00D07959">
        <w:rPr>
          <w:rFonts w:ascii="Angsana New" w:hAnsi="Angsana New"/>
          <w:sz w:val="30"/>
          <w:szCs w:val="30"/>
          <w:cs/>
        </w:rPr>
        <w:t xml:space="preserve"> และงบกระแสเงินสด</w:t>
      </w:r>
      <w:r w:rsidRPr="00D07959">
        <w:rPr>
          <w:rFonts w:ascii="Angsana New" w:hAnsi="Angsana New" w:hint="cs"/>
          <w:sz w:val="30"/>
          <w:szCs w:val="30"/>
          <w:cs/>
        </w:rPr>
        <w:t>รวม</w:t>
      </w:r>
      <w:r>
        <w:rPr>
          <w:rFonts w:ascii="Angsana New" w:hAnsi="Angsana New" w:hint="cs"/>
          <w:sz w:val="30"/>
          <w:szCs w:val="30"/>
          <w:cs/>
        </w:rPr>
        <w:t xml:space="preserve">และงบกระแสเงินสดเฉพาะกิจการ </w:t>
      </w:r>
      <w:r w:rsidRPr="008013EA">
        <w:rPr>
          <w:rFonts w:ascii="Angsana New" w:hAnsi="Angsana New"/>
          <w:spacing w:val="-6"/>
          <w:sz w:val="30"/>
          <w:szCs w:val="30"/>
          <w:cs/>
        </w:rPr>
        <w:t>สำหรับงวด</w:t>
      </w:r>
      <w:r>
        <w:rPr>
          <w:rFonts w:ascii="Angsana New" w:hAnsi="Angsana New" w:hint="cs"/>
          <w:spacing w:val="-6"/>
          <w:sz w:val="30"/>
          <w:szCs w:val="30"/>
          <w:cs/>
        </w:rPr>
        <w:t>เก้า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เดือนสิ้นสุดวันที่ </w:t>
      </w:r>
      <w:r w:rsidRPr="008013EA">
        <w:rPr>
          <w:rFonts w:ascii="Angsana New" w:hAnsi="Angsana New"/>
          <w:spacing w:val="-6"/>
          <w:sz w:val="30"/>
          <w:szCs w:val="30"/>
        </w:rPr>
        <w:t>3</w:t>
      </w:r>
      <w:r>
        <w:rPr>
          <w:rFonts w:ascii="Angsana New" w:hAnsi="Angsana New" w:hint="cs"/>
          <w:spacing w:val="-6"/>
          <w:sz w:val="30"/>
          <w:szCs w:val="30"/>
          <w:cs/>
        </w:rPr>
        <w:t>0</w:t>
      </w:r>
      <w:r w:rsidRPr="008013EA">
        <w:rPr>
          <w:rFonts w:ascii="Angsana New" w:hAnsi="Angsana New"/>
          <w:spacing w:val="-6"/>
          <w:sz w:val="30"/>
          <w:szCs w:val="30"/>
        </w:rPr>
        <w:t xml:space="preserve"> </w:t>
      </w:r>
      <w:r>
        <w:rPr>
          <w:rFonts w:ascii="Angsana New" w:hAnsi="Angsana New" w:hint="cs"/>
          <w:spacing w:val="-6"/>
          <w:sz w:val="30"/>
          <w:szCs w:val="30"/>
          <w:cs/>
        </w:rPr>
        <w:t>กันยายน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 </w:t>
      </w:r>
      <w:r w:rsidRPr="008013EA">
        <w:rPr>
          <w:rFonts w:ascii="Angsana New" w:hAnsi="Angsana New"/>
          <w:spacing w:val="-6"/>
          <w:sz w:val="30"/>
          <w:szCs w:val="30"/>
        </w:rPr>
        <w:t>256</w:t>
      </w:r>
      <w:r>
        <w:rPr>
          <w:rFonts w:ascii="Angsana New" w:hAnsi="Angsana New"/>
          <w:spacing w:val="-6"/>
          <w:sz w:val="30"/>
          <w:szCs w:val="30"/>
        </w:rPr>
        <w:t>3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 และหมายเหตุประกอ</w:t>
      </w:r>
      <w:r w:rsidRPr="008013EA">
        <w:rPr>
          <w:rFonts w:ascii="Angsana New" w:hAnsi="Angsana New" w:hint="cs"/>
          <w:spacing w:val="-6"/>
          <w:sz w:val="30"/>
          <w:szCs w:val="30"/>
          <w:cs/>
        </w:rPr>
        <w:t>บ</w:t>
      </w:r>
      <w:r w:rsidRPr="008013EA">
        <w:rPr>
          <w:rFonts w:ascii="Angsana New" w:hAnsi="Angsana New"/>
          <w:spacing w:val="-6"/>
          <w:sz w:val="30"/>
          <w:szCs w:val="30"/>
          <w:cs/>
        </w:rPr>
        <w:t xml:space="preserve">งบการเงินแบบย่อ </w:t>
      </w:r>
      <w:r w:rsidRPr="008013EA">
        <w:rPr>
          <w:rFonts w:ascii="Angsana New" w:hAnsi="Angsana New"/>
          <w:spacing w:val="-6"/>
          <w:sz w:val="30"/>
          <w:szCs w:val="30"/>
        </w:rPr>
        <w:t>(“</w:t>
      </w:r>
      <w:r w:rsidRPr="008013EA">
        <w:rPr>
          <w:rFonts w:ascii="Angsana New" w:hAnsi="Angsana New"/>
          <w:spacing w:val="-6"/>
          <w:sz w:val="30"/>
          <w:szCs w:val="30"/>
          <w:cs/>
        </w:rPr>
        <w:t>ข้อมูลทางการเงินระหว่างกาล</w:t>
      </w:r>
      <w:r w:rsidRPr="008013EA">
        <w:rPr>
          <w:rFonts w:ascii="Angsana New" w:hAnsi="Angsana New"/>
          <w:spacing w:val="-6"/>
          <w:sz w:val="30"/>
          <w:szCs w:val="30"/>
        </w:rPr>
        <w:t>”</w:t>
      </w:r>
      <w:r w:rsidRPr="008013EA">
        <w:rPr>
          <w:rFonts w:ascii="Angsana New" w:hAnsi="Angsana New"/>
          <w:spacing w:val="-6"/>
          <w:sz w:val="30"/>
          <w:szCs w:val="30"/>
          <w:cs/>
        </w:rPr>
        <w:t>)</w:t>
      </w:r>
      <w:r w:rsidRPr="00F024BD">
        <w:rPr>
          <w:rFonts w:ascii="Angsana New" w:hAnsi="Angsana New"/>
          <w:sz w:val="30"/>
          <w:szCs w:val="30"/>
          <w:cs/>
        </w:rPr>
        <w:t xml:space="preserve"> ของบริษัท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ยูนิมิต เอนจิเนียริ่ง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จำกัด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(มหาชน)</w:t>
      </w:r>
      <w:r>
        <w:rPr>
          <w:rFonts w:ascii="Angsana New" w:hAnsi="Angsana New" w:hint="cs"/>
          <w:sz w:val="30"/>
          <w:szCs w:val="30"/>
          <w:cs/>
        </w:rPr>
        <w:t xml:space="preserve"> และบริษัทย่อย</w:t>
      </w:r>
      <w:r w:rsidRPr="00F024BD">
        <w:rPr>
          <w:rFonts w:ascii="Angsana New" w:hAnsi="Angsana New"/>
          <w:sz w:val="30"/>
          <w:szCs w:val="30"/>
          <w:cs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 xml:space="preserve">และของเฉพาะบริษัท </w:t>
      </w:r>
      <w:r w:rsidRPr="00F024BD">
        <w:rPr>
          <w:rFonts w:ascii="Angsana New" w:hAnsi="Angsana New"/>
          <w:sz w:val="30"/>
          <w:szCs w:val="30"/>
          <w:cs/>
        </w:rPr>
        <w:t>ยูนิมิต เอนจิเนียริ่ง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จำกัด</w:t>
      </w:r>
      <w:r w:rsidRPr="00F024BD">
        <w:rPr>
          <w:rFonts w:ascii="Angsana New" w:hAnsi="Angsana New"/>
          <w:sz w:val="30"/>
          <w:szCs w:val="30"/>
        </w:rPr>
        <w:t xml:space="preserve"> </w:t>
      </w:r>
      <w:r w:rsidRPr="00F024BD">
        <w:rPr>
          <w:rFonts w:ascii="Angsana New" w:hAnsi="Angsana New"/>
          <w:sz w:val="30"/>
          <w:szCs w:val="30"/>
          <w:cs/>
        </w:rPr>
        <w:t>(มหาชน)</w:t>
      </w:r>
      <w:r>
        <w:rPr>
          <w:rFonts w:ascii="Angsana New" w:hAnsi="Angsana New" w:hint="cs"/>
          <w:sz w:val="30"/>
          <w:szCs w:val="30"/>
          <w:cs/>
        </w:rPr>
        <w:t xml:space="preserve"> ตามลำดับ </w:t>
      </w:r>
      <w:r w:rsidRPr="00F024BD">
        <w:rPr>
          <w:rFonts w:ascii="Angsana New" w:hAnsi="Angsana New"/>
          <w:sz w:val="30"/>
          <w:szCs w:val="30"/>
          <w:cs/>
        </w:rPr>
        <w:t xml:space="preserve">ซึ่งผู้บริหารของกิจการเป็นผู้รับผิดชอบในการจัดทำและนำเสนอข้อมูลทางการเงินระหว่างกาลเหล่านี้ตามมาตรฐานการบัญชี ฉบับที่ </w:t>
      </w:r>
      <w:r w:rsidRPr="00F024BD">
        <w:rPr>
          <w:rFonts w:ascii="Angsana New" w:hAnsi="Angsana New"/>
          <w:sz w:val="30"/>
          <w:szCs w:val="30"/>
        </w:rPr>
        <w:t>34</w:t>
      </w:r>
      <w:r w:rsidRPr="00F024BD">
        <w:rPr>
          <w:rFonts w:ascii="Angsana New" w:hAnsi="Angsana New"/>
          <w:sz w:val="30"/>
          <w:szCs w:val="30"/>
          <w:cs/>
        </w:rPr>
        <w:t xml:space="preserve"> เรื่อง</w:t>
      </w:r>
      <w:r w:rsidRPr="00F024BD">
        <w:rPr>
          <w:rFonts w:ascii="Angsana New" w:hAnsi="Angsana New"/>
          <w:sz w:val="30"/>
          <w:szCs w:val="30"/>
        </w:rPr>
        <w:t xml:space="preserve"> </w:t>
      </w:r>
      <w:r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F024BD">
        <w:rPr>
          <w:rFonts w:ascii="Angsana New" w:hAnsi="Angsana New"/>
          <w:sz w:val="30"/>
          <w:szCs w:val="30"/>
          <w:cs/>
        </w:rPr>
        <w:t>การเงิน</w:t>
      </w:r>
      <w:r w:rsidRPr="00465343">
        <w:rPr>
          <w:rFonts w:ascii="Angsana New" w:hAnsi="Angsana New"/>
          <w:spacing w:val="-6"/>
          <w:sz w:val="30"/>
          <w:szCs w:val="30"/>
          <w:cs/>
        </w:rPr>
        <w:t>ระหว่างกาล ส่วนข้าพเจ้าเป็นผู้รับผิดชอบในการให้ข้อสรุปเกี่ยวกับข้อมูลทางการเงินระหว่างกาลดังกล่าวจากผลการสอบ</w:t>
      </w:r>
      <w:r w:rsidRPr="00F024BD">
        <w:rPr>
          <w:rFonts w:ascii="Angsana New" w:hAnsi="Angsana New"/>
          <w:sz w:val="30"/>
          <w:szCs w:val="30"/>
          <w:cs/>
        </w:rPr>
        <w:t>ทานของข้าพเจ้า</w:t>
      </w:r>
    </w:p>
    <w:p w14:paraId="3C0B0D25" w14:textId="77777777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i/>
          <w:iCs/>
          <w:sz w:val="16"/>
          <w:szCs w:val="16"/>
        </w:rPr>
      </w:pPr>
    </w:p>
    <w:p w14:paraId="0F040EB3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i/>
          <w:iCs/>
          <w:cs/>
        </w:rPr>
      </w:pPr>
      <w:r w:rsidRPr="000E52FB">
        <w:rPr>
          <w:rFonts w:ascii="Angsana New" w:hAnsi="Angsana New" w:cs="Angsana New"/>
          <w:i/>
          <w:iCs/>
          <w:cs/>
        </w:rPr>
        <w:t>ขอบเขตการสอบทาน</w:t>
      </w:r>
    </w:p>
    <w:p w14:paraId="29B49CBB" w14:textId="77777777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16"/>
          <w:szCs w:val="16"/>
        </w:rPr>
      </w:pPr>
    </w:p>
    <w:p w14:paraId="10ED7226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lang w:val="en-US"/>
        </w:rPr>
      </w:pPr>
      <w:r w:rsidRPr="000E52FB">
        <w:rPr>
          <w:rFonts w:ascii="Angsana New" w:hAnsi="Angsana New" w:cs="Angsana New"/>
          <w:cs/>
        </w:rPr>
        <w:t>ข้าพเจ้าได้ปฏิบัติงานสอบทานตามมาตรฐานงานสอบทาน รห</w:t>
      </w:r>
      <w:r w:rsidR="009A4FAA" w:rsidRPr="000E52FB">
        <w:rPr>
          <w:rFonts w:ascii="Angsana New" w:hAnsi="Angsana New" w:cs="Angsana New" w:hint="cs"/>
          <w:cs/>
        </w:rPr>
        <w:t xml:space="preserve">ัส </w:t>
      </w:r>
      <w:r w:rsidR="009A4FAA" w:rsidRPr="000E52FB">
        <w:rPr>
          <w:rFonts w:ascii="Angsana New" w:hAnsi="Angsana New" w:cs="Angsana New"/>
          <w:lang w:val="en-US"/>
        </w:rPr>
        <w:t>2410</w:t>
      </w:r>
      <w:r w:rsidRPr="000E52FB">
        <w:rPr>
          <w:rFonts w:ascii="Angsana New" w:hAnsi="Angsana New" w:cs="Angsana New"/>
          <w:cs/>
        </w:rPr>
        <w:t xml:space="preserve"> “การสอบทานข้อมูลทางการเงินระหว่างกาลโดยผู้สอบบัญชีรับอนุญาตของกิจการ” การสอบทานดังกล่าวประกอบด้วย การใช้วิธีการสอบถามบุคลากรซึ่งส่วนใหญ่เป็นผู้รับผิดชอบด้านการเงินและบัญชีและการวิเคราะห์เปรียบเทียบและวิธีการสอบทานอื่น การสอบทานนี้มีขอบเขตจำกัดกว่าการตรวจสอบตามมาตรฐานการสอบบัญชีทำให้ข้าพเจ้าไม่สามารถได้ความเชื่อมั่นว่าจะพบเรื่องที่มีนัยสำคัญทั้งหมดซึ่งอาจพบได้จากการตรวจสอบ ดังนั้นข้าพเจ้าจึงไม่</w:t>
      </w:r>
      <w:r w:rsidRPr="000E52FB">
        <w:rPr>
          <w:rFonts w:ascii="Angsana New" w:hAnsi="Angsana New" w:cs="Angsana New"/>
          <w:cs/>
          <w:lang w:val="en-US"/>
        </w:rPr>
        <w:t>อาจ</w:t>
      </w:r>
      <w:r w:rsidRPr="000E52FB">
        <w:rPr>
          <w:rFonts w:ascii="Angsana New" w:hAnsi="Angsana New" w:cs="Angsana New"/>
          <w:cs/>
        </w:rPr>
        <w:t>แสดงความเห็นต่อข้อมูลทางการเงินระหว่างกาลที่สอบทาน</w:t>
      </w:r>
    </w:p>
    <w:p w14:paraId="0040E8D6" w14:textId="77777777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16"/>
          <w:szCs w:val="16"/>
        </w:rPr>
      </w:pPr>
    </w:p>
    <w:p w14:paraId="53303CDB" w14:textId="77777777" w:rsidR="00FA467E" w:rsidRDefault="00FA467E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spacing w:line="240" w:lineRule="auto"/>
        <w:rPr>
          <w:rFonts w:ascii="Angsana New" w:hAnsi="Angsana New"/>
          <w:i/>
          <w:iCs/>
        </w:rPr>
        <w:sectPr w:rsidR="00FA467E" w:rsidSect="00FA467E">
          <w:headerReference w:type="default" r:id="rId12"/>
          <w:footerReference w:type="default" r:id="rId13"/>
          <w:footerReference w:type="first" r:id="rId14"/>
          <w:pgSz w:w="11909" w:h="16834" w:code="9"/>
          <w:pgMar w:top="691" w:right="1152" w:bottom="576" w:left="1152" w:header="720" w:footer="720" w:gutter="0"/>
          <w:cols w:space="720"/>
          <w:titlePg/>
          <w:docGrid w:linePitch="245"/>
        </w:sectPr>
      </w:pPr>
    </w:p>
    <w:p w14:paraId="5442811F" w14:textId="77777777" w:rsidR="000D6C27" w:rsidRPr="000E52FB" w:rsidRDefault="000D6C27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</w:rPr>
      </w:pPr>
    </w:p>
    <w:p w14:paraId="0C0A487B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i/>
          <w:iCs/>
          <w:cs/>
        </w:rPr>
      </w:pPr>
      <w:r w:rsidRPr="000E52FB">
        <w:rPr>
          <w:rFonts w:ascii="Angsana New" w:hAnsi="Angsana New" w:cs="Angsana New"/>
          <w:i/>
          <w:iCs/>
          <w:cs/>
        </w:rPr>
        <w:t>ข้อสรุป</w:t>
      </w:r>
    </w:p>
    <w:p w14:paraId="018B44C5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i/>
          <w:iCs/>
          <w:sz w:val="16"/>
          <w:szCs w:val="16"/>
          <w:cs/>
        </w:rPr>
      </w:pPr>
    </w:p>
    <w:p w14:paraId="56D9E1E0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pacing w:val="-4"/>
          <w:sz w:val="30"/>
          <w:szCs w:val="30"/>
          <w:cs/>
        </w:rPr>
        <w:t xml:space="preserve">ข้าพเจ้าไม่พบสิ่งที่เป็นเหตุให้เชื่อว่าข้อมูลทางการเงินระหว่างกาลดังกล่าว ไม่ได้จัดทำขึ้นตามมาตรฐานการบัญชี ฉบับที่ </w:t>
      </w:r>
      <w:r w:rsidRPr="000E52FB">
        <w:rPr>
          <w:rFonts w:ascii="Angsana New" w:hAnsi="Angsana New"/>
          <w:spacing w:val="-4"/>
          <w:sz w:val="30"/>
          <w:szCs w:val="30"/>
        </w:rPr>
        <w:t>34</w:t>
      </w:r>
      <w:r w:rsidRPr="000E52FB">
        <w:rPr>
          <w:rFonts w:ascii="Angsana New" w:hAnsi="Angsana New"/>
          <w:sz w:val="30"/>
          <w:szCs w:val="30"/>
          <w:cs/>
        </w:rPr>
        <w:t xml:space="preserve"> เรื่อง </w:t>
      </w:r>
      <w:r w:rsidRPr="000E52FB">
        <w:rPr>
          <w:rFonts w:ascii="Angsana New" w:hAnsi="Angsana New" w:hint="cs"/>
          <w:sz w:val="30"/>
          <w:szCs w:val="30"/>
          <w:cs/>
        </w:rPr>
        <w:t>การรายงานทาง</w:t>
      </w:r>
      <w:r w:rsidRPr="000E52FB">
        <w:rPr>
          <w:rFonts w:ascii="Angsana New" w:hAnsi="Angsana New"/>
          <w:sz w:val="30"/>
          <w:szCs w:val="30"/>
          <w:cs/>
        </w:rPr>
        <w:t>การเงินระหว่างกาล</w:t>
      </w:r>
      <w:r w:rsidRPr="000E52FB">
        <w:rPr>
          <w:rFonts w:ascii="Angsana New" w:hAnsi="Angsana New"/>
          <w:sz w:val="30"/>
          <w:szCs w:val="30"/>
        </w:rPr>
        <w:t xml:space="preserve"> </w:t>
      </w:r>
      <w:r w:rsidRPr="000E52FB">
        <w:rPr>
          <w:rFonts w:ascii="Angsana New" w:hAnsi="Angsana New"/>
          <w:sz w:val="30"/>
          <w:szCs w:val="30"/>
          <w:cs/>
        </w:rPr>
        <w:t>ในสาระสำคัญจากการสอบทานของข้าพเจ้า</w:t>
      </w:r>
    </w:p>
    <w:p w14:paraId="7FBB43EF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E2A3344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43FD92E4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1F910D6" w14:textId="77777777" w:rsidR="00516400" w:rsidRPr="000E52FB" w:rsidRDefault="00516400" w:rsidP="00516400">
      <w:pPr>
        <w:autoSpaceDE w:val="0"/>
        <w:autoSpaceDN w:val="0"/>
        <w:adjustRightInd w:val="0"/>
        <w:spacing w:line="240" w:lineRule="auto"/>
        <w:jc w:val="thaiDistribute"/>
        <w:rPr>
          <w:rFonts w:ascii="Angsana New" w:hAnsi="Angsana New"/>
          <w:sz w:val="30"/>
          <w:szCs w:val="30"/>
        </w:rPr>
      </w:pPr>
    </w:p>
    <w:p w14:paraId="7B07E40A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both"/>
        <w:rPr>
          <w:rFonts w:ascii="Angsana New" w:hAnsi="Angsana New" w:cs="Angsana New"/>
          <w:cs/>
          <w:lang w:val="en-US"/>
        </w:rPr>
      </w:pPr>
      <w:r w:rsidRPr="000E52FB">
        <w:rPr>
          <w:rFonts w:ascii="Angsana New" w:hAnsi="Angsana New" w:cs="Angsana New"/>
          <w:cs/>
        </w:rPr>
        <w:t>(</w:t>
      </w:r>
      <w:r w:rsidRPr="000E52FB">
        <w:rPr>
          <w:rFonts w:ascii="Angsana New" w:hAnsi="Angsana New" w:cs="Angsana New" w:hint="cs"/>
          <w:cs/>
        </w:rPr>
        <w:t>ชนารัตน์ จันทร์หวา</w:t>
      </w:r>
      <w:r w:rsidRPr="000E52FB">
        <w:rPr>
          <w:rFonts w:ascii="Angsana New" w:hAnsi="Angsana New" w:cs="Angsana New"/>
          <w:cs/>
        </w:rPr>
        <w:t>)</w:t>
      </w:r>
    </w:p>
    <w:p w14:paraId="78C44F09" w14:textId="77777777" w:rsidR="00516400" w:rsidRPr="000E52FB" w:rsidRDefault="00516400" w:rsidP="00516400">
      <w:pPr>
        <w:pStyle w:val="T"/>
        <w:spacing w:line="240" w:lineRule="atLeast"/>
        <w:ind w:left="0" w:right="0"/>
        <w:jc w:val="both"/>
        <w:rPr>
          <w:rFonts w:ascii="Angsana New" w:hAnsi="Angsana New" w:cs="Angsana New"/>
          <w:cs/>
        </w:rPr>
      </w:pPr>
      <w:r w:rsidRPr="000E52FB">
        <w:rPr>
          <w:rFonts w:ascii="Angsana New" w:hAnsi="Angsana New" w:cs="Angsana New"/>
          <w:cs/>
        </w:rPr>
        <w:t>ผู้สอบบัญชีรับอนุญาต</w:t>
      </w:r>
    </w:p>
    <w:p w14:paraId="1E1912C5" w14:textId="77777777" w:rsidR="00516400" w:rsidRPr="000E52FB" w:rsidRDefault="00516400" w:rsidP="00516400">
      <w:pPr>
        <w:pStyle w:val="T"/>
        <w:spacing w:line="240" w:lineRule="atLeast"/>
        <w:ind w:left="0" w:right="0"/>
        <w:jc w:val="both"/>
        <w:rPr>
          <w:rFonts w:ascii="Angsana New" w:hAnsi="Angsana New" w:cs="Angsana New"/>
          <w:lang w:val="en-US"/>
        </w:rPr>
      </w:pPr>
      <w:r w:rsidRPr="000E52FB">
        <w:rPr>
          <w:rFonts w:ascii="Angsana New" w:hAnsi="Angsana New" w:cs="Angsana New"/>
          <w:cs/>
          <w:lang w:val="en-US"/>
        </w:rPr>
        <w:t>เลข</w:t>
      </w:r>
      <w:r w:rsidRPr="000E52FB">
        <w:rPr>
          <w:rFonts w:ascii="Angsana New" w:hAnsi="Angsana New" w:cs="Angsana New"/>
          <w:cs/>
        </w:rPr>
        <w:t xml:space="preserve">ทะเบียน </w:t>
      </w:r>
      <w:r w:rsidRPr="000E52FB">
        <w:rPr>
          <w:rFonts w:ascii="Angsana New" w:hAnsi="Angsana New" w:cs="Angsana New"/>
          <w:lang w:val="en-US"/>
        </w:rPr>
        <w:t>9052</w:t>
      </w:r>
    </w:p>
    <w:p w14:paraId="42F1C4D7" w14:textId="77777777" w:rsidR="00516400" w:rsidRPr="000E52FB" w:rsidRDefault="00516400" w:rsidP="00516400">
      <w:pPr>
        <w:pStyle w:val="a"/>
        <w:tabs>
          <w:tab w:val="clear" w:pos="1080"/>
        </w:tabs>
        <w:spacing w:line="240" w:lineRule="atLeast"/>
        <w:jc w:val="thaiDistribute"/>
        <w:rPr>
          <w:rFonts w:ascii="Angsana New" w:hAnsi="Angsana New" w:cs="Angsana New"/>
          <w:sz w:val="16"/>
          <w:szCs w:val="16"/>
          <w:cs/>
        </w:rPr>
      </w:pPr>
    </w:p>
    <w:p w14:paraId="50194B90" w14:textId="77777777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  <w:tab w:val="center" w:pos="4802"/>
        </w:tabs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บริษัท เคพีเอ็มจี ภูมิไชย สอบบัญชี จำกัด</w:t>
      </w:r>
    </w:p>
    <w:p w14:paraId="7574BCE2" w14:textId="77777777" w:rsidR="00516400" w:rsidRPr="000E52FB" w:rsidRDefault="00516400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  <w:r w:rsidRPr="000E52FB">
        <w:rPr>
          <w:rFonts w:ascii="Angsana New" w:hAnsi="Angsana New"/>
          <w:sz w:val="30"/>
          <w:szCs w:val="30"/>
          <w:cs/>
        </w:rPr>
        <w:t>กรุงเทพมหานคร</w:t>
      </w:r>
    </w:p>
    <w:p w14:paraId="1A7F27AF" w14:textId="77777777" w:rsidR="00725DF9" w:rsidRPr="000E52FB" w:rsidRDefault="00BE0F49" w:rsidP="00516400">
      <w:pPr>
        <w:tabs>
          <w:tab w:val="clear" w:pos="227"/>
          <w:tab w:val="clear" w:pos="454"/>
          <w:tab w:val="clear" w:pos="680"/>
          <w:tab w:val="clear" w:pos="907"/>
          <w:tab w:val="clear" w:pos="1644"/>
          <w:tab w:val="clear" w:pos="1871"/>
          <w:tab w:val="clear" w:pos="2580"/>
          <w:tab w:val="clear" w:pos="2807"/>
          <w:tab w:val="clear" w:pos="3515"/>
          <w:tab w:val="clear" w:pos="3742"/>
          <w:tab w:val="clear" w:pos="4451"/>
          <w:tab w:val="clear" w:pos="4678"/>
          <w:tab w:val="clear" w:pos="5387"/>
          <w:tab w:val="clear" w:pos="5613"/>
          <w:tab w:val="clear" w:pos="6322"/>
          <w:tab w:val="clear" w:pos="6549"/>
        </w:tabs>
        <w:jc w:val="both"/>
        <w:rPr>
          <w:rFonts w:ascii="Angsana New" w:hAnsi="Angsana New"/>
          <w:sz w:val="30"/>
          <w:szCs w:val="30"/>
        </w:rPr>
      </w:pPr>
      <w:r>
        <w:rPr>
          <w:rFonts w:ascii="Angsana New" w:hAnsi="Angsana New"/>
          <w:sz w:val="30"/>
          <w:szCs w:val="30"/>
        </w:rPr>
        <w:t>11</w:t>
      </w:r>
      <w:r w:rsidR="00516400" w:rsidRPr="000E52FB">
        <w:rPr>
          <w:rFonts w:ascii="Angsana New" w:hAnsi="Angsana New"/>
          <w:sz w:val="30"/>
          <w:szCs w:val="30"/>
        </w:rPr>
        <w:t xml:space="preserve"> </w:t>
      </w:r>
      <w:r w:rsidR="00CA1EDD">
        <w:rPr>
          <w:rFonts w:ascii="Angsana New" w:hAnsi="Angsana New" w:hint="cs"/>
          <w:sz w:val="30"/>
          <w:szCs w:val="30"/>
          <w:cs/>
        </w:rPr>
        <w:t>พฤศจิกายน</w:t>
      </w:r>
      <w:r w:rsidR="00516400" w:rsidRPr="000E52FB">
        <w:rPr>
          <w:rFonts w:ascii="Angsana New" w:hAnsi="Angsana New" w:hint="cs"/>
          <w:sz w:val="30"/>
          <w:szCs w:val="30"/>
          <w:cs/>
        </w:rPr>
        <w:t xml:space="preserve"> </w:t>
      </w:r>
      <w:r w:rsidR="00516400" w:rsidRPr="000E52FB">
        <w:rPr>
          <w:rFonts w:ascii="Angsana New" w:hAnsi="Angsana New"/>
          <w:sz w:val="30"/>
          <w:szCs w:val="30"/>
        </w:rPr>
        <w:t>2563</w:t>
      </w:r>
    </w:p>
    <w:sectPr w:rsidR="00725DF9" w:rsidRPr="000E52FB" w:rsidSect="00FA467E">
      <w:headerReference w:type="default" r:id="rId15"/>
      <w:footerReference w:type="default" r:id="rId16"/>
      <w:pgSz w:w="11909" w:h="16834" w:code="9"/>
      <w:pgMar w:top="691" w:right="1152" w:bottom="576" w:left="1152" w:header="720" w:footer="720" w:gutter="0"/>
      <w:cols w:space="720"/>
      <w:docGrid w:linePitch="2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D99FF49" w14:textId="77777777" w:rsidR="00C531B8" w:rsidRDefault="00C531B8">
      <w:r>
        <w:separator/>
      </w:r>
    </w:p>
  </w:endnote>
  <w:endnote w:type="continuationSeparator" w:id="0">
    <w:p w14:paraId="0E766B1A" w14:textId="77777777" w:rsidR="00C531B8" w:rsidRDefault="00C531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ucrosiaUPC">
    <w:charset w:val="DE"/>
    <w:family w:val="roman"/>
    <w:pitch w:val="variable"/>
    <w:sig w:usb0="81000003" w:usb1="00000000" w:usb2="00000000" w:usb3="00000000" w:csb0="00010001" w:csb1="00000000"/>
  </w:font>
  <w:font w:name="BrowalliaUPC">
    <w:panose1 w:val="020B0604020202020204"/>
    <w:charset w:val="DE"/>
    <w:family w:val="swiss"/>
    <w:pitch w:val="variable"/>
    <w:sig w:usb0="81000003" w:usb1="00000000" w:usb2="00000000" w:usb3="00000000" w:csb0="00010001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KPMG Logo">
    <w:panose1 w:val="05000000000000000000"/>
    <w:charset w:val="00"/>
    <w:family w:val="auto"/>
    <w:pitch w:val="variable"/>
    <w:sig w:usb0="00000003" w:usb1="00000000" w:usb2="00000000" w:usb3="00000000" w:csb0="00000001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Univers 45 Light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ZapfDingbats BT">
    <w:altName w:val="Calibri"/>
    <w:panose1 w:val="00000000000000000000"/>
    <w:charset w:val="6F"/>
    <w:family w:val="decorative"/>
    <w:notTrueType/>
    <w:pitch w:val="variable"/>
    <w:sig w:usb0="00000001" w:usb1="08070000" w:usb2="00000010" w:usb3="00000000" w:csb0="00020000" w:csb1="00000000"/>
  </w:font>
  <w:font w:name="Cordia New">
    <w:altName w:val="Cordia New"/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Univers LT Std 45 Light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2FD9091" w14:textId="77777777" w:rsidR="000617F3" w:rsidRDefault="000617F3" w:rsidP="0041673A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  <w:cs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  <w:cs/>
      </w:rPr>
      <w:fldChar w:fldCharType="separate"/>
    </w:r>
    <w:r>
      <w:rPr>
        <w:rStyle w:val="PageNumber"/>
        <w:noProof/>
        <w:cs/>
      </w:rPr>
      <w:t>51</w:t>
    </w:r>
    <w:r>
      <w:rPr>
        <w:rStyle w:val="PageNumber"/>
        <w:cs/>
      </w:rPr>
      <w:fldChar w:fldCharType="end"/>
    </w:r>
  </w:p>
  <w:p w14:paraId="449FD036" w14:textId="77777777" w:rsidR="000617F3" w:rsidRDefault="000617F3" w:rsidP="00CA461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9065426" w14:textId="77777777" w:rsidR="000617F3" w:rsidRPr="00EB0C59" w:rsidRDefault="000617F3">
    <w:pPr>
      <w:pStyle w:val="Footer"/>
      <w:jc w:val="center"/>
      <w:rPr>
        <w:rFonts w:ascii="Angsana New" w:hAnsi="Angsana New"/>
        <w:noProof/>
        <w:sz w:val="30"/>
        <w:szCs w:val="30"/>
        <w:lang w:val="en-US"/>
      </w:rPr>
    </w:pPr>
  </w:p>
  <w:p w14:paraId="22D6EB3B" w14:textId="77777777" w:rsidR="000617F3" w:rsidRPr="003663B4" w:rsidRDefault="000617F3" w:rsidP="00557637">
    <w:pPr>
      <w:tabs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center" w:pos="4622"/>
      </w:tabs>
      <w:ind w:right="360"/>
      <w:rPr>
        <w:b/>
        <w:bCs/>
        <w:i/>
        <w:iCs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C64E44" w14:textId="77777777" w:rsidR="000617F3" w:rsidRPr="00516400" w:rsidRDefault="000617F3" w:rsidP="00516400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EB0C59">
      <w:rPr>
        <w:rFonts w:ascii="Angsana New" w:hAnsi="Angsana New" w:hint="cs"/>
        <w:caps/>
        <w:sz w:val="30"/>
        <w:szCs w:val="30"/>
      </w:rPr>
      <w:fldChar w:fldCharType="begin"/>
    </w:r>
    <w:r w:rsidRPr="00EB0C59">
      <w:rPr>
        <w:rFonts w:ascii="Angsana New" w:hAnsi="Angsana New" w:hint="cs"/>
        <w:caps/>
        <w:sz w:val="30"/>
        <w:szCs w:val="30"/>
      </w:rPr>
      <w:instrText xml:space="preserve"> PAGE   \* MERGEFORMAT </w:instrText>
    </w:r>
    <w:r w:rsidRPr="00EB0C59">
      <w:rPr>
        <w:rFonts w:ascii="Angsana New" w:hAnsi="Angsana New" w:hint="cs"/>
        <w:caps/>
        <w:sz w:val="30"/>
        <w:szCs w:val="30"/>
      </w:rPr>
      <w:fldChar w:fldCharType="separate"/>
    </w:r>
    <w:r w:rsidRPr="00EB0C59">
      <w:rPr>
        <w:rFonts w:ascii="Angsana New" w:hAnsi="Angsana New" w:hint="cs"/>
        <w:caps/>
        <w:noProof/>
        <w:sz w:val="30"/>
        <w:szCs w:val="30"/>
      </w:rPr>
      <w:t>2</w:t>
    </w:r>
    <w:r w:rsidRPr="00EB0C59">
      <w:rPr>
        <w:rFonts w:ascii="Angsana New" w:hAnsi="Angsana New" w:hint="cs"/>
        <w:caps/>
        <w:noProof/>
        <w:sz w:val="30"/>
        <w:szCs w:val="30"/>
      </w:rP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0D47B4" w14:textId="77777777" w:rsidR="00FA467E" w:rsidRDefault="00FA467E">
    <w:pPr>
      <w:pStyle w:val="Footer"/>
    </w:pP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7A9F4D6" w14:textId="77777777" w:rsidR="00FA467E" w:rsidRPr="00516400" w:rsidRDefault="00FA467E" w:rsidP="00516400">
    <w:pPr>
      <w:pStyle w:val="Footer"/>
      <w:tabs>
        <w:tab w:val="clear" w:pos="4678"/>
      </w:tabs>
      <w:jc w:val="center"/>
      <w:rPr>
        <w:rFonts w:ascii="Angsana New" w:hAnsi="Angsana New"/>
        <w:caps/>
        <w:noProof/>
        <w:sz w:val="30"/>
        <w:szCs w:val="30"/>
      </w:rPr>
    </w:pPr>
    <w:r w:rsidRPr="00EB0C59">
      <w:rPr>
        <w:rFonts w:ascii="Angsana New" w:hAnsi="Angsana New" w:hint="cs"/>
        <w:caps/>
        <w:sz w:val="30"/>
        <w:szCs w:val="30"/>
      </w:rPr>
      <w:fldChar w:fldCharType="begin"/>
    </w:r>
    <w:r w:rsidRPr="00EB0C59">
      <w:rPr>
        <w:rFonts w:ascii="Angsana New" w:hAnsi="Angsana New" w:hint="cs"/>
        <w:caps/>
        <w:sz w:val="30"/>
        <w:szCs w:val="30"/>
      </w:rPr>
      <w:instrText xml:space="preserve"> PAGE   \* MERGEFORMAT </w:instrText>
    </w:r>
    <w:r w:rsidRPr="00EB0C59">
      <w:rPr>
        <w:rFonts w:ascii="Angsana New" w:hAnsi="Angsana New" w:hint="cs"/>
        <w:caps/>
        <w:sz w:val="30"/>
        <w:szCs w:val="30"/>
      </w:rPr>
      <w:fldChar w:fldCharType="separate"/>
    </w:r>
    <w:r w:rsidRPr="00EB0C59">
      <w:rPr>
        <w:rFonts w:ascii="Angsana New" w:hAnsi="Angsana New" w:hint="cs"/>
        <w:caps/>
        <w:noProof/>
        <w:sz w:val="30"/>
        <w:szCs w:val="30"/>
      </w:rPr>
      <w:t>2</w:t>
    </w:r>
    <w:r w:rsidRPr="00EB0C59">
      <w:rPr>
        <w:rFonts w:ascii="Angsana New" w:hAnsi="Angsana New" w:hint="cs"/>
        <w:caps/>
        <w:noProof/>
        <w:sz w:val="30"/>
        <w:szCs w:val="3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2F68351" w14:textId="77777777" w:rsidR="00C531B8" w:rsidRDefault="00C531B8">
      <w:r>
        <w:separator/>
      </w:r>
    </w:p>
  </w:footnote>
  <w:footnote w:type="continuationSeparator" w:id="0">
    <w:p w14:paraId="0702B1A1" w14:textId="77777777" w:rsidR="00C531B8" w:rsidRDefault="00C531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618EAE" w14:textId="77777777" w:rsidR="000617F3" w:rsidRPr="00850208" w:rsidRDefault="000617F3" w:rsidP="008553A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rPr>
        <w:rFonts w:ascii="Angsana New" w:hAnsi="Angsana New"/>
        <w:b/>
        <w:bCs/>
        <w:sz w:val="32"/>
        <w:szCs w:val="32"/>
      </w:rPr>
    </w:pPr>
    <w:r w:rsidRPr="00850208">
      <w:rPr>
        <w:rFonts w:ascii="Angsana New" w:hAnsi="Angsana New"/>
        <w:b/>
        <w:bCs/>
        <w:sz w:val="32"/>
        <w:szCs w:val="32"/>
        <w:cs/>
      </w:rPr>
      <w:t>บริษัท ยูนิมิต เอนจิเนียริ่ง จำกัด</w:t>
    </w:r>
    <w:r w:rsidRPr="00850208">
      <w:rPr>
        <w:rFonts w:ascii="Angsana New" w:hAnsi="Angsana New"/>
        <w:b/>
        <w:bCs/>
        <w:sz w:val="32"/>
        <w:szCs w:val="32"/>
      </w:rPr>
      <w:t xml:space="preserve"> </w:t>
    </w:r>
    <w:r w:rsidRPr="00850208">
      <w:rPr>
        <w:rFonts w:ascii="Angsana New" w:hAnsi="Angsana New" w:hint="cs"/>
        <w:b/>
        <w:bCs/>
        <w:sz w:val="32"/>
        <w:szCs w:val="32"/>
        <w:cs/>
      </w:rPr>
      <w:t>(มหาชน)</w:t>
    </w:r>
  </w:p>
  <w:p w14:paraId="50AB4ADA" w14:textId="77777777" w:rsidR="000617F3" w:rsidRPr="00850208" w:rsidRDefault="000617F3" w:rsidP="008553A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  <w:cs/>
        <w:lang w:val="th-TH"/>
      </w:rPr>
    </w:pPr>
    <w:r w:rsidRPr="00850208">
      <w:rPr>
        <w:rFonts w:ascii="Angsana New" w:hAnsi="Angsana New"/>
        <w:b/>
        <w:bCs/>
        <w:sz w:val="32"/>
        <w:szCs w:val="32"/>
        <w:cs/>
      </w:rPr>
      <w:t>หมายเหตุประกอบงบการเงิน</w:t>
    </w:r>
    <w:r w:rsidRPr="00850208">
      <w:rPr>
        <w:rFonts w:ascii="Angsana New" w:hAnsi="Angsana New" w:hint="cs"/>
        <w:b/>
        <w:bCs/>
        <w:sz w:val="32"/>
        <w:szCs w:val="32"/>
        <w:cs/>
      </w:rPr>
      <w:t>ระหว่างกาล</w:t>
    </w:r>
  </w:p>
  <w:p w14:paraId="56637C63" w14:textId="77777777" w:rsidR="000617F3" w:rsidRPr="00850208" w:rsidRDefault="000617F3" w:rsidP="008553AE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  <w:cs/>
      </w:rPr>
    </w:pPr>
    <w:r w:rsidRPr="00850208">
      <w:rPr>
        <w:rFonts w:ascii="Angsana New" w:hAnsi="Angsana New"/>
        <w:b/>
        <w:bCs/>
        <w:sz w:val="32"/>
        <w:szCs w:val="32"/>
        <w:cs/>
      </w:rPr>
      <w:t>สำหรับ</w:t>
    </w:r>
    <w:r w:rsidRPr="00850208">
      <w:rPr>
        <w:rFonts w:ascii="Angsana New" w:hAnsi="Angsana New" w:hint="cs"/>
        <w:b/>
        <w:bCs/>
        <w:sz w:val="32"/>
        <w:szCs w:val="32"/>
        <w:cs/>
      </w:rPr>
      <w:t>งวดสามเดือน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สิ้นสุดวันที่ </w:t>
    </w:r>
    <w:r>
      <w:rPr>
        <w:rFonts w:ascii="Angsana New" w:hAnsi="Angsana New"/>
        <w:b/>
        <w:bCs/>
        <w:sz w:val="32"/>
        <w:szCs w:val="32"/>
      </w:rPr>
      <w:t xml:space="preserve">30 </w:t>
    </w:r>
    <w:r>
      <w:rPr>
        <w:rFonts w:ascii="Angsana New" w:hAnsi="Angsana New"/>
        <w:b/>
        <w:bCs/>
        <w:sz w:val="32"/>
        <w:szCs w:val="32"/>
        <w:cs/>
      </w:rPr>
      <w:t>มิถุนายน</w:t>
    </w:r>
    <w:r w:rsidRPr="00850208">
      <w:rPr>
        <w:rFonts w:ascii="Angsana New" w:hAnsi="Angsana New"/>
        <w:b/>
        <w:bCs/>
        <w:sz w:val="32"/>
        <w:szCs w:val="32"/>
        <w:cs/>
      </w:rPr>
      <w:t xml:space="preserve"> </w:t>
    </w:r>
    <w:r w:rsidRPr="00850208">
      <w:rPr>
        <w:rFonts w:ascii="Angsana New" w:hAnsi="Angsana New"/>
        <w:b/>
        <w:bCs/>
        <w:sz w:val="32"/>
        <w:szCs w:val="32"/>
      </w:rPr>
      <w:t>255</w:t>
    </w:r>
    <w:r>
      <w:rPr>
        <w:rFonts w:ascii="Angsana New" w:hAnsi="Angsana New" w:hint="cs"/>
        <w:b/>
        <w:bCs/>
        <w:sz w:val="32"/>
        <w:szCs w:val="32"/>
        <w:cs/>
      </w:rPr>
      <w:t xml:space="preserve">6 </w:t>
    </w:r>
    <w:r w:rsidRPr="00850208">
      <w:rPr>
        <w:rFonts w:ascii="Angsana New" w:hAnsi="Angsana New"/>
        <w:b/>
        <w:bCs/>
        <w:sz w:val="32"/>
        <w:szCs w:val="32"/>
      </w:rPr>
      <w:t>(</w:t>
    </w:r>
    <w:r w:rsidRPr="00850208">
      <w:rPr>
        <w:rFonts w:ascii="Angsana New" w:hAnsi="Angsana New" w:hint="cs"/>
        <w:b/>
        <w:bCs/>
        <w:sz w:val="32"/>
        <w:szCs w:val="32"/>
        <w:cs/>
      </w:rPr>
      <w:t>ไม่ได้ตรวจสอบ)</w:t>
    </w:r>
  </w:p>
  <w:p w14:paraId="41A7D115" w14:textId="77777777" w:rsidR="000617F3" w:rsidRPr="008553AE" w:rsidRDefault="000617F3">
    <w:pPr>
      <w:pStyle w:val="Header"/>
      <w:rPr>
        <w:sz w:val="32"/>
        <w:szCs w:val="3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AA9F91" w14:textId="77777777" w:rsidR="000617F3" w:rsidRDefault="000617F3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6B82F47" w14:textId="77777777" w:rsidR="000617F3" w:rsidRDefault="000617F3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42FA9A13" w14:textId="77777777" w:rsidR="000617F3" w:rsidRDefault="000617F3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22F5AF3C" w14:textId="77777777" w:rsidR="000617F3" w:rsidRDefault="000617F3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46504C97" w14:textId="77777777" w:rsidR="000617F3" w:rsidRDefault="000617F3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119714C0" w14:textId="77777777" w:rsidR="000617F3" w:rsidRDefault="000617F3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  <w:p w14:paraId="6C03BFB2" w14:textId="77777777" w:rsidR="000617F3" w:rsidRPr="008A4521" w:rsidRDefault="000617F3" w:rsidP="008A4521">
    <w:pPr>
      <w:pStyle w:val="Header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rPr>
        <w:rFonts w:ascii="Angsana New" w:hAnsi="Angsana New"/>
        <w:sz w:val="30"/>
        <w:szCs w:val="3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ED197E1" w14:textId="77777777" w:rsidR="000617F3" w:rsidRPr="008553AE" w:rsidRDefault="000617F3">
    <w:pPr>
      <w:pStyle w:val="Header"/>
      <w:rPr>
        <w:sz w:val="32"/>
        <w:szCs w:val="32"/>
      </w:rPr>
    </w:pP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D1C8FCB" w14:textId="11B2CC27" w:rsidR="000617F3" w:rsidRDefault="000617F3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  <w:p w14:paraId="134E9D28" w14:textId="77777777" w:rsidR="00FA467E" w:rsidRPr="007578CD" w:rsidRDefault="00FA467E" w:rsidP="007578CD"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-1530" w:firstLine="1530"/>
      <w:rPr>
        <w:rFonts w:ascii="Angsana New" w:hAnsi="Angsana New"/>
        <w:b/>
        <w:bCs/>
        <w:sz w:val="32"/>
        <w:szCs w:val="3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1EA860E8"/>
    <w:lvl w:ilvl="0">
      <w:start w:val="1"/>
      <w:numFmt w:val="decimal"/>
      <w:pStyle w:val="ListNumber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54EEBA38"/>
    <w:lvl w:ilvl="0">
      <w:start w:val="1"/>
      <w:numFmt w:val="decimal"/>
      <w:pStyle w:val="ListNumber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B12E0DC"/>
    <w:lvl w:ilvl="0">
      <w:start w:val="1"/>
      <w:numFmt w:val="decimal"/>
      <w:pStyle w:val="ListNumber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6ECE4C18"/>
    <w:lvl w:ilvl="0">
      <w:start w:val="1"/>
      <w:numFmt w:val="decimal"/>
      <w:pStyle w:val="ListNumber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79AAF7A8"/>
    <w:lvl w:ilvl="0">
      <w:start w:val="1"/>
      <w:numFmt w:val="bullet"/>
      <w:pStyle w:val="ListBullet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  <w:cs w:val="0"/>
        <w:lang w:bidi="th-TH"/>
      </w:rPr>
    </w:lvl>
  </w:abstractNum>
  <w:abstractNum w:abstractNumId="5" w15:restartNumberingAfterBreak="0">
    <w:nsid w:val="FFFFFF81"/>
    <w:multiLevelType w:val="singleLevel"/>
    <w:tmpl w:val="588EC474"/>
    <w:lvl w:ilvl="0">
      <w:start w:val="1"/>
      <w:numFmt w:val="bullet"/>
      <w:pStyle w:val="ListBullet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  <w:cs w:val="0"/>
        <w:lang w:bidi="th-TH"/>
      </w:rPr>
    </w:lvl>
  </w:abstractNum>
  <w:abstractNum w:abstractNumId="6" w15:restartNumberingAfterBreak="0">
    <w:nsid w:val="FFFFFF82"/>
    <w:multiLevelType w:val="singleLevel"/>
    <w:tmpl w:val="15FCE30C"/>
    <w:lvl w:ilvl="0">
      <w:start w:val="1"/>
      <w:numFmt w:val="bullet"/>
      <w:pStyle w:val="ListBullet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  <w:cs w:val="0"/>
        <w:lang w:bidi="th-TH"/>
      </w:rPr>
    </w:lvl>
  </w:abstractNum>
  <w:abstractNum w:abstractNumId="7" w15:restartNumberingAfterBreak="0">
    <w:nsid w:val="FFFFFF83"/>
    <w:multiLevelType w:val="singleLevel"/>
    <w:tmpl w:val="CEE6C8AC"/>
    <w:lvl w:ilvl="0">
      <w:start w:val="1"/>
      <w:numFmt w:val="bullet"/>
      <w:pStyle w:val="ListBullet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cs w:val="0"/>
        <w:lang w:bidi="th-TH"/>
      </w:rPr>
    </w:lvl>
  </w:abstractNum>
  <w:abstractNum w:abstractNumId="8" w15:restartNumberingAfterBreak="0">
    <w:nsid w:val="FFFFFF88"/>
    <w:multiLevelType w:val="singleLevel"/>
    <w:tmpl w:val="310E47A4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84A066C6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cs w:val="0"/>
        <w:lang w:bidi="th-TH"/>
      </w:rPr>
    </w:lvl>
  </w:abstractNum>
  <w:abstractNum w:abstractNumId="10" w15:restartNumberingAfterBreak="0">
    <w:nsid w:val="05DC0631"/>
    <w:multiLevelType w:val="hybridMultilevel"/>
    <w:tmpl w:val="44722B74"/>
    <w:lvl w:ilvl="0" w:tplc="572ED43E">
      <w:start w:val="1"/>
      <w:numFmt w:val="thaiLetters"/>
      <w:lvlText w:val="(%1)"/>
      <w:lvlJc w:val="left"/>
      <w:pPr>
        <w:ind w:left="720" w:hanging="360"/>
      </w:pPr>
      <w:rPr>
        <w:rFonts w:hint="default"/>
        <w:b w:val="0"/>
        <w:bCs w:val="0"/>
        <w:i/>
        <w:iCs/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AAA3B29"/>
    <w:multiLevelType w:val="hybridMultilevel"/>
    <w:tmpl w:val="AF9C9CEA"/>
    <w:lvl w:ilvl="0" w:tplc="FFFFFFFF">
      <w:start w:val="1"/>
      <w:numFmt w:val="thaiLetters"/>
      <w:lvlText w:val="(%1)"/>
      <w:lvlJc w:val="left"/>
      <w:pPr>
        <w:ind w:left="90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2" w15:restartNumberingAfterBreak="0">
    <w:nsid w:val="26635412"/>
    <w:multiLevelType w:val="singleLevel"/>
    <w:tmpl w:val="AB30F568"/>
    <w:lvl w:ilvl="0">
      <w:start w:val="1"/>
      <w:numFmt w:val="decimal"/>
      <w:pStyle w:val="AANumbering"/>
      <w:lvlText w:val="%1."/>
      <w:lvlJc w:val="left"/>
      <w:pPr>
        <w:tabs>
          <w:tab w:val="num" w:pos="283"/>
        </w:tabs>
        <w:ind w:left="283" w:hanging="283"/>
      </w:pPr>
    </w:lvl>
  </w:abstractNum>
  <w:abstractNum w:abstractNumId="13" w15:restartNumberingAfterBreak="0">
    <w:nsid w:val="330A5009"/>
    <w:multiLevelType w:val="multilevel"/>
    <w:tmpl w:val="E488CD3C"/>
    <w:lvl w:ilvl="0">
      <w:start w:val="1"/>
      <w:numFmt w:val="decimal"/>
      <w:pStyle w:val="Heading1"/>
      <w:lvlText w:val="%1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lvlText w:val=".%1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A297125"/>
    <w:multiLevelType w:val="singleLevel"/>
    <w:tmpl w:val="CC8A7736"/>
    <w:lvl w:ilvl="0">
      <w:start w:val="1"/>
      <w:numFmt w:val="bullet"/>
      <w:pStyle w:val="AA1stlevelbullet"/>
      <w:lvlText w:val="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5" w15:restartNumberingAfterBreak="0">
    <w:nsid w:val="3F431FB7"/>
    <w:multiLevelType w:val="singleLevel"/>
    <w:tmpl w:val="C4102D84"/>
    <w:lvl w:ilvl="0">
      <w:start w:val="1"/>
      <w:numFmt w:val="bullet"/>
      <w:pStyle w:val="AA2ndlevelbullet"/>
      <w:lvlText w:val=""/>
      <w:lvlJc w:val="left"/>
      <w:pPr>
        <w:tabs>
          <w:tab w:val="num" w:pos="283"/>
        </w:tabs>
        <w:ind w:left="283" w:hanging="283"/>
      </w:pPr>
      <w:rPr>
        <w:rFonts w:ascii="Symbol" w:hAnsi="Symbol" w:hint="default"/>
        <w:cs w:val="0"/>
        <w:lang w:bidi="th-TH"/>
      </w:rPr>
    </w:lvl>
  </w:abstractNum>
  <w:abstractNum w:abstractNumId="16" w15:restartNumberingAfterBreak="0">
    <w:nsid w:val="3F4E597E"/>
    <w:multiLevelType w:val="hybridMultilevel"/>
    <w:tmpl w:val="85F22DD8"/>
    <w:lvl w:ilvl="0" w:tplc="2166D102">
      <w:start w:val="1"/>
      <w:numFmt w:val="thaiLetters"/>
      <w:lvlText w:val="(%1)"/>
      <w:lvlJc w:val="left"/>
      <w:pPr>
        <w:ind w:left="1267" w:hanging="360"/>
      </w:pPr>
      <w:rPr>
        <w:rFonts w:hint="default"/>
        <w:i/>
        <w:iCs/>
      </w:rPr>
    </w:lvl>
    <w:lvl w:ilvl="1" w:tplc="04090003" w:tentative="1">
      <w:start w:val="1"/>
      <w:numFmt w:val="bullet"/>
      <w:lvlText w:val="o"/>
      <w:lvlJc w:val="left"/>
      <w:pPr>
        <w:ind w:left="198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0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2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4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6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58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0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27" w:hanging="360"/>
      </w:pPr>
      <w:rPr>
        <w:rFonts w:ascii="Wingdings" w:hAnsi="Wingdings" w:hint="default"/>
      </w:rPr>
    </w:lvl>
  </w:abstractNum>
  <w:abstractNum w:abstractNumId="17" w15:restartNumberingAfterBreak="0">
    <w:nsid w:val="49575329"/>
    <w:multiLevelType w:val="hybridMultilevel"/>
    <w:tmpl w:val="317A717A"/>
    <w:lvl w:ilvl="0" w:tplc="3F40D502">
      <w:numFmt w:val="bullet"/>
      <w:lvlText w:val="-"/>
      <w:lvlJc w:val="left"/>
      <w:pPr>
        <w:ind w:left="900" w:hanging="360"/>
      </w:pPr>
      <w:rPr>
        <w:rFonts w:ascii="Angsana New" w:eastAsia="Times New Roman" w:hAnsi="Angsana New" w:cs="Angsana New" w:hint="default"/>
      </w:rPr>
    </w:lvl>
    <w:lvl w:ilvl="1" w:tplc="0409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8" w15:restartNumberingAfterBreak="0">
    <w:nsid w:val="665C1C30"/>
    <w:multiLevelType w:val="hybridMultilevel"/>
    <w:tmpl w:val="0CB85134"/>
    <w:lvl w:ilvl="0" w:tplc="299808F6">
      <w:start w:val="1"/>
      <w:numFmt w:val="thaiLetters"/>
      <w:lvlText w:val="%1."/>
      <w:lvlJc w:val="left"/>
      <w:pPr>
        <w:ind w:left="720" w:hanging="360"/>
      </w:pPr>
      <w:rPr>
        <w:rFonts w:cs="Angsana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6AD448B"/>
    <w:multiLevelType w:val="singleLevel"/>
    <w:tmpl w:val="E6002CD6"/>
    <w:lvl w:ilvl="0">
      <w:start w:val="1"/>
      <w:numFmt w:val="lowerLetter"/>
      <w:pStyle w:val="ParagraphNumbering"/>
      <w:lvlText w:val="(%1)"/>
      <w:lvlJc w:val="left"/>
      <w:pPr>
        <w:tabs>
          <w:tab w:val="num" w:pos="705"/>
        </w:tabs>
        <w:ind w:left="705" w:hanging="705"/>
      </w:pPr>
      <w:rPr>
        <w:rFonts w:hint="default"/>
        <w:cs w:val="0"/>
        <w:lang w:bidi="th-TH"/>
      </w:rPr>
    </w:lvl>
  </w:abstractNum>
  <w:abstractNum w:abstractNumId="20" w15:restartNumberingAfterBreak="0">
    <w:nsid w:val="692864EB"/>
    <w:multiLevelType w:val="singleLevel"/>
    <w:tmpl w:val="17F21E6E"/>
    <w:lvl w:ilvl="0">
      <w:start w:val="1"/>
      <w:numFmt w:val="bullet"/>
      <w:lvlText w:val=""/>
      <w:lvlJc w:val="left"/>
      <w:pPr>
        <w:tabs>
          <w:tab w:val="num" w:pos="340"/>
        </w:tabs>
        <w:ind w:left="340" w:hanging="340"/>
      </w:pPr>
      <w:rPr>
        <w:rFonts w:ascii="Symbol" w:hAnsi="Symbol" w:hint="default"/>
        <w:color w:val="auto"/>
        <w:sz w:val="22"/>
      </w:rPr>
    </w:lvl>
  </w:abstractNum>
  <w:abstractNum w:abstractNumId="21" w15:restartNumberingAfterBreak="0">
    <w:nsid w:val="7D0D260A"/>
    <w:multiLevelType w:val="multilevel"/>
    <w:tmpl w:val="BD40BF16"/>
    <w:lvl w:ilvl="0">
      <w:start w:val="5"/>
      <w:numFmt w:val="decimal"/>
      <w:lvlText w:val="%1"/>
      <w:lvlJc w:val="left"/>
      <w:pPr>
        <w:tabs>
          <w:tab w:val="num" w:pos="4928"/>
        </w:tabs>
        <w:ind w:left="4928" w:hanging="518"/>
      </w:pPr>
      <w:rPr>
        <w:rFonts w:ascii="Angsana New" w:hAnsi="Angsana New" w:cs="Times New Roman" w:hint="default"/>
        <w:b/>
        <w:i w:val="0"/>
        <w:color w:val="auto"/>
        <w:sz w:val="30"/>
      </w:rPr>
    </w:lvl>
    <w:lvl w:ilvl="1">
      <w:start w:val="1"/>
      <w:numFmt w:val="thaiLetters"/>
      <w:lvlText w:val="(%2)"/>
      <w:lvlJc w:val="left"/>
      <w:pPr>
        <w:tabs>
          <w:tab w:val="num" w:pos="1022"/>
        </w:tabs>
        <w:ind w:left="1022" w:hanging="504"/>
      </w:pPr>
      <w:rPr>
        <w:rFonts w:ascii="Angsana New" w:hAnsi="Angsana New" w:cs="Angsana New" w:hint="default"/>
        <w:b w:val="0"/>
        <w:bCs w:val="0"/>
        <w:i/>
        <w:iCs/>
        <w:sz w:val="30"/>
        <w:szCs w:val="30"/>
      </w:rPr>
    </w:lvl>
    <w:lvl w:ilvl="2">
      <w:start w:val="1"/>
      <w:numFmt w:val="decimal"/>
      <w:lvlText w:val="%1.%2.%3."/>
      <w:lvlJc w:val="left"/>
      <w:pPr>
        <w:tabs>
          <w:tab w:val="num" w:pos="1742"/>
        </w:tabs>
        <w:ind w:left="1742" w:hanging="504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2246"/>
        </w:tabs>
        <w:ind w:left="2246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750"/>
        </w:tabs>
        <w:ind w:left="2750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54"/>
        </w:tabs>
        <w:ind w:left="3254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758"/>
        </w:tabs>
        <w:ind w:left="3758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262"/>
        </w:tabs>
        <w:ind w:left="4262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838"/>
        </w:tabs>
        <w:ind w:left="4838" w:hanging="1440"/>
      </w:pPr>
      <w:rPr>
        <w:rFonts w:cs="Times New Roman" w:hint="default"/>
      </w:rPr>
    </w:lvl>
  </w:abstractNum>
  <w:num w:numId="1">
    <w:abstractNumId w:val="6"/>
  </w:num>
  <w:num w:numId="2">
    <w:abstractNumId w:val="5"/>
  </w:num>
  <w:num w:numId="3">
    <w:abstractNumId w:val="9"/>
  </w:num>
  <w:num w:numId="4">
    <w:abstractNumId w:val="7"/>
  </w:num>
  <w:num w:numId="5">
    <w:abstractNumId w:val="8"/>
  </w:num>
  <w:num w:numId="6">
    <w:abstractNumId w:val="3"/>
  </w:num>
  <w:num w:numId="7">
    <w:abstractNumId w:val="2"/>
  </w:num>
  <w:num w:numId="8">
    <w:abstractNumId w:val="0"/>
  </w:num>
  <w:num w:numId="9">
    <w:abstractNumId w:val="1"/>
  </w:num>
  <w:num w:numId="10">
    <w:abstractNumId w:val="4"/>
  </w:num>
  <w:num w:numId="11">
    <w:abstractNumId w:val="14"/>
  </w:num>
  <w:num w:numId="12">
    <w:abstractNumId w:val="12"/>
  </w:num>
  <w:num w:numId="13">
    <w:abstractNumId w:val="19"/>
  </w:num>
  <w:num w:numId="14">
    <w:abstractNumId w:val="13"/>
  </w:num>
  <w:num w:numId="15">
    <w:abstractNumId w:val="15"/>
  </w:num>
  <w:num w:numId="16">
    <w:abstractNumId w:val="10"/>
  </w:num>
  <w:num w:numId="17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21"/>
  </w:num>
  <w:num w:numId="19">
    <w:abstractNumId w:val="16"/>
  </w:num>
  <w:num w:numId="20">
    <w:abstractNumId w:val="20"/>
  </w:num>
  <w:num w:numId="21">
    <w:abstractNumId w:val="17"/>
  </w:num>
  <w:num w:numId="22">
    <w:abstractNumId w:val="18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576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6145" fill="f" fillcolor="white" strokecolor="silver">
      <v:fill color="white" on="f"/>
      <v:stroke color="silver"/>
      <v:shadow color="#868686"/>
      <o:colormru v:ext="edit" colors="#f49100,#8f9286,#ddd"/>
    </o:shapedefaults>
  </w:hdrShapeDefaults>
  <w:footnotePr>
    <w:footnote w:id="-1"/>
    <w:footnote w:id="0"/>
  </w:footnotePr>
  <w:endnotePr>
    <w:endnote w:id="-1"/>
    <w:endnote w:id="0"/>
  </w:endnotePr>
  <w:compat>
    <w:doNotUseHTMLParagraphAutoSpacing/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EBE"/>
    <w:rsid w:val="000006EA"/>
    <w:rsid w:val="000008E0"/>
    <w:rsid w:val="00000A23"/>
    <w:rsid w:val="00001049"/>
    <w:rsid w:val="0000143A"/>
    <w:rsid w:val="00002740"/>
    <w:rsid w:val="00002C21"/>
    <w:rsid w:val="000030C3"/>
    <w:rsid w:val="000058B8"/>
    <w:rsid w:val="00006E02"/>
    <w:rsid w:val="00006ED9"/>
    <w:rsid w:val="000073C6"/>
    <w:rsid w:val="000076BA"/>
    <w:rsid w:val="00010072"/>
    <w:rsid w:val="00010CAB"/>
    <w:rsid w:val="00010F79"/>
    <w:rsid w:val="00011648"/>
    <w:rsid w:val="00012334"/>
    <w:rsid w:val="00012D51"/>
    <w:rsid w:val="0001579C"/>
    <w:rsid w:val="00015879"/>
    <w:rsid w:val="000166B1"/>
    <w:rsid w:val="00016EA8"/>
    <w:rsid w:val="00017271"/>
    <w:rsid w:val="00020A06"/>
    <w:rsid w:val="00020DA6"/>
    <w:rsid w:val="00020FB9"/>
    <w:rsid w:val="00021142"/>
    <w:rsid w:val="00022117"/>
    <w:rsid w:val="00022395"/>
    <w:rsid w:val="00022D15"/>
    <w:rsid w:val="00023620"/>
    <w:rsid w:val="00025B21"/>
    <w:rsid w:val="00025C88"/>
    <w:rsid w:val="00025FFC"/>
    <w:rsid w:val="000265BA"/>
    <w:rsid w:val="000302D3"/>
    <w:rsid w:val="000306FE"/>
    <w:rsid w:val="0003074E"/>
    <w:rsid w:val="00031103"/>
    <w:rsid w:val="00031144"/>
    <w:rsid w:val="00032573"/>
    <w:rsid w:val="00032975"/>
    <w:rsid w:val="00032AC8"/>
    <w:rsid w:val="00032E27"/>
    <w:rsid w:val="00033E34"/>
    <w:rsid w:val="000344B6"/>
    <w:rsid w:val="000348AE"/>
    <w:rsid w:val="0003706C"/>
    <w:rsid w:val="0003752C"/>
    <w:rsid w:val="00037A57"/>
    <w:rsid w:val="00037DD9"/>
    <w:rsid w:val="00040F9C"/>
    <w:rsid w:val="0004145C"/>
    <w:rsid w:val="00042615"/>
    <w:rsid w:val="00042FBA"/>
    <w:rsid w:val="00043474"/>
    <w:rsid w:val="00043D35"/>
    <w:rsid w:val="00044345"/>
    <w:rsid w:val="0004559F"/>
    <w:rsid w:val="0004782A"/>
    <w:rsid w:val="000478D0"/>
    <w:rsid w:val="0005078A"/>
    <w:rsid w:val="000509C1"/>
    <w:rsid w:val="00051014"/>
    <w:rsid w:val="000514D6"/>
    <w:rsid w:val="00051597"/>
    <w:rsid w:val="00052344"/>
    <w:rsid w:val="000527A1"/>
    <w:rsid w:val="0005291C"/>
    <w:rsid w:val="00052C7E"/>
    <w:rsid w:val="00053969"/>
    <w:rsid w:val="0005580B"/>
    <w:rsid w:val="000560DD"/>
    <w:rsid w:val="000567E3"/>
    <w:rsid w:val="00056B30"/>
    <w:rsid w:val="00056C16"/>
    <w:rsid w:val="00056F69"/>
    <w:rsid w:val="00060091"/>
    <w:rsid w:val="00060799"/>
    <w:rsid w:val="000617F3"/>
    <w:rsid w:val="00061EC9"/>
    <w:rsid w:val="00063009"/>
    <w:rsid w:val="00063EC3"/>
    <w:rsid w:val="00063F64"/>
    <w:rsid w:val="000646F4"/>
    <w:rsid w:val="0006511C"/>
    <w:rsid w:val="0006563C"/>
    <w:rsid w:val="0006621D"/>
    <w:rsid w:val="00066A24"/>
    <w:rsid w:val="0006707A"/>
    <w:rsid w:val="00067292"/>
    <w:rsid w:val="000724A9"/>
    <w:rsid w:val="000726D8"/>
    <w:rsid w:val="0007320E"/>
    <w:rsid w:val="00074587"/>
    <w:rsid w:val="0007493E"/>
    <w:rsid w:val="00074F74"/>
    <w:rsid w:val="0007572D"/>
    <w:rsid w:val="00075DAC"/>
    <w:rsid w:val="000768D8"/>
    <w:rsid w:val="00077A3D"/>
    <w:rsid w:val="0008048C"/>
    <w:rsid w:val="00081E6D"/>
    <w:rsid w:val="00081F7A"/>
    <w:rsid w:val="000821BC"/>
    <w:rsid w:val="00082450"/>
    <w:rsid w:val="000831AE"/>
    <w:rsid w:val="00083A3C"/>
    <w:rsid w:val="0008493A"/>
    <w:rsid w:val="0008518C"/>
    <w:rsid w:val="00085DB1"/>
    <w:rsid w:val="000862A1"/>
    <w:rsid w:val="00086B06"/>
    <w:rsid w:val="00087EC3"/>
    <w:rsid w:val="000909D1"/>
    <w:rsid w:val="0009161F"/>
    <w:rsid w:val="0009168F"/>
    <w:rsid w:val="0009264B"/>
    <w:rsid w:val="00093062"/>
    <w:rsid w:val="00093950"/>
    <w:rsid w:val="00094FCB"/>
    <w:rsid w:val="00095471"/>
    <w:rsid w:val="000956EA"/>
    <w:rsid w:val="00096560"/>
    <w:rsid w:val="00096B0D"/>
    <w:rsid w:val="00096CBE"/>
    <w:rsid w:val="00096D43"/>
    <w:rsid w:val="00096F4B"/>
    <w:rsid w:val="00097084"/>
    <w:rsid w:val="000A12D1"/>
    <w:rsid w:val="000A26C7"/>
    <w:rsid w:val="000A2B6A"/>
    <w:rsid w:val="000A35AD"/>
    <w:rsid w:val="000A3CC4"/>
    <w:rsid w:val="000A3F4B"/>
    <w:rsid w:val="000A4421"/>
    <w:rsid w:val="000A5A12"/>
    <w:rsid w:val="000A5B27"/>
    <w:rsid w:val="000A690B"/>
    <w:rsid w:val="000A6AD8"/>
    <w:rsid w:val="000A70DD"/>
    <w:rsid w:val="000A73B0"/>
    <w:rsid w:val="000A7492"/>
    <w:rsid w:val="000A767C"/>
    <w:rsid w:val="000B0456"/>
    <w:rsid w:val="000B0BD2"/>
    <w:rsid w:val="000B0FBD"/>
    <w:rsid w:val="000B103A"/>
    <w:rsid w:val="000B1510"/>
    <w:rsid w:val="000B18C4"/>
    <w:rsid w:val="000B2D72"/>
    <w:rsid w:val="000B3D12"/>
    <w:rsid w:val="000B3ECD"/>
    <w:rsid w:val="000B3F45"/>
    <w:rsid w:val="000B4350"/>
    <w:rsid w:val="000B55C7"/>
    <w:rsid w:val="000B5DE4"/>
    <w:rsid w:val="000B6B51"/>
    <w:rsid w:val="000B72B9"/>
    <w:rsid w:val="000C18B1"/>
    <w:rsid w:val="000C2593"/>
    <w:rsid w:val="000C27C1"/>
    <w:rsid w:val="000C40F7"/>
    <w:rsid w:val="000C6A1C"/>
    <w:rsid w:val="000C7083"/>
    <w:rsid w:val="000C7605"/>
    <w:rsid w:val="000C7C6C"/>
    <w:rsid w:val="000D03B7"/>
    <w:rsid w:val="000D04DC"/>
    <w:rsid w:val="000D0661"/>
    <w:rsid w:val="000D0C08"/>
    <w:rsid w:val="000D220D"/>
    <w:rsid w:val="000D339B"/>
    <w:rsid w:val="000D45F7"/>
    <w:rsid w:val="000D4718"/>
    <w:rsid w:val="000D5914"/>
    <w:rsid w:val="000D6C27"/>
    <w:rsid w:val="000D6CAC"/>
    <w:rsid w:val="000D7FC3"/>
    <w:rsid w:val="000E0F46"/>
    <w:rsid w:val="000E112F"/>
    <w:rsid w:val="000E174F"/>
    <w:rsid w:val="000E1E2E"/>
    <w:rsid w:val="000E22EF"/>
    <w:rsid w:val="000E363D"/>
    <w:rsid w:val="000E36C2"/>
    <w:rsid w:val="000E3F2E"/>
    <w:rsid w:val="000E4242"/>
    <w:rsid w:val="000E4D1D"/>
    <w:rsid w:val="000E52FB"/>
    <w:rsid w:val="000E54B3"/>
    <w:rsid w:val="000E5865"/>
    <w:rsid w:val="000E5FCB"/>
    <w:rsid w:val="000E6036"/>
    <w:rsid w:val="000E61A5"/>
    <w:rsid w:val="000E6B55"/>
    <w:rsid w:val="000E6D79"/>
    <w:rsid w:val="000F069B"/>
    <w:rsid w:val="000F1221"/>
    <w:rsid w:val="000F12D2"/>
    <w:rsid w:val="000F14DE"/>
    <w:rsid w:val="000F16DB"/>
    <w:rsid w:val="000F1E9D"/>
    <w:rsid w:val="000F2E3B"/>
    <w:rsid w:val="000F328F"/>
    <w:rsid w:val="000F39B0"/>
    <w:rsid w:val="000F3F8A"/>
    <w:rsid w:val="000F577B"/>
    <w:rsid w:val="000F5BC6"/>
    <w:rsid w:val="000F67EC"/>
    <w:rsid w:val="000F77D2"/>
    <w:rsid w:val="00100FFC"/>
    <w:rsid w:val="0010138A"/>
    <w:rsid w:val="00101619"/>
    <w:rsid w:val="0010185C"/>
    <w:rsid w:val="00101A6D"/>
    <w:rsid w:val="00103ABC"/>
    <w:rsid w:val="001042D1"/>
    <w:rsid w:val="00104FFB"/>
    <w:rsid w:val="00105180"/>
    <w:rsid w:val="00105A35"/>
    <w:rsid w:val="00105B56"/>
    <w:rsid w:val="0010621C"/>
    <w:rsid w:val="00106789"/>
    <w:rsid w:val="00107325"/>
    <w:rsid w:val="00110043"/>
    <w:rsid w:val="0011048B"/>
    <w:rsid w:val="00111B09"/>
    <w:rsid w:val="00111DB1"/>
    <w:rsid w:val="00111E8A"/>
    <w:rsid w:val="00111F64"/>
    <w:rsid w:val="0011324A"/>
    <w:rsid w:val="00113370"/>
    <w:rsid w:val="00113DB6"/>
    <w:rsid w:val="00114C7B"/>
    <w:rsid w:val="00115DBF"/>
    <w:rsid w:val="001164F8"/>
    <w:rsid w:val="0011734C"/>
    <w:rsid w:val="00120BAB"/>
    <w:rsid w:val="00120CF0"/>
    <w:rsid w:val="00120D7A"/>
    <w:rsid w:val="00120E1A"/>
    <w:rsid w:val="00121DCC"/>
    <w:rsid w:val="00122F17"/>
    <w:rsid w:val="00123F9E"/>
    <w:rsid w:val="001240CF"/>
    <w:rsid w:val="00124460"/>
    <w:rsid w:val="0012588D"/>
    <w:rsid w:val="00125961"/>
    <w:rsid w:val="0012614D"/>
    <w:rsid w:val="0012675F"/>
    <w:rsid w:val="00127507"/>
    <w:rsid w:val="001276E5"/>
    <w:rsid w:val="0013160E"/>
    <w:rsid w:val="00131FD4"/>
    <w:rsid w:val="0013217E"/>
    <w:rsid w:val="00132334"/>
    <w:rsid w:val="00132B7F"/>
    <w:rsid w:val="00133DC8"/>
    <w:rsid w:val="00134E94"/>
    <w:rsid w:val="00135D4F"/>
    <w:rsid w:val="00136C2D"/>
    <w:rsid w:val="00137650"/>
    <w:rsid w:val="00137D23"/>
    <w:rsid w:val="00140167"/>
    <w:rsid w:val="00140C90"/>
    <w:rsid w:val="00141E22"/>
    <w:rsid w:val="00141F05"/>
    <w:rsid w:val="00142383"/>
    <w:rsid w:val="00142721"/>
    <w:rsid w:val="00142AD9"/>
    <w:rsid w:val="0014345C"/>
    <w:rsid w:val="00145637"/>
    <w:rsid w:val="001457F3"/>
    <w:rsid w:val="00145EC3"/>
    <w:rsid w:val="00146725"/>
    <w:rsid w:val="00146CF0"/>
    <w:rsid w:val="00147F07"/>
    <w:rsid w:val="0015009E"/>
    <w:rsid w:val="00150AFA"/>
    <w:rsid w:val="00150FBA"/>
    <w:rsid w:val="00151E83"/>
    <w:rsid w:val="00155C9C"/>
    <w:rsid w:val="00156082"/>
    <w:rsid w:val="00156964"/>
    <w:rsid w:val="00157792"/>
    <w:rsid w:val="00157936"/>
    <w:rsid w:val="00157C4F"/>
    <w:rsid w:val="00157F07"/>
    <w:rsid w:val="00160354"/>
    <w:rsid w:val="001611B2"/>
    <w:rsid w:val="0016121B"/>
    <w:rsid w:val="00161A41"/>
    <w:rsid w:val="00162125"/>
    <w:rsid w:val="001628CB"/>
    <w:rsid w:val="00163B7A"/>
    <w:rsid w:val="00164185"/>
    <w:rsid w:val="001646ED"/>
    <w:rsid w:val="00164B7F"/>
    <w:rsid w:val="00164D8E"/>
    <w:rsid w:val="00165860"/>
    <w:rsid w:val="00166EB2"/>
    <w:rsid w:val="00170EEF"/>
    <w:rsid w:val="0017102D"/>
    <w:rsid w:val="001711FA"/>
    <w:rsid w:val="001734BB"/>
    <w:rsid w:val="00173DB7"/>
    <w:rsid w:val="00174938"/>
    <w:rsid w:val="00174EB6"/>
    <w:rsid w:val="00176E07"/>
    <w:rsid w:val="00177015"/>
    <w:rsid w:val="00180132"/>
    <w:rsid w:val="0018056F"/>
    <w:rsid w:val="001810ED"/>
    <w:rsid w:val="00182E79"/>
    <w:rsid w:val="00184581"/>
    <w:rsid w:val="00184599"/>
    <w:rsid w:val="001846C2"/>
    <w:rsid w:val="0018501E"/>
    <w:rsid w:val="00186107"/>
    <w:rsid w:val="001870CD"/>
    <w:rsid w:val="001902CE"/>
    <w:rsid w:val="00190EBA"/>
    <w:rsid w:val="00191AA0"/>
    <w:rsid w:val="00191AFF"/>
    <w:rsid w:val="00191FB9"/>
    <w:rsid w:val="001925CD"/>
    <w:rsid w:val="00192802"/>
    <w:rsid w:val="0019280B"/>
    <w:rsid w:val="00192987"/>
    <w:rsid w:val="00192AE4"/>
    <w:rsid w:val="00193221"/>
    <w:rsid w:val="00193337"/>
    <w:rsid w:val="00193A3D"/>
    <w:rsid w:val="00195A14"/>
    <w:rsid w:val="00195E64"/>
    <w:rsid w:val="00196688"/>
    <w:rsid w:val="001971DA"/>
    <w:rsid w:val="001A02A9"/>
    <w:rsid w:val="001A0956"/>
    <w:rsid w:val="001A0BE4"/>
    <w:rsid w:val="001A0CC0"/>
    <w:rsid w:val="001A1281"/>
    <w:rsid w:val="001A1778"/>
    <w:rsid w:val="001A1C0D"/>
    <w:rsid w:val="001A1EDD"/>
    <w:rsid w:val="001A20CA"/>
    <w:rsid w:val="001A3119"/>
    <w:rsid w:val="001A3243"/>
    <w:rsid w:val="001A39BA"/>
    <w:rsid w:val="001A4B12"/>
    <w:rsid w:val="001A52CB"/>
    <w:rsid w:val="001A5428"/>
    <w:rsid w:val="001A5EE8"/>
    <w:rsid w:val="001A6B75"/>
    <w:rsid w:val="001A769C"/>
    <w:rsid w:val="001B0FED"/>
    <w:rsid w:val="001B1177"/>
    <w:rsid w:val="001B1668"/>
    <w:rsid w:val="001B18FB"/>
    <w:rsid w:val="001B23ED"/>
    <w:rsid w:val="001B2805"/>
    <w:rsid w:val="001B2888"/>
    <w:rsid w:val="001B2E9F"/>
    <w:rsid w:val="001B2EE5"/>
    <w:rsid w:val="001B33F6"/>
    <w:rsid w:val="001B3449"/>
    <w:rsid w:val="001B51FD"/>
    <w:rsid w:val="001B55D8"/>
    <w:rsid w:val="001B5761"/>
    <w:rsid w:val="001B6534"/>
    <w:rsid w:val="001B7806"/>
    <w:rsid w:val="001B7F4A"/>
    <w:rsid w:val="001C0BAF"/>
    <w:rsid w:val="001C2CC2"/>
    <w:rsid w:val="001C3865"/>
    <w:rsid w:val="001C4987"/>
    <w:rsid w:val="001C5A9D"/>
    <w:rsid w:val="001C69A4"/>
    <w:rsid w:val="001C6BC4"/>
    <w:rsid w:val="001C78FD"/>
    <w:rsid w:val="001C7EF1"/>
    <w:rsid w:val="001C7F6C"/>
    <w:rsid w:val="001D0136"/>
    <w:rsid w:val="001D07AE"/>
    <w:rsid w:val="001D0FA5"/>
    <w:rsid w:val="001D1037"/>
    <w:rsid w:val="001D1A12"/>
    <w:rsid w:val="001D2A28"/>
    <w:rsid w:val="001D2E26"/>
    <w:rsid w:val="001D30DF"/>
    <w:rsid w:val="001D3141"/>
    <w:rsid w:val="001D3773"/>
    <w:rsid w:val="001D3ED3"/>
    <w:rsid w:val="001D432B"/>
    <w:rsid w:val="001D46EE"/>
    <w:rsid w:val="001D4823"/>
    <w:rsid w:val="001D4C60"/>
    <w:rsid w:val="001D4F5A"/>
    <w:rsid w:val="001D5A6A"/>
    <w:rsid w:val="001D64A0"/>
    <w:rsid w:val="001D6513"/>
    <w:rsid w:val="001D6FAF"/>
    <w:rsid w:val="001D7313"/>
    <w:rsid w:val="001D7C02"/>
    <w:rsid w:val="001E06E0"/>
    <w:rsid w:val="001E0B85"/>
    <w:rsid w:val="001E0CFE"/>
    <w:rsid w:val="001E0E26"/>
    <w:rsid w:val="001E0F70"/>
    <w:rsid w:val="001E1EC6"/>
    <w:rsid w:val="001E1EF0"/>
    <w:rsid w:val="001E2AD8"/>
    <w:rsid w:val="001E388C"/>
    <w:rsid w:val="001E4864"/>
    <w:rsid w:val="001E5871"/>
    <w:rsid w:val="001E58E2"/>
    <w:rsid w:val="001E63EE"/>
    <w:rsid w:val="001E692D"/>
    <w:rsid w:val="001E7619"/>
    <w:rsid w:val="001E7720"/>
    <w:rsid w:val="001F032B"/>
    <w:rsid w:val="001F1DF4"/>
    <w:rsid w:val="001F222E"/>
    <w:rsid w:val="001F2745"/>
    <w:rsid w:val="001F2A43"/>
    <w:rsid w:val="001F2AD3"/>
    <w:rsid w:val="001F35BE"/>
    <w:rsid w:val="001F4E4F"/>
    <w:rsid w:val="001F4FFC"/>
    <w:rsid w:val="001F6070"/>
    <w:rsid w:val="001F63CD"/>
    <w:rsid w:val="001F6665"/>
    <w:rsid w:val="001F763B"/>
    <w:rsid w:val="002011C6"/>
    <w:rsid w:val="00201320"/>
    <w:rsid w:val="0020212E"/>
    <w:rsid w:val="00202367"/>
    <w:rsid w:val="002024A6"/>
    <w:rsid w:val="00202E92"/>
    <w:rsid w:val="00202F4D"/>
    <w:rsid w:val="00205F3F"/>
    <w:rsid w:val="00206A0E"/>
    <w:rsid w:val="00207D41"/>
    <w:rsid w:val="00210116"/>
    <w:rsid w:val="002101EB"/>
    <w:rsid w:val="00211605"/>
    <w:rsid w:val="00212DDA"/>
    <w:rsid w:val="00213BC7"/>
    <w:rsid w:val="00214590"/>
    <w:rsid w:val="002149BE"/>
    <w:rsid w:val="00214EEB"/>
    <w:rsid w:val="00215517"/>
    <w:rsid w:val="002159B6"/>
    <w:rsid w:val="00215E2C"/>
    <w:rsid w:val="00216574"/>
    <w:rsid w:val="00216C44"/>
    <w:rsid w:val="00217DDB"/>
    <w:rsid w:val="00220A44"/>
    <w:rsid w:val="00222C35"/>
    <w:rsid w:val="00222E40"/>
    <w:rsid w:val="002238E2"/>
    <w:rsid w:val="00223AC3"/>
    <w:rsid w:val="002246A0"/>
    <w:rsid w:val="00224CB8"/>
    <w:rsid w:val="00224EE0"/>
    <w:rsid w:val="00225107"/>
    <w:rsid w:val="0022514A"/>
    <w:rsid w:val="002251DE"/>
    <w:rsid w:val="002255E5"/>
    <w:rsid w:val="00225ADD"/>
    <w:rsid w:val="00225CE6"/>
    <w:rsid w:val="002260B7"/>
    <w:rsid w:val="0022620B"/>
    <w:rsid w:val="002264AC"/>
    <w:rsid w:val="002266CF"/>
    <w:rsid w:val="00226E83"/>
    <w:rsid w:val="002278A6"/>
    <w:rsid w:val="002279F1"/>
    <w:rsid w:val="00227DA6"/>
    <w:rsid w:val="00230113"/>
    <w:rsid w:val="0023049E"/>
    <w:rsid w:val="002314C3"/>
    <w:rsid w:val="002326C4"/>
    <w:rsid w:val="00233536"/>
    <w:rsid w:val="0023369B"/>
    <w:rsid w:val="00234F41"/>
    <w:rsid w:val="00234F50"/>
    <w:rsid w:val="0023557E"/>
    <w:rsid w:val="0023566E"/>
    <w:rsid w:val="00235711"/>
    <w:rsid w:val="00235819"/>
    <w:rsid w:val="00235B34"/>
    <w:rsid w:val="00235D9E"/>
    <w:rsid w:val="002360A0"/>
    <w:rsid w:val="0023636F"/>
    <w:rsid w:val="002365DB"/>
    <w:rsid w:val="00237482"/>
    <w:rsid w:val="00240611"/>
    <w:rsid w:val="002408AE"/>
    <w:rsid w:val="00240EBC"/>
    <w:rsid w:val="00242087"/>
    <w:rsid w:val="00242B4B"/>
    <w:rsid w:val="00242ED1"/>
    <w:rsid w:val="002437B9"/>
    <w:rsid w:val="002453CB"/>
    <w:rsid w:val="00245A94"/>
    <w:rsid w:val="0024600C"/>
    <w:rsid w:val="0024614D"/>
    <w:rsid w:val="002466E0"/>
    <w:rsid w:val="00246B4A"/>
    <w:rsid w:val="002473DB"/>
    <w:rsid w:val="002478E3"/>
    <w:rsid w:val="00247F6D"/>
    <w:rsid w:val="00250132"/>
    <w:rsid w:val="00250558"/>
    <w:rsid w:val="00251802"/>
    <w:rsid w:val="00251AF4"/>
    <w:rsid w:val="00252138"/>
    <w:rsid w:val="002523E0"/>
    <w:rsid w:val="0025330A"/>
    <w:rsid w:val="00253C69"/>
    <w:rsid w:val="00254A20"/>
    <w:rsid w:val="00254E5C"/>
    <w:rsid w:val="002554E6"/>
    <w:rsid w:val="00255CC8"/>
    <w:rsid w:val="00256C82"/>
    <w:rsid w:val="00256FFC"/>
    <w:rsid w:val="00257BF0"/>
    <w:rsid w:val="00257CE2"/>
    <w:rsid w:val="00260538"/>
    <w:rsid w:val="00260BAC"/>
    <w:rsid w:val="00260D99"/>
    <w:rsid w:val="0026172C"/>
    <w:rsid w:val="00263B40"/>
    <w:rsid w:val="00263D92"/>
    <w:rsid w:val="00263F3E"/>
    <w:rsid w:val="00265C44"/>
    <w:rsid w:val="00265DEF"/>
    <w:rsid w:val="00266798"/>
    <w:rsid w:val="00266809"/>
    <w:rsid w:val="00266980"/>
    <w:rsid w:val="00266BA6"/>
    <w:rsid w:val="002675B8"/>
    <w:rsid w:val="00267AD7"/>
    <w:rsid w:val="00267DB7"/>
    <w:rsid w:val="002705A2"/>
    <w:rsid w:val="00271227"/>
    <w:rsid w:val="0027198C"/>
    <w:rsid w:val="002719C1"/>
    <w:rsid w:val="00273B80"/>
    <w:rsid w:val="00274AFE"/>
    <w:rsid w:val="002750A1"/>
    <w:rsid w:val="002756FC"/>
    <w:rsid w:val="00280AA0"/>
    <w:rsid w:val="00282C54"/>
    <w:rsid w:val="002831E5"/>
    <w:rsid w:val="002845DA"/>
    <w:rsid w:val="002847C5"/>
    <w:rsid w:val="002851DB"/>
    <w:rsid w:val="00285E3A"/>
    <w:rsid w:val="00286076"/>
    <w:rsid w:val="0028691A"/>
    <w:rsid w:val="00286CE9"/>
    <w:rsid w:val="00286D93"/>
    <w:rsid w:val="00287292"/>
    <w:rsid w:val="00287EC4"/>
    <w:rsid w:val="00287EC9"/>
    <w:rsid w:val="002905E3"/>
    <w:rsid w:val="00290E0A"/>
    <w:rsid w:val="002911AE"/>
    <w:rsid w:val="0029148C"/>
    <w:rsid w:val="0029293D"/>
    <w:rsid w:val="00292D79"/>
    <w:rsid w:val="00293BE7"/>
    <w:rsid w:val="00295FC7"/>
    <w:rsid w:val="00296500"/>
    <w:rsid w:val="00297051"/>
    <w:rsid w:val="00297BBA"/>
    <w:rsid w:val="00297F22"/>
    <w:rsid w:val="00297FCB"/>
    <w:rsid w:val="002A0281"/>
    <w:rsid w:val="002A0BC2"/>
    <w:rsid w:val="002A1C33"/>
    <w:rsid w:val="002A2988"/>
    <w:rsid w:val="002A528B"/>
    <w:rsid w:val="002A5376"/>
    <w:rsid w:val="002A7206"/>
    <w:rsid w:val="002A76A4"/>
    <w:rsid w:val="002A778E"/>
    <w:rsid w:val="002A7C19"/>
    <w:rsid w:val="002A7F33"/>
    <w:rsid w:val="002A7FB9"/>
    <w:rsid w:val="002B00C9"/>
    <w:rsid w:val="002B29D0"/>
    <w:rsid w:val="002B30C0"/>
    <w:rsid w:val="002B32C9"/>
    <w:rsid w:val="002B3FAB"/>
    <w:rsid w:val="002B4480"/>
    <w:rsid w:val="002B5602"/>
    <w:rsid w:val="002B60E4"/>
    <w:rsid w:val="002B6FE0"/>
    <w:rsid w:val="002B7C57"/>
    <w:rsid w:val="002B7FD7"/>
    <w:rsid w:val="002C11AD"/>
    <w:rsid w:val="002C144A"/>
    <w:rsid w:val="002C1AC0"/>
    <w:rsid w:val="002C1ADC"/>
    <w:rsid w:val="002C28F9"/>
    <w:rsid w:val="002C2EB6"/>
    <w:rsid w:val="002C5172"/>
    <w:rsid w:val="002C55AF"/>
    <w:rsid w:val="002C562D"/>
    <w:rsid w:val="002C6427"/>
    <w:rsid w:val="002D01B4"/>
    <w:rsid w:val="002D0A00"/>
    <w:rsid w:val="002D12EE"/>
    <w:rsid w:val="002D1C16"/>
    <w:rsid w:val="002D2797"/>
    <w:rsid w:val="002D2BB7"/>
    <w:rsid w:val="002D34FC"/>
    <w:rsid w:val="002D3716"/>
    <w:rsid w:val="002D3C09"/>
    <w:rsid w:val="002D4D12"/>
    <w:rsid w:val="002D5067"/>
    <w:rsid w:val="002D535E"/>
    <w:rsid w:val="002D666B"/>
    <w:rsid w:val="002D6B24"/>
    <w:rsid w:val="002D74C9"/>
    <w:rsid w:val="002E0A61"/>
    <w:rsid w:val="002E0CF8"/>
    <w:rsid w:val="002E0E17"/>
    <w:rsid w:val="002E1446"/>
    <w:rsid w:val="002E187A"/>
    <w:rsid w:val="002E2517"/>
    <w:rsid w:val="002E26A4"/>
    <w:rsid w:val="002E43A1"/>
    <w:rsid w:val="002E4608"/>
    <w:rsid w:val="002E4F5A"/>
    <w:rsid w:val="002E56CC"/>
    <w:rsid w:val="002E5B20"/>
    <w:rsid w:val="002E5C87"/>
    <w:rsid w:val="002E6149"/>
    <w:rsid w:val="002E6707"/>
    <w:rsid w:val="002E6DE5"/>
    <w:rsid w:val="002E710A"/>
    <w:rsid w:val="002E784E"/>
    <w:rsid w:val="002F0872"/>
    <w:rsid w:val="002F0E3F"/>
    <w:rsid w:val="002F1073"/>
    <w:rsid w:val="002F2019"/>
    <w:rsid w:val="002F2EBC"/>
    <w:rsid w:val="002F322A"/>
    <w:rsid w:val="002F3664"/>
    <w:rsid w:val="002F3A07"/>
    <w:rsid w:val="002F3A4C"/>
    <w:rsid w:val="002F534C"/>
    <w:rsid w:val="002F683A"/>
    <w:rsid w:val="002F7154"/>
    <w:rsid w:val="002F7639"/>
    <w:rsid w:val="002F79FF"/>
    <w:rsid w:val="0030169A"/>
    <w:rsid w:val="0030219B"/>
    <w:rsid w:val="0030314F"/>
    <w:rsid w:val="00304666"/>
    <w:rsid w:val="00305BBF"/>
    <w:rsid w:val="00306A40"/>
    <w:rsid w:val="0030737C"/>
    <w:rsid w:val="00307453"/>
    <w:rsid w:val="00307551"/>
    <w:rsid w:val="00307FFE"/>
    <w:rsid w:val="0031012D"/>
    <w:rsid w:val="00311A79"/>
    <w:rsid w:val="0031221C"/>
    <w:rsid w:val="003132AA"/>
    <w:rsid w:val="00313811"/>
    <w:rsid w:val="003148BE"/>
    <w:rsid w:val="00315545"/>
    <w:rsid w:val="00315C52"/>
    <w:rsid w:val="003162B6"/>
    <w:rsid w:val="003162F8"/>
    <w:rsid w:val="00316367"/>
    <w:rsid w:val="003170C1"/>
    <w:rsid w:val="00317312"/>
    <w:rsid w:val="003177BE"/>
    <w:rsid w:val="00317B6F"/>
    <w:rsid w:val="0032073E"/>
    <w:rsid w:val="00320923"/>
    <w:rsid w:val="00320AD7"/>
    <w:rsid w:val="0032168A"/>
    <w:rsid w:val="003217C5"/>
    <w:rsid w:val="00321E4D"/>
    <w:rsid w:val="00322F73"/>
    <w:rsid w:val="00325866"/>
    <w:rsid w:val="00325FED"/>
    <w:rsid w:val="00326359"/>
    <w:rsid w:val="00327A00"/>
    <w:rsid w:val="00330418"/>
    <w:rsid w:val="003304E2"/>
    <w:rsid w:val="00330782"/>
    <w:rsid w:val="003307BF"/>
    <w:rsid w:val="003307CF"/>
    <w:rsid w:val="00330845"/>
    <w:rsid w:val="00330BAD"/>
    <w:rsid w:val="003310D6"/>
    <w:rsid w:val="00331775"/>
    <w:rsid w:val="00331DBA"/>
    <w:rsid w:val="00331DFA"/>
    <w:rsid w:val="003329DB"/>
    <w:rsid w:val="00332D83"/>
    <w:rsid w:val="00332EED"/>
    <w:rsid w:val="003345D6"/>
    <w:rsid w:val="00334DE9"/>
    <w:rsid w:val="00335C35"/>
    <w:rsid w:val="00335FFC"/>
    <w:rsid w:val="003372E3"/>
    <w:rsid w:val="00337582"/>
    <w:rsid w:val="0033780C"/>
    <w:rsid w:val="00340716"/>
    <w:rsid w:val="00340CC1"/>
    <w:rsid w:val="00341150"/>
    <w:rsid w:val="00341F4F"/>
    <w:rsid w:val="00343333"/>
    <w:rsid w:val="003441CA"/>
    <w:rsid w:val="00344504"/>
    <w:rsid w:val="00344EC0"/>
    <w:rsid w:val="00346297"/>
    <w:rsid w:val="0034637D"/>
    <w:rsid w:val="00346536"/>
    <w:rsid w:val="00346FD1"/>
    <w:rsid w:val="00346FDF"/>
    <w:rsid w:val="0035061B"/>
    <w:rsid w:val="00351382"/>
    <w:rsid w:val="00351C89"/>
    <w:rsid w:val="00351D41"/>
    <w:rsid w:val="00351EA9"/>
    <w:rsid w:val="00352260"/>
    <w:rsid w:val="00353DAC"/>
    <w:rsid w:val="003548A2"/>
    <w:rsid w:val="00354AEB"/>
    <w:rsid w:val="0035500B"/>
    <w:rsid w:val="0035546F"/>
    <w:rsid w:val="0035549F"/>
    <w:rsid w:val="00355D43"/>
    <w:rsid w:val="0036111F"/>
    <w:rsid w:val="00361143"/>
    <w:rsid w:val="003612AA"/>
    <w:rsid w:val="00361C7E"/>
    <w:rsid w:val="00363769"/>
    <w:rsid w:val="0036498A"/>
    <w:rsid w:val="00364E37"/>
    <w:rsid w:val="00365C37"/>
    <w:rsid w:val="0036629E"/>
    <w:rsid w:val="003663B4"/>
    <w:rsid w:val="00366CDD"/>
    <w:rsid w:val="003670F3"/>
    <w:rsid w:val="003677E8"/>
    <w:rsid w:val="00370602"/>
    <w:rsid w:val="00370FD7"/>
    <w:rsid w:val="00372E9D"/>
    <w:rsid w:val="003733E4"/>
    <w:rsid w:val="0037395D"/>
    <w:rsid w:val="00374300"/>
    <w:rsid w:val="00375172"/>
    <w:rsid w:val="00375617"/>
    <w:rsid w:val="00375F45"/>
    <w:rsid w:val="003762AF"/>
    <w:rsid w:val="00376447"/>
    <w:rsid w:val="00377658"/>
    <w:rsid w:val="003776EF"/>
    <w:rsid w:val="00377E88"/>
    <w:rsid w:val="003801D6"/>
    <w:rsid w:val="00382019"/>
    <w:rsid w:val="00383001"/>
    <w:rsid w:val="00383CE0"/>
    <w:rsid w:val="00383F96"/>
    <w:rsid w:val="003844A8"/>
    <w:rsid w:val="003861CB"/>
    <w:rsid w:val="00386D89"/>
    <w:rsid w:val="00387B5B"/>
    <w:rsid w:val="00387B85"/>
    <w:rsid w:val="00387BBB"/>
    <w:rsid w:val="0039236E"/>
    <w:rsid w:val="00392CAB"/>
    <w:rsid w:val="00393937"/>
    <w:rsid w:val="00393B27"/>
    <w:rsid w:val="00393EE6"/>
    <w:rsid w:val="003944F6"/>
    <w:rsid w:val="003957DE"/>
    <w:rsid w:val="003962B4"/>
    <w:rsid w:val="00397303"/>
    <w:rsid w:val="003977F7"/>
    <w:rsid w:val="003A0F98"/>
    <w:rsid w:val="003A13F7"/>
    <w:rsid w:val="003A2A22"/>
    <w:rsid w:val="003A3229"/>
    <w:rsid w:val="003A38A4"/>
    <w:rsid w:val="003A4748"/>
    <w:rsid w:val="003A478F"/>
    <w:rsid w:val="003A4EA5"/>
    <w:rsid w:val="003A5513"/>
    <w:rsid w:val="003A5F88"/>
    <w:rsid w:val="003A60D7"/>
    <w:rsid w:val="003A6911"/>
    <w:rsid w:val="003A6F72"/>
    <w:rsid w:val="003A740F"/>
    <w:rsid w:val="003B0390"/>
    <w:rsid w:val="003B0CDC"/>
    <w:rsid w:val="003B120B"/>
    <w:rsid w:val="003B2EE4"/>
    <w:rsid w:val="003B38A7"/>
    <w:rsid w:val="003B4515"/>
    <w:rsid w:val="003B4DB1"/>
    <w:rsid w:val="003B5FB4"/>
    <w:rsid w:val="003B62B2"/>
    <w:rsid w:val="003B62CC"/>
    <w:rsid w:val="003B66B8"/>
    <w:rsid w:val="003B69F2"/>
    <w:rsid w:val="003B78B1"/>
    <w:rsid w:val="003B79AF"/>
    <w:rsid w:val="003C1479"/>
    <w:rsid w:val="003C1D49"/>
    <w:rsid w:val="003C2462"/>
    <w:rsid w:val="003C25CE"/>
    <w:rsid w:val="003C30A4"/>
    <w:rsid w:val="003C316E"/>
    <w:rsid w:val="003C345F"/>
    <w:rsid w:val="003C385D"/>
    <w:rsid w:val="003C403F"/>
    <w:rsid w:val="003C42CC"/>
    <w:rsid w:val="003C446B"/>
    <w:rsid w:val="003C4473"/>
    <w:rsid w:val="003C4D98"/>
    <w:rsid w:val="003C50DF"/>
    <w:rsid w:val="003C5B4B"/>
    <w:rsid w:val="003C66BF"/>
    <w:rsid w:val="003C75AE"/>
    <w:rsid w:val="003D008B"/>
    <w:rsid w:val="003D0C91"/>
    <w:rsid w:val="003D1A3A"/>
    <w:rsid w:val="003D1D2C"/>
    <w:rsid w:val="003D2683"/>
    <w:rsid w:val="003D2F1A"/>
    <w:rsid w:val="003D2F76"/>
    <w:rsid w:val="003D310B"/>
    <w:rsid w:val="003D37FB"/>
    <w:rsid w:val="003D4162"/>
    <w:rsid w:val="003D44C2"/>
    <w:rsid w:val="003D45E8"/>
    <w:rsid w:val="003D5BBC"/>
    <w:rsid w:val="003D6333"/>
    <w:rsid w:val="003D709A"/>
    <w:rsid w:val="003E044D"/>
    <w:rsid w:val="003E0A4B"/>
    <w:rsid w:val="003E0B15"/>
    <w:rsid w:val="003E0D0E"/>
    <w:rsid w:val="003E21F3"/>
    <w:rsid w:val="003E2275"/>
    <w:rsid w:val="003E2844"/>
    <w:rsid w:val="003E2862"/>
    <w:rsid w:val="003E4661"/>
    <w:rsid w:val="003E46D8"/>
    <w:rsid w:val="003E4AC4"/>
    <w:rsid w:val="003E4B36"/>
    <w:rsid w:val="003E4F7D"/>
    <w:rsid w:val="003E510E"/>
    <w:rsid w:val="003E51AF"/>
    <w:rsid w:val="003E53CC"/>
    <w:rsid w:val="003E571E"/>
    <w:rsid w:val="003E5FB8"/>
    <w:rsid w:val="003E7A77"/>
    <w:rsid w:val="003F04F3"/>
    <w:rsid w:val="003F2567"/>
    <w:rsid w:val="003F371B"/>
    <w:rsid w:val="003F388D"/>
    <w:rsid w:val="003F3DD4"/>
    <w:rsid w:val="00400812"/>
    <w:rsid w:val="0040111E"/>
    <w:rsid w:val="0040292D"/>
    <w:rsid w:val="00402C80"/>
    <w:rsid w:val="0040353A"/>
    <w:rsid w:val="0040361B"/>
    <w:rsid w:val="00403759"/>
    <w:rsid w:val="00403F6E"/>
    <w:rsid w:val="0040461F"/>
    <w:rsid w:val="00404DFF"/>
    <w:rsid w:val="00405399"/>
    <w:rsid w:val="0040579B"/>
    <w:rsid w:val="00406D78"/>
    <w:rsid w:val="00406F4E"/>
    <w:rsid w:val="00406F71"/>
    <w:rsid w:val="004071A4"/>
    <w:rsid w:val="00407BF4"/>
    <w:rsid w:val="00407FAF"/>
    <w:rsid w:val="00411BFD"/>
    <w:rsid w:val="004125AE"/>
    <w:rsid w:val="004126CB"/>
    <w:rsid w:val="00413A48"/>
    <w:rsid w:val="00413ED5"/>
    <w:rsid w:val="00414D97"/>
    <w:rsid w:val="00415001"/>
    <w:rsid w:val="004151C4"/>
    <w:rsid w:val="00415B21"/>
    <w:rsid w:val="00416229"/>
    <w:rsid w:val="0041673A"/>
    <w:rsid w:val="00416961"/>
    <w:rsid w:val="00417131"/>
    <w:rsid w:val="00417884"/>
    <w:rsid w:val="00420B62"/>
    <w:rsid w:val="00420E73"/>
    <w:rsid w:val="00422A7D"/>
    <w:rsid w:val="00422A89"/>
    <w:rsid w:val="0042311B"/>
    <w:rsid w:val="00424B2B"/>
    <w:rsid w:val="0042514D"/>
    <w:rsid w:val="004254E7"/>
    <w:rsid w:val="00426191"/>
    <w:rsid w:val="00426342"/>
    <w:rsid w:val="00426680"/>
    <w:rsid w:val="00426CC3"/>
    <w:rsid w:val="0042744C"/>
    <w:rsid w:val="00427FF1"/>
    <w:rsid w:val="00430742"/>
    <w:rsid w:val="004319FA"/>
    <w:rsid w:val="00431FA4"/>
    <w:rsid w:val="00432575"/>
    <w:rsid w:val="00432A1A"/>
    <w:rsid w:val="00432FE4"/>
    <w:rsid w:val="004334C1"/>
    <w:rsid w:val="00433555"/>
    <w:rsid w:val="00433803"/>
    <w:rsid w:val="004339BC"/>
    <w:rsid w:val="00433A1A"/>
    <w:rsid w:val="00433CD9"/>
    <w:rsid w:val="0043453B"/>
    <w:rsid w:val="004348C5"/>
    <w:rsid w:val="00434E33"/>
    <w:rsid w:val="00434FCA"/>
    <w:rsid w:val="0043514B"/>
    <w:rsid w:val="00435955"/>
    <w:rsid w:val="004361EA"/>
    <w:rsid w:val="00436320"/>
    <w:rsid w:val="00437941"/>
    <w:rsid w:val="004402E1"/>
    <w:rsid w:val="00440CCF"/>
    <w:rsid w:val="00440F57"/>
    <w:rsid w:val="00442820"/>
    <w:rsid w:val="0044322B"/>
    <w:rsid w:val="0044391D"/>
    <w:rsid w:val="00443983"/>
    <w:rsid w:val="004446B5"/>
    <w:rsid w:val="004459CE"/>
    <w:rsid w:val="00445C8C"/>
    <w:rsid w:val="00446014"/>
    <w:rsid w:val="00446058"/>
    <w:rsid w:val="00447BAF"/>
    <w:rsid w:val="00450B39"/>
    <w:rsid w:val="004511EE"/>
    <w:rsid w:val="00451BB4"/>
    <w:rsid w:val="00453378"/>
    <w:rsid w:val="00453F75"/>
    <w:rsid w:val="00454943"/>
    <w:rsid w:val="00454D49"/>
    <w:rsid w:val="004550C4"/>
    <w:rsid w:val="004551A1"/>
    <w:rsid w:val="00456F4F"/>
    <w:rsid w:val="0045775B"/>
    <w:rsid w:val="00457A12"/>
    <w:rsid w:val="004601B4"/>
    <w:rsid w:val="004602A0"/>
    <w:rsid w:val="00460596"/>
    <w:rsid w:val="00461038"/>
    <w:rsid w:val="00461948"/>
    <w:rsid w:val="00461AD7"/>
    <w:rsid w:val="00461B24"/>
    <w:rsid w:val="00461E61"/>
    <w:rsid w:val="00461FA2"/>
    <w:rsid w:val="004627A3"/>
    <w:rsid w:val="00462B4F"/>
    <w:rsid w:val="00462BA7"/>
    <w:rsid w:val="004642DB"/>
    <w:rsid w:val="00465070"/>
    <w:rsid w:val="00465740"/>
    <w:rsid w:val="004660F6"/>
    <w:rsid w:val="00466227"/>
    <w:rsid w:val="004662DE"/>
    <w:rsid w:val="00467163"/>
    <w:rsid w:val="004679F3"/>
    <w:rsid w:val="004707A7"/>
    <w:rsid w:val="00470D8C"/>
    <w:rsid w:val="0047152A"/>
    <w:rsid w:val="00471DB2"/>
    <w:rsid w:val="0047220E"/>
    <w:rsid w:val="00472920"/>
    <w:rsid w:val="004732CB"/>
    <w:rsid w:val="004736B1"/>
    <w:rsid w:val="00473703"/>
    <w:rsid w:val="0047380D"/>
    <w:rsid w:val="00474494"/>
    <w:rsid w:val="0047500B"/>
    <w:rsid w:val="004755CA"/>
    <w:rsid w:val="00475E9C"/>
    <w:rsid w:val="004764A4"/>
    <w:rsid w:val="00476622"/>
    <w:rsid w:val="00476B91"/>
    <w:rsid w:val="00480944"/>
    <w:rsid w:val="00481B7C"/>
    <w:rsid w:val="00481BDF"/>
    <w:rsid w:val="00482792"/>
    <w:rsid w:val="00482C3F"/>
    <w:rsid w:val="0048347A"/>
    <w:rsid w:val="004841F5"/>
    <w:rsid w:val="0048526D"/>
    <w:rsid w:val="00485393"/>
    <w:rsid w:val="00485BA4"/>
    <w:rsid w:val="0048669C"/>
    <w:rsid w:val="0049023F"/>
    <w:rsid w:val="00492267"/>
    <w:rsid w:val="004927D7"/>
    <w:rsid w:val="00493D51"/>
    <w:rsid w:val="00494063"/>
    <w:rsid w:val="00494ADF"/>
    <w:rsid w:val="00494F75"/>
    <w:rsid w:val="004A094C"/>
    <w:rsid w:val="004A10AD"/>
    <w:rsid w:val="004A3087"/>
    <w:rsid w:val="004A38B2"/>
    <w:rsid w:val="004A3E1F"/>
    <w:rsid w:val="004A3E5D"/>
    <w:rsid w:val="004A5173"/>
    <w:rsid w:val="004A5BFE"/>
    <w:rsid w:val="004A5C26"/>
    <w:rsid w:val="004A77DB"/>
    <w:rsid w:val="004B1927"/>
    <w:rsid w:val="004B1DEE"/>
    <w:rsid w:val="004B32B0"/>
    <w:rsid w:val="004B35A4"/>
    <w:rsid w:val="004B3899"/>
    <w:rsid w:val="004B58C8"/>
    <w:rsid w:val="004B5CB8"/>
    <w:rsid w:val="004B6382"/>
    <w:rsid w:val="004B75C0"/>
    <w:rsid w:val="004B771D"/>
    <w:rsid w:val="004B7B5F"/>
    <w:rsid w:val="004C14C2"/>
    <w:rsid w:val="004C15F0"/>
    <w:rsid w:val="004C2C73"/>
    <w:rsid w:val="004C2EFD"/>
    <w:rsid w:val="004C4847"/>
    <w:rsid w:val="004C53E3"/>
    <w:rsid w:val="004C6124"/>
    <w:rsid w:val="004C6DC6"/>
    <w:rsid w:val="004C7AE3"/>
    <w:rsid w:val="004C7F15"/>
    <w:rsid w:val="004D0054"/>
    <w:rsid w:val="004D04BA"/>
    <w:rsid w:val="004D100F"/>
    <w:rsid w:val="004D1C6C"/>
    <w:rsid w:val="004D2255"/>
    <w:rsid w:val="004D2BDD"/>
    <w:rsid w:val="004D30E4"/>
    <w:rsid w:val="004D437F"/>
    <w:rsid w:val="004D4DF9"/>
    <w:rsid w:val="004D5660"/>
    <w:rsid w:val="004D5898"/>
    <w:rsid w:val="004D5BC2"/>
    <w:rsid w:val="004D5D8B"/>
    <w:rsid w:val="004D6F83"/>
    <w:rsid w:val="004D70A9"/>
    <w:rsid w:val="004D7A3D"/>
    <w:rsid w:val="004E132B"/>
    <w:rsid w:val="004E14D9"/>
    <w:rsid w:val="004E1562"/>
    <w:rsid w:val="004E19A9"/>
    <w:rsid w:val="004E38A8"/>
    <w:rsid w:val="004E38B6"/>
    <w:rsid w:val="004E3BBD"/>
    <w:rsid w:val="004E42ED"/>
    <w:rsid w:val="004E534B"/>
    <w:rsid w:val="004E55A8"/>
    <w:rsid w:val="004E5B02"/>
    <w:rsid w:val="004E64F5"/>
    <w:rsid w:val="004E76BE"/>
    <w:rsid w:val="004E7F69"/>
    <w:rsid w:val="004F1F9C"/>
    <w:rsid w:val="004F2D98"/>
    <w:rsid w:val="004F311A"/>
    <w:rsid w:val="004F33AA"/>
    <w:rsid w:val="004F395C"/>
    <w:rsid w:val="004F3C91"/>
    <w:rsid w:val="004F4361"/>
    <w:rsid w:val="004F4C6E"/>
    <w:rsid w:val="004F757A"/>
    <w:rsid w:val="004F7F8B"/>
    <w:rsid w:val="00500552"/>
    <w:rsid w:val="00501422"/>
    <w:rsid w:val="00502092"/>
    <w:rsid w:val="00502A9D"/>
    <w:rsid w:val="00503559"/>
    <w:rsid w:val="0050393B"/>
    <w:rsid w:val="00503AE6"/>
    <w:rsid w:val="00503BE9"/>
    <w:rsid w:val="00503F3B"/>
    <w:rsid w:val="0050553E"/>
    <w:rsid w:val="005058AE"/>
    <w:rsid w:val="0050634A"/>
    <w:rsid w:val="005063DD"/>
    <w:rsid w:val="0050735C"/>
    <w:rsid w:val="0050736B"/>
    <w:rsid w:val="005073FC"/>
    <w:rsid w:val="00507A61"/>
    <w:rsid w:val="005102A0"/>
    <w:rsid w:val="00510E59"/>
    <w:rsid w:val="00512C99"/>
    <w:rsid w:val="00513036"/>
    <w:rsid w:val="00513EE0"/>
    <w:rsid w:val="00514198"/>
    <w:rsid w:val="0051501B"/>
    <w:rsid w:val="00515521"/>
    <w:rsid w:val="00515700"/>
    <w:rsid w:val="005158D3"/>
    <w:rsid w:val="00516400"/>
    <w:rsid w:val="00516CAA"/>
    <w:rsid w:val="005205BA"/>
    <w:rsid w:val="005207A3"/>
    <w:rsid w:val="00520D00"/>
    <w:rsid w:val="005226A6"/>
    <w:rsid w:val="00522F37"/>
    <w:rsid w:val="00523144"/>
    <w:rsid w:val="00523CFB"/>
    <w:rsid w:val="00523F19"/>
    <w:rsid w:val="00524E81"/>
    <w:rsid w:val="0052548A"/>
    <w:rsid w:val="00525520"/>
    <w:rsid w:val="00525854"/>
    <w:rsid w:val="00525EEE"/>
    <w:rsid w:val="00526473"/>
    <w:rsid w:val="00530BF2"/>
    <w:rsid w:val="005318F9"/>
    <w:rsid w:val="00531BAF"/>
    <w:rsid w:val="00532C96"/>
    <w:rsid w:val="00533325"/>
    <w:rsid w:val="0053459C"/>
    <w:rsid w:val="005348C8"/>
    <w:rsid w:val="00534997"/>
    <w:rsid w:val="00534B81"/>
    <w:rsid w:val="00535238"/>
    <w:rsid w:val="00536F07"/>
    <w:rsid w:val="00537CC3"/>
    <w:rsid w:val="00540466"/>
    <w:rsid w:val="00540512"/>
    <w:rsid w:val="005411BF"/>
    <w:rsid w:val="0054130E"/>
    <w:rsid w:val="00541D94"/>
    <w:rsid w:val="00541ECF"/>
    <w:rsid w:val="005424D5"/>
    <w:rsid w:val="00542CF5"/>
    <w:rsid w:val="005435E0"/>
    <w:rsid w:val="00543C6E"/>
    <w:rsid w:val="00543FDD"/>
    <w:rsid w:val="00544166"/>
    <w:rsid w:val="00544D29"/>
    <w:rsid w:val="0054561E"/>
    <w:rsid w:val="00545DFB"/>
    <w:rsid w:val="005476C0"/>
    <w:rsid w:val="00550B5B"/>
    <w:rsid w:val="005523FB"/>
    <w:rsid w:val="005525AD"/>
    <w:rsid w:val="00553A1A"/>
    <w:rsid w:val="00553CBF"/>
    <w:rsid w:val="005547D7"/>
    <w:rsid w:val="00555EB4"/>
    <w:rsid w:val="00556D08"/>
    <w:rsid w:val="00556DE6"/>
    <w:rsid w:val="00556FD3"/>
    <w:rsid w:val="00557637"/>
    <w:rsid w:val="00557B6E"/>
    <w:rsid w:val="0056022E"/>
    <w:rsid w:val="005604BD"/>
    <w:rsid w:val="00560E43"/>
    <w:rsid w:val="005628D8"/>
    <w:rsid w:val="0056295A"/>
    <w:rsid w:val="00563515"/>
    <w:rsid w:val="005635B9"/>
    <w:rsid w:val="005635FD"/>
    <w:rsid w:val="00564A79"/>
    <w:rsid w:val="00564C07"/>
    <w:rsid w:val="0056500A"/>
    <w:rsid w:val="00566207"/>
    <w:rsid w:val="00566E84"/>
    <w:rsid w:val="0056712E"/>
    <w:rsid w:val="005676D1"/>
    <w:rsid w:val="00570DE3"/>
    <w:rsid w:val="00571E72"/>
    <w:rsid w:val="00572AF0"/>
    <w:rsid w:val="00572C28"/>
    <w:rsid w:val="0057374B"/>
    <w:rsid w:val="005738A4"/>
    <w:rsid w:val="00573CF0"/>
    <w:rsid w:val="00573DD8"/>
    <w:rsid w:val="00573E42"/>
    <w:rsid w:val="00573E4A"/>
    <w:rsid w:val="005742D0"/>
    <w:rsid w:val="00574B8D"/>
    <w:rsid w:val="00574DA8"/>
    <w:rsid w:val="00575516"/>
    <w:rsid w:val="005759DC"/>
    <w:rsid w:val="005759E6"/>
    <w:rsid w:val="00576BD8"/>
    <w:rsid w:val="00577E54"/>
    <w:rsid w:val="00577F82"/>
    <w:rsid w:val="00577FDC"/>
    <w:rsid w:val="00580501"/>
    <w:rsid w:val="00580B48"/>
    <w:rsid w:val="00581786"/>
    <w:rsid w:val="00581DE9"/>
    <w:rsid w:val="0058292D"/>
    <w:rsid w:val="00583853"/>
    <w:rsid w:val="00585A1B"/>
    <w:rsid w:val="00586605"/>
    <w:rsid w:val="005868DC"/>
    <w:rsid w:val="00590630"/>
    <w:rsid w:val="0059070F"/>
    <w:rsid w:val="00590EA8"/>
    <w:rsid w:val="00591ABF"/>
    <w:rsid w:val="00592BAD"/>
    <w:rsid w:val="00593084"/>
    <w:rsid w:val="005931CE"/>
    <w:rsid w:val="0059376A"/>
    <w:rsid w:val="00594D5A"/>
    <w:rsid w:val="00596705"/>
    <w:rsid w:val="005973E8"/>
    <w:rsid w:val="00597599"/>
    <w:rsid w:val="00597B67"/>
    <w:rsid w:val="005A036B"/>
    <w:rsid w:val="005A1822"/>
    <w:rsid w:val="005A2A67"/>
    <w:rsid w:val="005A2ACC"/>
    <w:rsid w:val="005A2B74"/>
    <w:rsid w:val="005A3A74"/>
    <w:rsid w:val="005A3B8D"/>
    <w:rsid w:val="005A3BDA"/>
    <w:rsid w:val="005A4686"/>
    <w:rsid w:val="005A4915"/>
    <w:rsid w:val="005A4B80"/>
    <w:rsid w:val="005A5126"/>
    <w:rsid w:val="005A597F"/>
    <w:rsid w:val="005A6262"/>
    <w:rsid w:val="005A6A4A"/>
    <w:rsid w:val="005A6E83"/>
    <w:rsid w:val="005A7CD1"/>
    <w:rsid w:val="005B2498"/>
    <w:rsid w:val="005B2E56"/>
    <w:rsid w:val="005B2E61"/>
    <w:rsid w:val="005B392D"/>
    <w:rsid w:val="005B3B1D"/>
    <w:rsid w:val="005B493C"/>
    <w:rsid w:val="005B4DDE"/>
    <w:rsid w:val="005B567E"/>
    <w:rsid w:val="005B5E09"/>
    <w:rsid w:val="005B5EDC"/>
    <w:rsid w:val="005B6BB2"/>
    <w:rsid w:val="005B6E2B"/>
    <w:rsid w:val="005C0229"/>
    <w:rsid w:val="005C075F"/>
    <w:rsid w:val="005C1375"/>
    <w:rsid w:val="005C2A82"/>
    <w:rsid w:val="005C3784"/>
    <w:rsid w:val="005C38A1"/>
    <w:rsid w:val="005C465C"/>
    <w:rsid w:val="005C58A6"/>
    <w:rsid w:val="005C6AF0"/>
    <w:rsid w:val="005C6FB1"/>
    <w:rsid w:val="005C7588"/>
    <w:rsid w:val="005C7EFB"/>
    <w:rsid w:val="005D08B7"/>
    <w:rsid w:val="005D1855"/>
    <w:rsid w:val="005D200B"/>
    <w:rsid w:val="005D22D2"/>
    <w:rsid w:val="005D2C4B"/>
    <w:rsid w:val="005D443C"/>
    <w:rsid w:val="005D62E0"/>
    <w:rsid w:val="005D6563"/>
    <w:rsid w:val="005D6DAD"/>
    <w:rsid w:val="005D7545"/>
    <w:rsid w:val="005D7D79"/>
    <w:rsid w:val="005E01BE"/>
    <w:rsid w:val="005E0EF7"/>
    <w:rsid w:val="005E30BB"/>
    <w:rsid w:val="005E3112"/>
    <w:rsid w:val="005E3EEE"/>
    <w:rsid w:val="005E4283"/>
    <w:rsid w:val="005E43FA"/>
    <w:rsid w:val="005E55E9"/>
    <w:rsid w:val="005E5F28"/>
    <w:rsid w:val="005E6A15"/>
    <w:rsid w:val="005F0A42"/>
    <w:rsid w:val="005F15E4"/>
    <w:rsid w:val="005F162F"/>
    <w:rsid w:val="005F2094"/>
    <w:rsid w:val="005F2166"/>
    <w:rsid w:val="005F2950"/>
    <w:rsid w:val="005F2B5C"/>
    <w:rsid w:val="005F37C8"/>
    <w:rsid w:val="005F53C5"/>
    <w:rsid w:val="005F60CB"/>
    <w:rsid w:val="005F665A"/>
    <w:rsid w:val="005F66D1"/>
    <w:rsid w:val="005F6ADF"/>
    <w:rsid w:val="005F6CAD"/>
    <w:rsid w:val="005F6D8D"/>
    <w:rsid w:val="005F7C08"/>
    <w:rsid w:val="0060004F"/>
    <w:rsid w:val="006003FA"/>
    <w:rsid w:val="006006B1"/>
    <w:rsid w:val="00602132"/>
    <w:rsid w:val="00602781"/>
    <w:rsid w:val="006033E6"/>
    <w:rsid w:val="00603CBC"/>
    <w:rsid w:val="00603D07"/>
    <w:rsid w:val="00604D75"/>
    <w:rsid w:val="0060509E"/>
    <w:rsid w:val="006052E6"/>
    <w:rsid w:val="0060537E"/>
    <w:rsid w:val="00605D2F"/>
    <w:rsid w:val="00605EAF"/>
    <w:rsid w:val="00605FC7"/>
    <w:rsid w:val="0060672D"/>
    <w:rsid w:val="00607F12"/>
    <w:rsid w:val="00610742"/>
    <w:rsid w:val="0061089F"/>
    <w:rsid w:val="00610A5F"/>
    <w:rsid w:val="00610BE4"/>
    <w:rsid w:val="00610BEF"/>
    <w:rsid w:val="00612D97"/>
    <w:rsid w:val="00615636"/>
    <w:rsid w:val="0061579C"/>
    <w:rsid w:val="00615C53"/>
    <w:rsid w:val="00620079"/>
    <w:rsid w:val="006212A4"/>
    <w:rsid w:val="00621B21"/>
    <w:rsid w:val="00622196"/>
    <w:rsid w:val="00622388"/>
    <w:rsid w:val="0062250D"/>
    <w:rsid w:val="00623DF6"/>
    <w:rsid w:val="00624F6C"/>
    <w:rsid w:val="0062540B"/>
    <w:rsid w:val="0062646E"/>
    <w:rsid w:val="00626951"/>
    <w:rsid w:val="00626A2F"/>
    <w:rsid w:val="00626BDF"/>
    <w:rsid w:val="00627006"/>
    <w:rsid w:val="006278BC"/>
    <w:rsid w:val="00627EBD"/>
    <w:rsid w:val="00630AFA"/>
    <w:rsid w:val="006323A6"/>
    <w:rsid w:val="00632FBA"/>
    <w:rsid w:val="00632FCF"/>
    <w:rsid w:val="00633277"/>
    <w:rsid w:val="00634719"/>
    <w:rsid w:val="00634870"/>
    <w:rsid w:val="00635BDB"/>
    <w:rsid w:val="00636571"/>
    <w:rsid w:val="0063719E"/>
    <w:rsid w:val="006413F0"/>
    <w:rsid w:val="00641492"/>
    <w:rsid w:val="0064160F"/>
    <w:rsid w:val="00641B73"/>
    <w:rsid w:val="00641D51"/>
    <w:rsid w:val="0064241D"/>
    <w:rsid w:val="00642694"/>
    <w:rsid w:val="006429F6"/>
    <w:rsid w:val="00642D8D"/>
    <w:rsid w:val="00642DB4"/>
    <w:rsid w:val="0064464F"/>
    <w:rsid w:val="00644FE9"/>
    <w:rsid w:val="00645155"/>
    <w:rsid w:val="00645AD0"/>
    <w:rsid w:val="006463B5"/>
    <w:rsid w:val="00646B46"/>
    <w:rsid w:val="0064708E"/>
    <w:rsid w:val="006478A0"/>
    <w:rsid w:val="00647C65"/>
    <w:rsid w:val="006503AF"/>
    <w:rsid w:val="00650D7B"/>
    <w:rsid w:val="006515B2"/>
    <w:rsid w:val="00651C12"/>
    <w:rsid w:val="006527BF"/>
    <w:rsid w:val="00653077"/>
    <w:rsid w:val="00653929"/>
    <w:rsid w:val="00653D3E"/>
    <w:rsid w:val="00653F70"/>
    <w:rsid w:val="00654BB4"/>
    <w:rsid w:val="00654E23"/>
    <w:rsid w:val="00655239"/>
    <w:rsid w:val="00655299"/>
    <w:rsid w:val="0065547B"/>
    <w:rsid w:val="00657461"/>
    <w:rsid w:val="00657C4B"/>
    <w:rsid w:val="00660381"/>
    <w:rsid w:val="00662BC1"/>
    <w:rsid w:val="006631F5"/>
    <w:rsid w:val="006639EE"/>
    <w:rsid w:val="00663F04"/>
    <w:rsid w:val="0066403B"/>
    <w:rsid w:val="006651BC"/>
    <w:rsid w:val="00665ED5"/>
    <w:rsid w:val="00666BCA"/>
    <w:rsid w:val="00670088"/>
    <w:rsid w:val="00670612"/>
    <w:rsid w:val="00671F85"/>
    <w:rsid w:val="0067239D"/>
    <w:rsid w:val="00673260"/>
    <w:rsid w:val="00673291"/>
    <w:rsid w:val="006736FD"/>
    <w:rsid w:val="0067519C"/>
    <w:rsid w:val="0067589D"/>
    <w:rsid w:val="00676060"/>
    <w:rsid w:val="00676265"/>
    <w:rsid w:val="00676491"/>
    <w:rsid w:val="00676510"/>
    <w:rsid w:val="00677FE9"/>
    <w:rsid w:val="0068015C"/>
    <w:rsid w:val="00681365"/>
    <w:rsid w:val="00681C6E"/>
    <w:rsid w:val="0068347F"/>
    <w:rsid w:val="006837DD"/>
    <w:rsid w:val="00683CFD"/>
    <w:rsid w:val="00685347"/>
    <w:rsid w:val="00685F00"/>
    <w:rsid w:val="00686E10"/>
    <w:rsid w:val="00690113"/>
    <w:rsid w:val="006906FB"/>
    <w:rsid w:val="00690887"/>
    <w:rsid w:val="00691154"/>
    <w:rsid w:val="006923F2"/>
    <w:rsid w:val="00693D95"/>
    <w:rsid w:val="0069405F"/>
    <w:rsid w:val="006940F8"/>
    <w:rsid w:val="006942E3"/>
    <w:rsid w:val="006971CF"/>
    <w:rsid w:val="00697586"/>
    <w:rsid w:val="006978F3"/>
    <w:rsid w:val="00697C5F"/>
    <w:rsid w:val="006A0349"/>
    <w:rsid w:val="006A07DC"/>
    <w:rsid w:val="006A2102"/>
    <w:rsid w:val="006A2277"/>
    <w:rsid w:val="006A302B"/>
    <w:rsid w:val="006A3AA3"/>
    <w:rsid w:val="006A4AA0"/>
    <w:rsid w:val="006A576F"/>
    <w:rsid w:val="006A6A71"/>
    <w:rsid w:val="006A708B"/>
    <w:rsid w:val="006A7B2C"/>
    <w:rsid w:val="006A7F46"/>
    <w:rsid w:val="006B0F01"/>
    <w:rsid w:val="006B1366"/>
    <w:rsid w:val="006B1A71"/>
    <w:rsid w:val="006B30BD"/>
    <w:rsid w:val="006B3240"/>
    <w:rsid w:val="006B389A"/>
    <w:rsid w:val="006B5222"/>
    <w:rsid w:val="006B60FE"/>
    <w:rsid w:val="006B71B8"/>
    <w:rsid w:val="006B7FF7"/>
    <w:rsid w:val="006C0645"/>
    <w:rsid w:val="006C0892"/>
    <w:rsid w:val="006C147B"/>
    <w:rsid w:val="006C18D1"/>
    <w:rsid w:val="006C1B87"/>
    <w:rsid w:val="006C248C"/>
    <w:rsid w:val="006C2650"/>
    <w:rsid w:val="006C29F7"/>
    <w:rsid w:val="006C2C6D"/>
    <w:rsid w:val="006C4C2D"/>
    <w:rsid w:val="006C4ED4"/>
    <w:rsid w:val="006C5371"/>
    <w:rsid w:val="006C5F1F"/>
    <w:rsid w:val="006C6811"/>
    <w:rsid w:val="006C6D3F"/>
    <w:rsid w:val="006C732E"/>
    <w:rsid w:val="006C789A"/>
    <w:rsid w:val="006C7B7E"/>
    <w:rsid w:val="006C7DFE"/>
    <w:rsid w:val="006D0628"/>
    <w:rsid w:val="006D0842"/>
    <w:rsid w:val="006D0ECB"/>
    <w:rsid w:val="006D118E"/>
    <w:rsid w:val="006D1FA3"/>
    <w:rsid w:val="006D2154"/>
    <w:rsid w:val="006D2644"/>
    <w:rsid w:val="006D4798"/>
    <w:rsid w:val="006D5491"/>
    <w:rsid w:val="006D5DAB"/>
    <w:rsid w:val="006D5FBD"/>
    <w:rsid w:val="006D6A83"/>
    <w:rsid w:val="006E0025"/>
    <w:rsid w:val="006E07B3"/>
    <w:rsid w:val="006E1857"/>
    <w:rsid w:val="006E18D6"/>
    <w:rsid w:val="006E1C49"/>
    <w:rsid w:val="006E2C0F"/>
    <w:rsid w:val="006E3160"/>
    <w:rsid w:val="006E3244"/>
    <w:rsid w:val="006E3481"/>
    <w:rsid w:val="006E35A7"/>
    <w:rsid w:val="006E3A88"/>
    <w:rsid w:val="006E3E4F"/>
    <w:rsid w:val="006E409B"/>
    <w:rsid w:val="006E477A"/>
    <w:rsid w:val="006E618E"/>
    <w:rsid w:val="006F14E1"/>
    <w:rsid w:val="006F25A5"/>
    <w:rsid w:val="006F2C06"/>
    <w:rsid w:val="006F3839"/>
    <w:rsid w:val="006F3B63"/>
    <w:rsid w:val="006F4E94"/>
    <w:rsid w:val="006F5881"/>
    <w:rsid w:val="006F6E49"/>
    <w:rsid w:val="006F75EB"/>
    <w:rsid w:val="006F7887"/>
    <w:rsid w:val="007001DA"/>
    <w:rsid w:val="00700529"/>
    <w:rsid w:val="00700C6F"/>
    <w:rsid w:val="00703E80"/>
    <w:rsid w:val="00704E49"/>
    <w:rsid w:val="00705583"/>
    <w:rsid w:val="00706117"/>
    <w:rsid w:val="0070762C"/>
    <w:rsid w:val="00710B13"/>
    <w:rsid w:val="007116B4"/>
    <w:rsid w:val="007122A9"/>
    <w:rsid w:val="00712A25"/>
    <w:rsid w:val="00714F96"/>
    <w:rsid w:val="00715AE7"/>
    <w:rsid w:val="00715C65"/>
    <w:rsid w:val="007161D0"/>
    <w:rsid w:val="007164D1"/>
    <w:rsid w:val="00716AFD"/>
    <w:rsid w:val="0071754A"/>
    <w:rsid w:val="00717629"/>
    <w:rsid w:val="00717C89"/>
    <w:rsid w:val="00717D59"/>
    <w:rsid w:val="00717D9F"/>
    <w:rsid w:val="00720688"/>
    <w:rsid w:val="0072071C"/>
    <w:rsid w:val="00720FE8"/>
    <w:rsid w:val="00721809"/>
    <w:rsid w:val="00721DD2"/>
    <w:rsid w:val="007221AC"/>
    <w:rsid w:val="007223AB"/>
    <w:rsid w:val="0072263E"/>
    <w:rsid w:val="007227BA"/>
    <w:rsid w:val="00723072"/>
    <w:rsid w:val="00723A5A"/>
    <w:rsid w:val="00724646"/>
    <w:rsid w:val="007246B8"/>
    <w:rsid w:val="00724F8B"/>
    <w:rsid w:val="00725180"/>
    <w:rsid w:val="00725742"/>
    <w:rsid w:val="00725DF9"/>
    <w:rsid w:val="00725E74"/>
    <w:rsid w:val="0072617B"/>
    <w:rsid w:val="00726890"/>
    <w:rsid w:val="007275BF"/>
    <w:rsid w:val="0072788A"/>
    <w:rsid w:val="00730E29"/>
    <w:rsid w:val="00730E2F"/>
    <w:rsid w:val="00731124"/>
    <w:rsid w:val="007312C3"/>
    <w:rsid w:val="00731360"/>
    <w:rsid w:val="00732949"/>
    <w:rsid w:val="007332B4"/>
    <w:rsid w:val="00733732"/>
    <w:rsid w:val="007337D7"/>
    <w:rsid w:val="00733802"/>
    <w:rsid w:val="00733B4D"/>
    <w:rsid w:val="00734256"/>
    <w:rsid w:val="0073455D"/>
    <w:rsid w:val="00735733"/>
    <w:rsid w:val="00736367"/>
    <w:rsid w:val="007378CD"/>
    <w:rsid w:val="00737994"/>
    <w:rsid w:val="00740AA1"/>
    <w:rsid w:val="0074164E"/>
    <w:rsid w:val="007429F0"/>
    <w:rsid w:val="0074451A"/>
    <w:rsid w:val="00744A57"/>
    <w:rsid w:val="00744AD8"/>
    <w:rsid w:val="00744F05"/>
    <w:rsid w:val="00744FE4"/>
    <w:rsid w:val="00745FC4"/>
    <w:rsid w:val="007466EC"/>
    <w:rsid w:val="007471AE"/>
    <w:rsid w:val="00747651"/>
    <w:rsid w:val="00747BA4"/>
    <w:rsid w:val="007515B8"/>
    <w:rsid w:val="0075316D"/>
    <w:rsid w:val="00753240"/>
    <w:rsid w:val="00753DE8"/>
    <w:rsid w:val="0075481A"/>
    <w:rsid w:val="007548B9"/>
    <w:rsid w:val="0075490F"/>
    <w:rsid w:val="0075558C"/>
    <w:rsid w:val="00755A67"/>
    <w:rsid w:val="007578CD"/>
    <w:rsid w:val="00760CBE"/>
    <w:rsid w:val="00760D31"/>
    <w:rsid w:val="0076203C"/>
    <w:rsid w:val="007620DA"/>
    <w:rsid w:val="00762747"/>
    <w:rsid w:val="00763AEC"/>
    <w:rsid w:val="007653A8"/>
    <w:rsid w:val="007653CE"/>
    <w:rsid w:val="00765A0C"/>
    <w:rsid w:val="00770D99"/>
    <w:rsid w:val="0077135A"/>
    <w:rsid w:val="00771676"/>
    <w:rsid w:val="00771C97"/>
    <w:rsid w:val="0077218E"/>
    <w:rsid w:val="00772385"/>
    <w:rsid w:val="0077344A"/>
    <w:rsid w:val="00773AAD"/>
    <w:rsid w:val="00774717"/>
    <w:rsid w:val="00774A7E"/>
    <w:rsid w:val="00775BE0"/>
    <w:rsid w:val="00775EDD"/>
    <w:rsid w:val="007764AF"/>
    <w:rsid w:val="007767C9"/>
    <w:rsid w:val="00777916"/>
    <w:rsid w:val="00777A76"/>
    <w:rsid w:val="00777BD9"/>
    <w:rsid w:val="00777F9D"/>
    <w:rsid w:val="007806BC"/>
    <w:rsid w:val="007813F5"/>
    <w:rsid w:val="00781805"/>
    <w:rsid w:val="007841FF"/>
    <w:rsid w:val="00785856"/>
    <w:rsid w:val="007862FC"/>
    <w:rsid w:val="00786B94"/>
    <w:rsid w:val="00786D94"/>
    <w:rsid w:val="007870A1"/>
    <w:rsid w:val="007905DF"/>
    <w:rsid w:val="00790E5B"/>
    <w:rsid w:val="007910A3"/>
    <w:rsid w:val="00791475"/>
    <w:rsid w:val="007914B4"/>
    <w:rsid w:val="007917D4"/>
    <w:rsid w:val="00791B16"/>
    <w:rsid w:val="00791B8B"/>
    <w:rsid w:val="00791D66"/>
    <w:rsid w:val="007926A2"/>
    <w:rsid w:val="00792CA6"/>
    <w:rsid w:val="007939EC"/>
    <w:rsid w:val="00793B3A"/>
    <w:rsid w:val="00793BFF"/>
    <w:rsid w:val="00793DCA"/>
    <w:rsid w:val="00793DCB"/>
    <w:rsid w:val="00794CF3"/>
    <w:rsid w:val="00795E20"/>
    <w:rsid w:val="00796D9E"/>
    <w:rsid w:val="00797AED"/>
    <w:rsid w:val="007A0673"/>
    <w:rsid w:val="007A0879"/>
    <w:rsid w:val="007A19F4"/>
    <w:rsid w:val="007A1C44"/>
    <w:rsid w:val="007A2F30"/>
    <w:rsid w:val="007A32D3"/>
    <w:rsid w:val="007A5B91"/>
    <w:rsid w:val="007A653C"/>
    <w:rsid w:val="007A69F0"/>
    <w:rsid w:val="007A7DCD"/>
    <w:rsid w:val="007B0254"/>
    <w:rsid w:val="007B0989"/>
    <w:rsid w:val="007B1819"/>
    <w:rsid w:val="007B2387"/>
    <w:rsid w:val="007B3FDE"/>
    <w:rsid w:val="007B4071"/>
    <w:rsid w:val="007B415B"/>
    <w:rsid w:val="007B4B56"/>
    <w:rsid w:val="007B548C"/>
    <w:rsid w:val="007B5F1A"/>
    <w:rsid w:val="007B61D6"/>
    <w:rsid w:val="007B6A51"/>
    <w:rsid w:val="007B6FB6"/>
    <w:rsid w:val="007B7061"/>
    <w:rsid w:val="007B7134"/>
    <w:rsid w:val="007B774E"/>
    <w:rsid w:val="007B7B9F"/>
    <w:rsid w:val="007C04F2"/>
    <w:rsid w:val="007C0DEC"/>
    <w:rsid w:val="007C0EBE"/>
    <w:rsid w:val="007C1033"/>
    <w:rsid w:val="007C1F56"/>
    <w:rsid w:val="007C329D"/>
    <w:rsid w:val="007C37F7"/>
    <w:rsid w:val="007C40B5"/>
    <w:rsid w:val="007C410C"/>
    <w:rsid w:val="007C48C5"/>
    <w:rsid w:val="007C4A0E"/>
    <w:rsid w:val="007C4BB7"/>
    <w:rsid w:val="007C4CE5"/>
    <w:rsid w:val="007C5090"/>
    <w:rsid w:val="007C57C5"/>
    <w:rsid w:val="007C5B35"/>
    <w:rsid w:val="007C5B69"/>
    <w:rsid w:val="007C67D6"/>
    <w:rsid w:val="007C76D1"/>
    <w:rsid w:val="007D00CE"/>
    <w:rsid w:val="007D1DDE"/>
    <w:rsid w:val="007D4803"/>
    <w:rsid w:val="007D4A45"/>
    <w:rsid w:val="007D55E3"/>
    <w:rsid w:val="007D56BB"/>
    <w:rsid w:val="007D5A37"/>
    <w:rsid w:val="007D5E49"/>
    <w:rsid w:val="007D63D8"/>
    <w:rsid w:val="007D7D91"/>
    <w:rsid w:val="007D7F1A"/>
    <w:rsid w:val="007E0ABB"/>
    <w:rsid w:val="007E34CA"/>
    <w:rsid w:val="007E375A"/>
    <w:rsid w:val="007E3EF0"/>
    <w:rsid w:val="007E4609"/>
    <w:rsid w:val="007E5723"/>
    <w:rsid w:val="007E6426"/>
    <w:rsid w:val="007E6D41"/>
    <w:rsid w:val="007E6D50"/>
    <w:rsid w:val="007E7241"/>
    <w:rsid w:val="007E7C2F"/>
    <w:rsid w:val="007E7CD8"/>
    <w:rsid w:val="007E7ECE"/>
    <w:rsid w:val="007E7F34"/>
    <w:rsid w:val="007F2C74"/>
    <w:rsid w:val="007F2F11"/>
    <w:rsid w:val="007F330A"/>
    <w:rsid w:val="007F3A60"/>
    <w:rsid w:val="007F3B6A"/>
    <w:rsid w:val="007F3C2D"/>
    <w:rsid w:val="007F3F0A"/>
    <w:rsid w:val="007F46D6"/>
    <w:rsid w:val="007F561E"/>
    <w:rsid w:val="007F5FDD"/>
    <w:rsid w:val="007F7400"/>
    <w:rsid w:val="007F75E5"/>
    <w:rsid w:val="007F7838"/>
    <w:rsid w:val="007F7974"/>
    <w:rsid w:val="008005DA"/>
    <w:rsid w:val="00800829"/>
    <w:rsid w:val="008013EA"/>
    <w:rsid w:val="0080147F"/>
    <w:rsid w:val="00802555"/>
    <w:rsid w:val="00803088"/>
    <w:rsid w:val="0080560C"/>
    <w:rsid w:val="00805870"/>
    <w:rsid w:val="008063E0"/>
    <w:rsid w:val="0080661C"/>
    <w:rsid w:val="0080709B"/>
    <w:rsid w:val="0080753D"/>
    <w:rsid w:val="008106CE"/>
    <w:rsid w:val="00810FB1"/>
    <w:rsid w:val="008118E4"/>
    <w:rsid w:val="00811F8C"/>
    <w:rsid w:val="008121A6"/>
    <w:rsid w:val="00812A02"/>
    <w:rsid w:val="00812B38"/>
    <w:rsid w:val="00812F39"/>
    <w:rsid w:val="00813A37"/>
    <w:rsid w:val="00813E7E"/>
    <w:rsid w:val="0081413A"/>
    <w:rsid w:val="00814525"/>
    <w:rsid w:val="00814650"/>
    <w:rsid w:val="00814E63"/>
    <w:rsid w:val="00817B3E"/>
    <w:rsid w:val="00820E0E"/>
    <w:rsid w:val="008219AB"/>
    <w:rsid w:val="008234B3"/>
    <w:rsid w:val="00823853"/>
    <w:rsid w:val="00823C2C"/>
    <w:rsid w:val="00824796"/>
    <w:rsid w:val="00824816"/>
    <w:rsid w:val="00824AD6"/>
    <w:rsid w:val="008258E1"/>
    <w:rsid w:val="00825EA4"/>
    <w:rsid w:val="008263C6"/>
    <w:rsid w:val="00826BCC"/>
    <w:rsid w:val="00830054"/>
    <w:rsid w:val="008301C5"/>
    <w:rsid w:val="00830AAF"/>
    <w:rsid w:val="0083127A"/>
    <w:rsid w:val="0083179C"/>
    <w:rsid w:val="00831BDC"/>
    <w:rsid w:val="008321D7"/>
    <w:rsid w:val="0083242A"/>
    <w:rsid w:val="00832C14"/>
    <w:rsid w:val="00832DE3"/>
    <w:rsid w:val="00834670"/>
    <w:rsid w:val="00834CFA"/>
    <w:rsid w:val="0083519C"/>
    <w:rsid w:val="008360D2"/>
    <w:rsid w:val="00837171"/>
    <w:rsid w:val="00837580"/>
    <w:rsid w:val="008401B6"/>
    <w:rsid w:val="00840500"/>
    <w:rsid w:val="0084240E"/>
    <w:rsid w:val="008442E8"/>
    <w:rsid w:val="00844E8A"/>
    <w:rsid w:val="00845F4A"/>
    <w:rsid w:val="00846399"/>
    <w:rsid w:val="00846D7C"/>
    <w:rsid w:val="0084771E"/>
    <w:rsid w:val="00850208"/>
    <w:rsid w:val="0085056D"/>
    <w:rsid w:val="00850A04"/>
    <w:rsid w:val="00850C69"/>
    <w:rsid w:val="00850D93"/>
    <w:rsid w:val="00850FAF"/>
    <w:rsid w:val="00851E9E"/>
    <w:rsid w:val="008526DB"/>
    <w:rsid w:val="00852CD5"/>
    <w:rsid w:val="00852D54"/>
    <w:rsid w:val="00853085"/>
    <w:rsid w:val="00854165"/>
    <w:rsid w:val="008553AE"/>
    <w:rsid w:val="008559F6"/>
    <w:rsid w:val="00855D79"/>
    <w:rsid w:val="00855DFE"/>
    <w:rsid w:val="0085618E"/>
    <w:rsid w:val="0086007F"/>
    <w:rsid w:val="008600C4"/>
    <w:rsid w:val="008609D2"/>
    <w:rsid w:val="00860C2F"/>
    <w:rsid w:val="00862F49"/>
    <w:rsid w:val="00863E5E"/>
    <w:rsid w:val="0086404B"/>
    <w:rsid w:val="00864718"/>
    <w:rsid w:val="0086473E"/>
    <w:rsid w:val="008649E2"/>
    <w:rsid w:val="00865134"/>
    <w:rsid w:val="00865DBB"/>
    <w:rsid w:val="0086670F"/>
    <w:rsid w:val="00867038"/>
    <w:rsid w:val="008677C2"/>
    <w:rsid w:val="00867F38"/>
    <w:rsid w:val="00870F10"/>
    <w:rsid w:val="00871086"/>
    <w:rsid w:val="00871145"/>
    <w:rsid w:val="0087149C"/>
    <w:rsid w:val="00871905"/>
    <w:rsid w:val="00871BFB"/>
    <w:rsid w:val="008736C3"/>
    <w:rsid w:val="00873742"/>
    <w:rsid w:val="008739F9"/>
    <w:rsid w:val="00874DBC"/>
    <w:rsid w:val="00876405"/>
    <w:rsid w:val="00876501"/>
    <w:rsid w:val="008805AF"/>
    <w:rsid w:val="008805EF"/>
    <w:rsid w:val="00880D0E"/>
    <w:rsid w:val="00881B19"/>
    <w:rsid w:val="00882544"/>
    <w:rsid w:val="00882572"/>
    <w:rsid w:val="008826DE"/>
    <w:rsid w:val="008833DD"/>
    <w:rsid w:val="0088426D"/>
    <w:rsid w:val="008843D7"/>
    <w:rsid w:val="00885197"/>
    <w:rsid w:val="008852AB"/>
    <w:rsid w:val="00885FC8"/>
    <w:rsid w:val="008865DC"/>
    <w:rsid w:val="00887117"/>
    <w:rsid w:val="00887816"/>
    <w:rsid w:val="00887F13"/>
    <w:rsid w:val="00890DF1"/>
    <w:rsid w:val="0089435D"/>
    <w:rsid w:val="0089451F"/>
    <w:rsid w:val="008946C7"/>
    <w:rsid w:val="00895155"/>
    <w:rsid w:val="00895A5B"/>
    <w:rsid w:val="00897775"/>
    <w:rsid w:val="00897944"/>
    <w:rsid w:val="008A0D60"/>
    <w:rsid w:val="008A1496"/>
    <w:rsid w:val="008A1CC3"/>
    <w:rsid w:val="008A2066"/>
    <w:rsid w:val="008A37F5"/>
    <w:rsid w:val="008A3842"/>
    <w:rsid w:val="008A4521"/>
    <w:rsid w:val="008A4B21"/>
    <w:rsid w:val="008A5625"/>
    <w:rsid w:val="008A6792"/>
    <w:rsid w:val="008A684C"/>
    <w:rsid w:val="008A6A31"/>
    <w:rsid w:val="008A7CE4"/>
    <w:rsid w:val="008B1A1D"/>
    <w:rsid w:val="008B2C97"/>
    <w:rsid w:val="008B2EF0"/>
    <w:rsid w:val="008B3502"/>
    <w:rsid w:val="008B3833"/>
    <w:rsid w:val="008B3884"/>
    <w:rsid w:val="008B398D"/>
    <w:rsid w:val="008B3D54"/>
    <w:rsid w:val="008B420D"/>
    <w:rsid w:val="008B4744"/>
    <w:rsid w:val="008B4838"/>
    <w:rsid w:val="008B4888"/>
    <w:rsid w:val="008B498D"/>
    <w:rsid w:val="008B4AA9"/>
    <w:rsid w:val="008B59B4"/>
    <w:rsid w:val="008B60C8"/>
    <w:rsid w:val="008B7A49"/>
    <w:rsid w:val="008C1E6F"/>
    <w:rsid w:val="008C20B2"/>
    <w:rsid w:val="008C267B"/>
    <w:rsid w:val="008C277F"/>
    <w:rsid w:val="008C4D96"/>
    <w:rsid w:val="008C5028"/>
    <w:rsid w:val="008C5B30"/>
    <w:rsid w:val="008C6084"/>
    <w:rsid w:val="008C6E3D"/>
    <w:rsid w:val="008C7274"/>
    <w:rsid w:val="008C763C"/>
    <w:rsid w:val="008C7735"/>
    <w:rsid w:val="008C7BED"/>
    <w:rsid w:val="008D0005"/>
    <w:rsid w:val="008D00BD"/>
    <w:rsid w:val="008D0704"/>
    <w:rsid w:val="008D10A5"/>
    <w:rsid w:val="008D1521"/>
    <w:rsid w:val="008D1A4F"/>
    <w:rsid w:val="008D34C3"/>
    <w:rsid w:val="008D3A38"/>
    <w:rsid w:val="008D4181"/>
    <w:rsid w:val="008D55AB"/>
    <w:rsid w:val="008D5AFD"/>
    <w:rsid w:val="008D78B9"/>
    <w:rsid w:val="008D7994"/>
    <w:rsid w:val="008E0017"/>
    <w:rsid w:val="008E0D54"/>
    <w:rsid w:val="008E139F"/>
    <w:rsid w:val="008E1C90"/>
    <w:rsid w:val="008E2D55"/>
    <w:rsid w:val="008E3290"/>
    <w:rsid w:val="008E3411"/>
    <w:rsid w:val="008E38B4"/>
    <w:rsid w:val="008E4734"/>
    <w:rsid w:val="008E4FAD"/>
    <w:rsid w:val="008E564E"/>
    <w:rsid w:val="008E5A8F"/>
    <w:rsid w:val="008E5C2E"/>
    <w:rsid w:val="008E6AB2"/>
    <w:rsid w:val="008E7408"/>
    <w:rsid w:val="008E7773"/>
    <w:rsid w:val="008F0BD2"/>
    <w:rsid w:val="008F12B9"/>
    <w:rsid w:val="008F1C28"/>
    <w:rsid w:val="008F1E5B"/>
    <w:rsid w:val="008F296F"/>
    <w:rsid w:val="008F2E43"/>
    <w:rsid w:val="008F3046"/>
    <w:rsid w:val="008F3D90"/>
    <w:rsid w:val="008F5092"/>
    <w:rsid w:val="008F5D60"/>
    <w:rsid w:val="008F6547"/>
    <w:rsid w:val="008F6689"/>
    <w:rsid w:val="008F7C21"/>
    <w:rsid w:val="00901513"/>
    <w:rsid w:val="009016D2"/>
    <w:rsid w:val="00903749"/>
    <w:rsid w:val="0090407C"/>
    <w:rsid w:val="009047AD"/>
    <w:rsid w:val="009054DF"/>
    <w:rsid w:val="009057A1"/>
    <w:rsid w:val="00906676"/>
    <w:rsid w:val="009066D4"/>
    <w:rsid w:val="00906835"/>
    <w:rsid w:val="00907036"/>
    <w:rsid w:val="00907331"/>
    <w:rsid w:val="0091010A"/>
    <w:rsid w:val="0091068F"/>
    <w:rsid w:val="009123B2"/>
    <w:rsid w:val="0091286A"/>
    <w:rsid w:val="009131F5"/>
    <w:rsid w:val="00913858"/>
    <w:rsid w:val="009138F5"/>
    <w:rsid w:val="00913A73"/>
    <w:rsid w:val="00914FEF"/>
    <w:rsid w:val="00915C32"/>
    <w:rsid w:val="009160FA"/>
    <w:rsid w:val="00917078"/>
    <w:rsid w:val="009172E8"/>
    <w:rsid w:val="009179B3"/>
    <w:rsid w:val="00917B48"/>
    <w:rsid w:val="00920498"/>
    <w:rsid w:val="00920D1F"/>
    <w:rsid w:val="00921993"/>
    <w:rsid w:val="009225F4"/>
    <w:rsid w:val="0092454A"/>
    <w:rsid w:val="009250B0"/>
    <w:rsid w:val="00927E65"/>
    <w:rsid w:val="00927FD5"/>
    <w:rsid w:val="009305D6"/>
    <w:rsid w:val="00930BA9"/>
    <w:rsid w:val="00930C6D"/>
    <w:rsid w:val="00931979"/>
    <w:rsid w:val="00932007"/>
    <w:rsid w:val="00932614"/>
    <w:rsid w:val="00932CA9"/>
    <w:rsid w:val="0093340D"/>
    <w:rsid w:val="0093463C"/>
    <w:rsid w:val="0093480E"/>
    <w:rsid w:val="00934D3B"/>
    <w:rsid w:val="00936262"/>
    <w:rsid w:val="009372B0"/>
    <w:rsid w:val="009379E0"/>
    <w:rsid w:val="00937BB8"/>
    <w:rsid w:val="00940B7D"/>
    <w:rsid w:val="00941122"/>
    <w:rsid w:val="00941570"/>
    <w:rsid w:val="00942051"/>
    <w:rsid w:val="0094276A"/>
    <w:rsid w:val="0094281E"/>
    <w:rsid w:val="00942C11"/>
    <w:rsid w:val="00942CB9"/>
    <w:rsid w:val="00943A1A"/>
    <w:rsid w:val="00944224"/>
    <w:rsid w:val="00944F59"/>
    <w:rsid w:val="009459D1"/>
    <w:rsid w:val="00945DEA"/>
    <w:rsid w:val="00945F7A"/>
    <w:rsid w:val="00946213"/>
    <w:rsid w:val="00946A31"/>
    <w:rsid w:val="0094723B"/>
    <w:rsid w:val="0095001B"/>
    <w:rsid w:val="0095003F"/>
    <w:rsid w:val="00950A90"/>
    <w:rsid w:val="00951BC5"/>
    <w:rsid w:val="00951CCE"/>
    <w:rsid w:val="00951EF6"/>
    <w:rsid w:val="009521FD"/>
    <w:rsid w:val="009522B0"/>
    <w:rsid w:val="00952E98"/>
    <w:rsid w:val="00953D93"/>
    <w:rsid w:val="00956275"/>
    <w:rsid w:val="009564EE"/>
    <w:rsid w:val="00956504"/>
    <w:rsid w:val="00957ED5"/>
    <w:rsid w:val="00961097"/>
    <w:rsid w:val="00961387"/>
    <w:rsid w:val="0096150D"/>
    <w:rsid w:val="009619F4"/>
    <w:rsid w:val="00961C70"/>
    <w:rsid w:val="0096232C"/>
    <w:rsid w:val="009625B2"/>
    <w:rsid w:val="009638C3"/>
    <w:rsid w:val="0096441C"/>
    <w:rsid w:val="00965015"/>
    <w:rsid w:val="00965BBB"/>
    <w:rsid w:val="00967088"/>
    <w:rsid w:val="009707EA"/>
    <w:rsid w:val="00970BE0"/>
    <w:rsid w:val="0097172E"/>
    <w:rsid w:val="009719D9"/>
    <w:rsid w:val="00972882"/>
    <w:rsid w:val="00973B51"/>
    <w:rsid w:val="00974EDA"/>
    <w:rsid w:val="00975C0D"/>
    <w:rsid w:val="009762E8"/>
    <w:rsid w:val="00976408"/>
    <w:rsid w:val="0097682E"/>
    <w:rsid w:val="00977356"/>
    <w:rsid w:val="009773CC"/>
    <w:rsid w:val="00980C31"/>
    <w:rsid w:val="00980F80"/>
    <w:rsid w:val="0098227B"/>
    <w:rsid w:val="00982911"/>
    <w:rsid w:val="00985493"/>
    <w:rsid w:val="0098616F"/>
    <w:rsid w:val="009868A8"/>
    <w:rsid w:val="00986C43"/>
    <w:rsid w:val="0098796B"/>
    <w:rsid w:val="00987E17"/>
    <w:rsid w:val="00990144"/>
    <w:rsid w:val="009904D2"/>
    <w:rsid w:val="00990ED1"/>
    <w:rsid w:val="009916B8"/>
    <w:rsid w:val="009924E8"/>
    <w:rsid w:val="00994099"/>
    <w:rsid w:val="00994BB4"/>
    <w:rsid w:val="0099535A"/>
    <w:rsid w:val="00995A2E"/>
    <w:rsid w:val="00995C31"/>
    <w:rsid w:val="0099664B"/>
    <w:rsid w:val="00996717"/>
    <w:rsid w:val="009969A8"/>
    <w:rsid w:val="00996B4F"/>
    <w:rsid w:val="00996F36"/>
    <w:rsid w:val="009972D7"/>
    <w:rsid w:val="009A0D39"/>
    <w:rsid w:val="009A17CB"/>
    <w:rsid w:val="009A3564"/>
    <w:rsid w:val="009A35DA"/>
    <w:rsid w:val="009A3C21"/>
    <w:rsid w:val="009A3EF2"/>
    <w:rsid w:val="009A3F96"/>
    <w:rsid w:val="009A4216"/>
    <w:rsid w:val="009A4571"/>
    <w:rsid w:val="009A49FE"/>
    <w:rsid w:val="009A4A47"/>
    <w:rsid w:val="009A4FAA"/>
    <w:rsid w:val="009A55BC"/>
    <w:rsid w:val="009A7A10"/>
    <w:rsid w:val="009B0992"/>
    <w:rsid w:val="009B14B8"/>
    <w:rsid w:val="009B1F6C"/>
    <w:rsid w:val="009B213C"/>
    <w:rsid w:val="009B221B"/>
    <w:rsid w:val="009B25B0"/>
    <w:rsid w:val="009B2743"/>
    <w:rsid w:val="009B41D3"/>
    <w:rsid w:val="009B49EB"/>
    <w:rsid w:val="009B6114"/>
    <w:rsid w:val="009B617B"/>
    <w:rsid w:val="009B6769"/>
    <w:rsid w:val="009B7AD4"/>
    <w:rsid w:val="009C0523"/>
    <w:rsid w:val="009C0BBB"/>
    <w:rsid w:val="009C0E80"/>
    <w:rsid w:val="009C0F85"/>
    <w:rsid w:val="009C1572"/>
    <w:rsid w:val="009C5F36"/>
    <w:rsid w:val="009C6BE5"/>
    <w:rsid w:val="009C6F67"/>
    <w:rsid w:val="009C7954"/>
    <w:rsid w:val="009D024E"/>
    <w:rsid w:val="009D09EC"/>
    <w:rsid w:val="009D0C12"/>
    <w:rsid w:val="009D1995"/>
    <w:rsid w:val="009D289F"/>
    <w:rsid w:val="009D38D2"/>
    <w:rsid w:val="009D3AFE"/>
    <w:rsid w:val="009D4756"/>
    <w:rsid w:val="009D48CC"/>
    <w:rsid w:val="009D500F"/>
    <w:rsid w:val="009D52D2"/>
    <w:rsid w:val="009D64D1"/>
    <w:rsid w:val="009D6A0A"/>
    <w:rsid w:val="009D70FF"/>
    <w:rsid w:val="009D7ABC"/>
    <w:rsid w:val="009E0A67"/>
    <w:rsid w:val="009E1C62"/>
    <w:rsid w:val="009E23FA"/>
    <w:rsid w:val="009E29FF"/>
    <w:rsid w:val="009E4052"/>
    <w:rsid w:val="009E4170"/>
    <w:rsid w:val="009E4476"/>
    <w:rsid w:val="009E684F"/>
    <w:rsid w:val="009E6F8F"/>
    <w:rsid w:val="009E7788"/>
    <w:rsid w:val="009F013D"/>
    <w:rsid w:val="009F1D4E"/>
    <w:rsid w:val="009F2A7D"/>
    <w:rsid w:val="009F2F94"/>
    <w:rsid w:val="009F3687"/>
    <w:rsid w:val="009F3A39"/>
    <w:rsid w:val="009F43C8"/>
    <w:rsid w:val="009F4432"/>
    <w:rsid w:val="009F478A"/>
    <w:rsid w:val="009F62A5"/>
    <w:rsid w:val="009F64C4"/>
    <w:rsid w:val="00A00052"/>
    <w:rsid w:val="00A004D8"/>
    <w:rsid w:val="00A01C8C"/>
    <w:rsid w:val="00A01DD7"/>
    <w:rsid w:val="00A025DD"/>
    <w:rsid w:val="00A02728"/>
    <w:rsid w:val="00A030B0"/>
    <w:rsid w:val="00A038DD"/>
    <w:rsid w:val="00A045B5"/>
    <w:rsid w:val="00A047B5"/>
    <w:rsid w:val="00A047B8"/>
    <w:rsid w:val="00A04DBD"/>
    <w:rsid w:val="00A059AF"/>
    <w:rsid w:val="00A072D1"/>
    <w:rsid w:val="00A078FB"/>
    <w:rsid w:val="00A102BA"/>
    <w:rsid w:val="00A10861"/>
    <w:rsid w:val="00A10BBA"/>
    <w:rsid w:val="00A11912"/>
    <w:rsid w:val="00A11927"/>
    <w:rsid w:val="00A12243"/>
    <w:rsid w:val="00A12285"/>
    <w:rsid w:val="00A1471C"/>
    <w:rsid w:val="00A150E2"/>
    <w:rsid w:val="00A15836"/>
    <w:rsid w:val="00A15B67"/>
    <w:rsid w:val="00A15E5C"/>
    <w:rsid w:val="00A16980"/>
    <w:rsid w:val="00A17B17"/>
    <w:rsid w:val="00A20D03"/>
    <w:rsid w:val="00A21155"/>
    <w:rsid w:val="00A21320"/>
    <w:rsid w:val="00A21BC2"/>
    <w:rsid w:val="00A228D6"/>
    <w:rsid w:val="00A2316F"/>
    <w:rsid w:val="00A23208"/>
    <w:rsid w:val="00A2342A"/>
    <w:rsid w:val="00A23F92"/>
    <w:rsid w:val="00A25F6D"/>
    <w:rsid w:val="00A26D03"/>
    <w:rsid w:val="00A275EB"/>
    <w:rsid w:val="00A305CA"/>
    <w:rsid w:val="00A321DB"/>
    <w:rsid w:val="00A33AA5"/>
    <w:rsid w:val="00A33DA3"/>
    <w:rsid w:val="00A33FD3"/>
    <w:rsid w:val="00A34291"/>
    <w:rsid w:val="00A34BEE"/>
    <w:rsid w:val="00A34F4E"/>
    <w:rsid w:val="00A358DB"/>
    <w:rsid w:val="00A36E34"/>
    <w:rsid w:val="00A37619"/>
    <w:rsid w:val="00A40839"/>
    <w:rsid w:val="00A40D4C"/>
    <w:rsid w:val="00A41103"/>
    <w:rsid w:val="00A41689"/>
    <w:rsid w:val="00A41A9B"/>
    <w:rsid w:val="00A41B9C"/>
    <w:rsid w:val="00A424DC"/>
    <w:rsid w:val="00A425E0"/>
    <w:rsid w:val="00A4277C"/>
    <w:rsid w:val="00A43509"/>
    <w:rsid w:val="00A43F6E"/>
    <w:rsid w:val="00A44723"/>
    <w:rsid w:val="00A4530A"/>
    <w:rsid w:val="00A47330"/>
    <w:rsid w:val="00A475E9"/>
    <w:rsid w:val="00A47716"/>
    <w:rsid w:val="00A47F25"/>
    <w:rsid w:val="00A47F5B"/>
    <w:rsid w:val="00A47FCE"/>
    <w:rsid w:val="00A5003A"/>
    <w:rsid w:val="00A50753"/>
    <w:rsid w:val="00A50CEC"/>
    <w:rsid w:val="00A50E5D"/>
    <w:rsid w:val="00A5128F"/>
    <w:rsid w:val="00A51945"/>
    <w:rsid w:val="00A52751"/>
    <w:rsid w:val="00A53034"/>
    <w:rsid w:val="00A53195"/>
    <w:rsid w:val="00A537B7"/>
    <w:rsid w:val="00A53FFD"/>
    <w:rsid w:val="00A54C2B"/>
    <w:rsid w:val="00A556B7"/>
    <w:rsid w:val="00A55C91"/>
    <w:rsid w:val="00A56AF3"/>
    <w:rsid w:val="00A56CD2"/>
    <w:rsid w:val="00A60C8D"/>
    <w:rsid w:val="00A61464"/>
    <w:rsid w:val="00A61885"/>
    <w:rsid w:val="00A61BFC"/>
    <w:rsid w:val="00A6343A"/>
    <w:rsid w:val="00A638D2"/>
    <w:rsid w:val="00A64B47"/>
    <w:rsid w:val="00A65171"/>
    <w:rsid w:val="00A652A4"/>
    <w:rsid w:val="00A66877"/>
    <w:rsid w:val="00A701EB"/>
    <w:rsid w:val="00A70378"/>
    <w:rsid w:val="00A718EB"/>
    <w:rsid w:val="00A729F3"/>
    <w:rsid w:val="00A72DB9"/>
    <w:rsid w:val="00A738ED"/>
    <w:rsid w:val="00A739F5"/>
    <w:rsid w:val="00A73D59"/>
    <w:rsid w:val="00A75A47"/>
    <w:rsid w:val="00A76379"/>
    <w:rsid w:val="00A77EFA"/>
    <w:rsid w:val="00A80631"/>
    <w:rsid w:val="00A81760"/>
    <w:rsid w:val="00A81D0B"/>
    <w:rsid w:val="00A8225A"/>
    <w:rsid w:val="00A82503"/>
    <w:rsid w:val="00A82A48"/>
    <w:rsid w:val="00A83200"/>
    <w:rsid w:val="00A83ACB"/>
    <w:rsid w:val="00A83DC9"/>
    <w:rsid w:val="00A84293"/>
    <w:rsid w:val="00A847DA"/>
    <w:rsid w:val="00A84993"/>
    <w:rsid w:val="00A8511D"/>
    <w:rsid w:val="00A85A27"/>
    <w:rsid w:val="00A85AF1"/>
    <w:rsid w:val="00A860E8"/>
    <w:rsid w:val="00A86779"/>
    <w:rsid w:val="00A8683C"/>
    <w:rsid w:val="00A868EC"/>
    <w:rsid w:val="00A9058C"/>
    <w:rsid w:val="00A90B0F"/>
    <w:rsid w:val="00A90C6D"/>
    <w:rsid w:val="00A90DD3"/>
    <w:rsid w:val="00A9136E"/>
    <w:rsid w:val="00A915CD"/>
    <w:rsid w:val="00A91A9B"/>
    <w:rsid w:val="00A920E9"/>
    <w:rsid w:val="00A925C6"/>
    <w:rsid w:val="00A9344D"/>
    <w:rsid w:val="00A935E9"/>
    <w:rsid w:val="00A939A9"/>
    <w:rsid w:val="00A93B8E"/>
    <w:rsid w:val="00A95046"/>
    <w:rsid w:val="00A950F7"/>
    <w:rsid w:val="00A9518F"/>
    <w:rsid w:val="00A95257"/>
    <w:rsid w:val="00A9530D"/>
    <w:rsid w:val="00A955CC"/>
    <w:rsid w:val="00A9590B"/>
    <w:rsid w:val="00A95986"/>
    <w:rsid w:val="00A96B2B"/>
    <w:rsid w:val="00A96D2A"/>
    <w:rsid w:val="00A96DA2"/>
    <w:rsid w:val="00A96FF5"/>
    <w:rsid w:val="00AA1506"/>
    <w:rsid w:val="00AA1620"/>
    <w:rsid w:val="00AA20E7"/>
    <w:rsid w:val="00AA2304"/>
    <w:rsid w:val="00AA24AD"/>
    <w:rsid w:val="00AA32F2"/>
    <w:rsid w:val="00AA3370"/>
    <w:rsid w:val="00AA3A4A"/>
    <w:rsid w:val="00AA3CFB"/>
    <w:rsid w:val="00AA48BF"/>
    <w:rsid w:val="00AA49F9"/>
    <w:rsid w:val="00AA59EF"/>
    <w:rsid w:val="00AA60AF"/>
    <w:rsid w:val="00AA6995"/>
    <w:rsid w:val="00AA6A5A"/>
    <w:rsid w:val="00AA7C24"/>
    <w:rsid w:val="00AB0D31"/>
    <w:rsid w:val="00AB0FC6"/>
    <w:rsid w:val="00AB186E"/>
    <w:rsid w:val="00AB1ADC"/>
    <w:rsid w:val="00AB1C52"/>
    <w:rsid w:val="00AB1D2B"/>
    <w:rsid w:val="00AB3B94"/>
    <w:rsid w:val="00AB4FFD"/>
    <w:rsid w:val="00AB5A85"/>
    <w:rsid w:val="00AB6B00"/>
    <w:rsid w:val="00AB71CB"/>
    <w:rsid w:val="00AC042E"/>
    <w:rsid w:val="00AC07CA"/>
    <w:rsid w:val="00AC0E29"/>
    <w:rsid w:val="00AC1170"/>
    <w:rsid w:val="00AC1C32"/>
    <w:rsid w:val="00AC1D47"/>
    <w:rsid w:val="00AC26B6"/>
    <w:rsid w:val="00AC28D1"/>
    <w:rsid w:val="00AC4073"/>
    <w:rsid w:val="00AC4151"/>
    <w:rsid w:val="00AC48F3"/>
    <w:rsid w:val="00AC555B"/>
    <w:rsid w:val="00AC55E2"/>
    <w:rsid w:val="00AC596E"/>
    <w:rsid w:val="00AC5A2E"/>
    <w:rsid w:val="00AC63C1"/>
    <w:rsid w:val="00AC70D4"/>
    <w:rsid w:val="00AD048C"/>
    <w:rsid w:val="00AD2FEA"/>
    <w:rsid w:val="00AD36E9"/>
    <w:rsid w:val="00AD45B8"/>
    <w:rsid w:val="00AD4665"/>
    <w:rsid w:val="00AD4BE5"/>
    <w:rsid w:val="00AD4E40"/>
    <w:rsid w:val="00AD5764"/>
    <w:rsid w:val="00AD5CE6"/>
    <w:rsid w:val="00AD636C"/>
    <w:rsid w:val="00AD6C05"/>
    <w:rsid w:val="00AE1508"/>
    <w:rsid w:val="00AE2B9C"/>
    <w:rsid w:val="00AE2C80"/>
    <w:rsid w:val="00AE323D"/>
    <w:rsid w:val="00AE37E9"/>
    <w:rsid w:val="00AE3B1D"/>
    <w:rsid w:val="00AE41FA"/>
    <w:rsid w:val="00AE4B22"/>
    <w:rsid w:val="00AE545B"/>
    <w:rsid w:val="00AE5909"/>
    <w:rsid w:val="00AE66C5"/>
    <w:rsid w:val="00AE69FE"/>
    <w:rsid w:val="00AE6CB2"/>
    <w:rsid w:val="00AE7335"/>
    <w:rsid w:val="00AF0759"/>
    <w:rsid w:val="00AF09A5"/>
    <w:rsid w:val="00AF0E91"/>
    <w:rsid w:val="00AF0F34"/>
    <w:rsid w:val="00AF2378"/>
    <w:rsid w:val="00AF2C05"/>
    <w:rsid w:val="00AF2C85"/>
    <w:rsid w:val="00AF4391"/>
    <w:rsid w:val="00AF51E9"/>
    <w:rsid w:val="00AF5847"/>
    <w:rsid w:val="00AF6042"/>
    <w:rsid w:val="00AF673A"/>
    <w:rsid w:val="00AF7121"/>
    <w:rsid w:val="00B0035F"/>
    <w:rsid w:val="00B00641"/>
    <w:rsid w:val="00B00DB3"/>
    <w:rsid w:val="00B00E81"/>
    <w:rsid w:val="00B00FD1"/>
    <w:rsid w:val="00B018AF"/>
    <w:rsid w:val="00B018EC"/>
    <w:rsid w:val="00B02701"/>
    <w:rsid w:val="00B03C68"/>
    <w:rsid w:val="00B043A4"/>
    <w:rsid w:val="00B04630"/>
    <w:rsid w:val="00B04881"/>
    <w:rsid w:val="00B04CFB"/>
    <w:rsid w:val="00B05C11"/>
    <w:rsid w:val="00B06B9D"/>
    <w:rsid w:val="00B06EB7"/>
    <w:rsid w:val="00B1020D"/>
    <w:rsid w:val="00B10531"/>
    <w:rsid w:val="00B10734"/>
    <w:rsid w:val="00B119C0"/>
    <w:rsid w:val="00B11FCB"/>
    <w:rsid w:val="00B12CFF"/>
    <w:rsid w:val="00B134A2"/>
    <w:rsid w:val="00B1395F"/>
    <w:rsid w:val="00B13DC1"/>
    <w:rsid w:val="00B151F6"/>
    <w:rsid w:val="00B161A8"/>
    <w:rsid w:val="00B162F2"/>
    <w:rsid w:val="00B175CA"/>
    <w:rsid w:val="00B20B49"/>
    <w:rsid w:val="00B212F6"/>
    <w:rsid w:val="00B22671"/>
    <w:rsid w:val="00B229BC"/>
    <w:rsid w:val="00B230DC"/>
    <w:rsid w:val="00B231DC"/>
    <w:rsid w:val="00B23EB9"/>
    <w:rsid w:val="00B2468D"/>
    <w:rsid w:val="00B2490E"/>
    <w:rsid w:val="00B25793"/>
    <w:rsid w:val="00B2724B"/>
    <w:rsid w:val="00B275A0"/>
    <w:rsid w:val="00B2778E"/>
    <w:rsid w:val="00B306E1"/>
    <w:rsid w:val="00B31C75"/>
    <w:rsid w:val="00B31F82"/>
    <w:rsid w:val="00B32535"/>
    <w:rsid w:val="00B32DB6"/>
    <w:rsid w:val="00B32EB5"/>
    <w:rsid w:val="00B33D74"/>
    <w:rsid w:val="00B34B42"/>
    <w:rsid w:val="00B3520C"/>
    <w:rsid w:val="00B35775"/>
    <w:rsid w:val="00B36776"/>
    <w:rsid w:val="00B36CCD"/>
    <w:rsid w:val="00B37028"/>
    <w:rsid w:val="00B372D1"/>
    <w:rsid w:val="00B3734C"/>
    <w:rsid w:val="00B37C36"/>
    <w:rsid w:val="00B37C92"/>
    <w:rsid w:val="00B400EC"/>
    <w:rsid w:val="00B41826"/>
    <w:rsid w:val="00B425D9"/>
    <w:rsid w:val="00B4310A"/>
    <w:rsid w:val="00B436CE"/>
    <w:rsid w:val="00B441EE"/>
    <w:rsid w:val="00B44630"/>
    <w:rsid w:val="00B4482C"/>
    <w:rsid w:val="00B4591A"/>
    <w:rsid w:val="00B45EAB"/>
    <w:rsid w:val="00B46CC5"/>
    <w:rsid w:val="00B4721A"/>
    <w:rsid w:val="00B5068E"/>
    <w:rsid w:val="00B513E2"/>
    <w:rsid w:val="00B51A4A"/>
    <w:rsid w:val="00B51B1D"/>
    <w:rsid w:val="00B51C21"/>
    <w:rsid w:val="00B53ECE"/>
    <w:rsid w:val="00B54071"/>
    <w:rsid w:val="00B54EC5"/>
    <w:rsid w:val="00B54FD2"/>
    <w:rsid w:val="00B55069"/>
    <w:rsid w:val="00B55308"/>
    <w:rsid w:val="00B55D08"/>
    <w:rsid w:val="00B55E3D"/>
    <w:rsid w:val="00B56F46"/>
    <w:rsid w:val="00B57631"/>
    <w:rsid w:val="00B60923"/>
    <w:rsid w:val="00B6151A"/>
    <w:rsid w:val="00B61985"/>
    <w:rsid w:val="00B61A96"/>
    <w:rsid w:val="00B61ACB"/>
    <w:rsid w:val="00B61D16"/>
    <w:rsid w:val="00B62463"/>
    <w:rsid w:val="00B62482"/>
    <w:rsid w:val="00B627FA"/>
    <w:rsid w:val="00B63B07"/>
    <w:rsid w:val="00B64F26"/>
    <w:rsid w:val="00B65AF9"/>
    <w:rsid w:val="00B65B82"/>
    <w:rsid w:val="00B66128"/>
    <w:rsid w:val="00B662CC"/>
    <w:rsid w:val="00B6650C"/>
    <w:rsid w:val="00B665AA"/>
    <w:rsid w:val="00B66C85"/>
    <w:rsid w:val="00B70B49"/>
    <w:rsid w:val="00B718B9"/>
    <w:rsid w:val="00B71AB6"/>
    <w:rsid w:val="00B73A76"/>
    <w:rsid w:val="00B74518"/>
    <w:rsid w:val="00B75BDB"/>
    <w:rsid w:val="00B75F32"/>
    <w:rsid w:val="00B76B7C"/>
    <w:rsid w:val="00B76BB7"/>
    <w:rsid w:val="00B76E80"/>
    <w:rsid w:val="00B8047A"/>
    <w:rsid w:val="00B8196D"/>
    <w:rsid w:val="00B83068"/>
    <w:rsid w:val="00B83505"/>
    <w:rsid w:val="00B83A26"/>
    <w:rsid w:val="00B84B52"/>
    <w:rsid w:val="00B869C4"/>
    <w:rsid w:val="00B87635"/>
    <w:rsid w:val="00B876D5"/>
    <w:rsid w:val="00B90003"/>
    <w:rsid w:val="00B901CE"/>
    <w:rsid w:val="00B90216"/>
    <w:rsid w:val="00B91B3E"/>
    <w:rsid w:val="00B928DC"/>
    <w:rsid w:val="00B929D9"/>
    <w:rsid w:val="00B9340A"/>
    <w:rsid w:val="00B9388B"/>
    <w:rsid w:val="00B93A72"/>
    <w:rsid w:val="00B940C0"/>
    <w:rsid w:val="00B953B3"/>
    <w:rsid w:val="00B9554D"/>
    <w:rsid w:val="00B9591A"/>
    <w:rsid w:val="00B96F1A"/>
    <w:rsid w:val="00B973FA"/>
    <w:rsid w:val="00B976C5"/>
    <w:rsid w:val="00BA023C"/>
    <w:rsid w:val="00BA0F58"/>
    <w:rsid w:val="00BA1CE3"/>
    <w:rsid w:val="00BA1F94"/>
    <w:rsid w:val="00BA26C6"/>
    <w:rsid w:val="00BA2D3F"/>
    <w:rsid w:val="00BA3D0F"/>
    <w:rsid w:val="00BA46B2"/>
    <w:rsid w:val="00BA4CA8"/>
    <w:rsid w:val="00BA5B1D"/>
    <w:rsid w:val="00BA6032"/>
    <w:rsid w:val="00BA607B"/>
    <w:rsid w:val="00BA6326"/>
    <w:rsid w:val="00BA6466"/>
    <w:rsid w:val="00BA6B6E"/>
    <w:rsid w:val="00BA7396"/>
    <w:rsid w:val="00BA794C"/>
    <w:rsid w:val="00BB0D0B"/>
    <w:rsid w:val="00BB1AA3"/>
    <w:rsid w:val="00BB2504"/>
    <w:rsid w:val="00BB26CF"/>
    <w:rsid w:val="00BB348D"/>
    <w:rsid w:val="00BB3562"/>
    <w:rsid w:val="00BB3587"/>
    <w:rsid w:val="00BB3C4C"/>
    <w:rsid w:val="00BB3F12"/>
    <w:rsid w:val="00BB3F1D"/>
    <w:rsid w:val="00BB42A3"/>
    <w:rsid w:val="00BB4C42"/>
    <w:rsid w:val="00BB4E20"/>
    <w:rsid w:val="00BB5187"/>
    <w:rsid w:val="00BB534B"/>
    <w:rsid w:val="00BB5B20"/>
    <w:rsid w:val="00BB5F48"/>
    <w:rsid w:val="00BB6102"/>
    <w:rsid w:val="00BB650A"/>
    <w:rsid w:val="00BB69C6"/>
    <w:rsid w:val="00BB6F4E"/>
    <w:rsid w:val="00BC0AC1"/>
    <w:rsid w:val="00BC0BD8"/>
    <w:rsid w:val="00BC0CB5"/>
    <w:rsid w:val="00BC0CEE"/>
    <w:rsid w:val="00BC11E2"/>
    <w:rsid w:val="00BC1CA1"/>
    <w:rsid w:val="00BC251C"/>
    <w:rsid w:val="00BC2604"/>
    <w:rsid w:val="00BC393F"/>
    <w:rsid w:val="00BC471C"/>
    <w:rsid w:val="00BC4ADD"/>
    <w:rsid w:val="00BC5445"/>
    <w:rsid w:val="00BC75E2"/>
    <w:rsid w:val="00BC75E9"/>
    <w:rsid w:val="00BC7C00"/>
    <w:rsid w:val="00BC7EA6"/>
    <w:rsid w:val="00BD0D71"/>
    <w:rsid w:val="00BD1DBB"/>
    <w:rsid w:val="00BD265C"/>
    <w:rsid w:val="00BD268B"/>
    <w:rsid w:val="00BD317F"/>
    <w:rsid w:val="00BD325A"/>
    <w:rsid w:val="00BD3CC5"/>
    <w:rsid w:val="00BD493F"/>
    <w:rsid w:val="00BD4D87"/>
    <w:rsid w:val="00BD62EE"/>
    <w:rsid w:val="00BE01CB"/>
    <w:rsid w:val="00BE0737"/>
    <w:rsid w:val="00BE0F49"/>
    <w:rsid w:val="00BE14CB"/>
    <w:rsid w:val="00BE1569"/>
    <w:rsid w:val="00BE2023"/>
    <w:rsid w:val="00BE26BB"/>
    <w:rsid w:val="00BE2D4C"/>
    <w:rsid w:val="00BE330D"/>
    <w:rsid w:val="00BE41FD"/>
    <w:rsid w:val="00BE4D0F"/>
    <w:rsid w:val="00BE4D35"/>
    <w:rsid w:val="00BE636F"/>
    <w:rsid w:val="00BE757F"/>
    <w:rsid w:val="00BE78FE"/>
    <w:rsid w:val="00BF05AD"/>
    <w:rsid w:val="00BF23CC"/>
    <w:rsid w:val="00BF2DB8"/>
    <w:rsid w:val="00BF336B"/>
    <w:rsid w:val="00BF3A5C"/>
    <w:rsid w:val="00BF4991"/>
    <w:rsid w:val="00BF49A6"/>
    <w:rsid w:val="00BF4ED6"/>
    <w:rsid w:val="00BF4EEF"/>
    <w:rsid w:val="00BF5F5A"/>
    <w:rsid w:val="00BF753B"/>
    <w:rsid w:val="00C01920"/>
    <w:rsid w:val="00C02822"/>
    <w:rsid w:val="00C02FA2"/>
    <w:rsid w:val="00C03411"/>
    <w:rsid w:val="00C035D5"/>
    <w:rsid w:val="00C035FD"/>
    <w:rsid w:val="00C04552"/>
    <w:rsid w:val="00C058EE"/>
    <w:rsid w:val="00C05D33"/>
    <w:rsid w:val="00C0611A"/>
    <w:rsid w:val="00C06161"/>
    <w:rsid w:val="00C06B76"/>
    <w:rsid w:val="00C0729B"/>
    <w:rsid w:val="00C07955"/>
    <w:rsid w:val="00C10983"/>
    <w:rsid w:val="00C10AEE"/>
    <w:rsid w:val="00C11F8B"/>
    <w:rsid w:val="00C120B1"/>
    <w:rsid w:val="00C12509"/>
    <w:rsid w:val="00C14201"/>
    <w:rsid w:val="00C142D2"/>
    <w:rsid w:val="00C146EC"/>
    <w:rsid w:val="00C14B9A"/>
    <w:rsid w:val="00C14CA3"/>
    <w:rsid w:val="00C14EE5"/>
    <w:rsid w:val="00C1523B"/>
    <w:rsid w:val="00C15345"/>
    <w:rsid w:val="00C1552A"/>
    <w:rsid w:val="00C16F07"/>
    <w:rsid w:val="00C20453"/>
    <w:rsid w:val="00C2066F"/>
    <w:rsid w:val="00C209D1"/>
    <w:rsid w:val="00C20C40"/>
    <w:rsid w:val="00C20F85"/>
    <w:rsid w:val="00C2131B"/>
    <w:rsid w:val="00C21593"/>
    <w:rsid w:val="00C21F60"/>
    <w:rsid w:val="00C22A4B"/>
    <w:rsid w:val="00C22D7E"/>
    <w:rsid w:val="00C23590"/>
    <w:rsid w:val="00C24AE2"/>
    <w:rsid w:val="00C2509A"/>
    <w:rsid w:val="00C2518E"/>
    <w:rsid w:val="00C25248"/>
    <w:rsid w:val="00C2630E"/>
    <w:rsid w:val="00C26440"/>
    <w:rsid w:val="00C26F5B"/>
    <w:rsid w:val="00C26FC0"/>
    <w:rsid w:val="00C2772D"/>
    <w:rsid w:val="00C303E0"/>
    <w:rsid w:val="00C3063F"/>
    <w:rsid w:val="00C31775"/>
    <w:rsid w:val="00C32A38"/>
    <w:rsid w:val="00C32CD9"/>
    <w:rsid w:val="00C363DF"/>
    <w:rsid w:val="00C36FE1"/>
    <w:rsid w:val="00C371E0"/>
    <w:rsid w:val="00C37857"/>
    <w:rsid w:val="00C37B3A"/>
    <w:rsid w:val="00C37EAE"/>
    <w:rsid w:val="00C42023"/>
    <w:rsid w:val="00C42269"/>
    <w:rsid w:val="00C423A9"/>
    <w:rsid w:val="00C42627"/>
    <w:rsid w:val="00C42EF4"/>
    <w:rsid w:val="00C434DB"/>
    <w:rsid w:val="00C43555"/>
    <w:rsid w:val="00C43557"/>
    <w:rsid w:val="00C4451E"/>
    <w:rsid w:val="00C44677"/>
    <w:rsid w:val="00C44B0D"/>
    <w:rsid w:val="00C46E1C"/>
    <w:rsid w:val="00C47E2D"/>
    <w:rsid w:val="00C50287"/>
    <w:rsid w:val="00C5213A"/>
    <w:rsid w:val="00C522F3"/>
    <w:rsid w:val="00C52D73"/>
    <w:rsid w:val="00C531B8"/>
    <w:rsid w:val="00C5367E"/>
    <w:rsid w:val="00C53AB0"/>
    <w:rsid w:val="00C54595"/>
    <w:rsid w:val="00C55041"/>
    <w:rsid w:val="00C558E4"/>
    <w:rsid w:val="00C55F5B"/>
    <w:rsid w:val="00C57A3C"/>
    <w:rsid w:val="00C61203"/>
    <w:rsid w:val="00C61CF3"/>
    <w:rsid w:val="00C6386A"/>
    <w:rsid w:val="00C649E5"/>
    <w:rsid w:val="00C64B1F"/>
    <w:rsid w:val="00C65E50"/>
    <w:rsid w:val="00C67339"/>
    <w:rsid w:val="00C6793F"/>
    <w:rsid w:val="00C70480"/>
    <w:rsid w:val="00C7077F"/>
    <w:rsid w:val="00C71014"/>
    <w:rsid w:val="00C71F9C"/>
    <w:rsid w:val="00C7250F"/>
    <w:rsid w:val="00C7395B"/>
    <w:rsid w:val="00C73A9A"/>
    <w:rsid w:val="00C74300"/>
    <w:rsid w:val="00C764C5"/>
    <w:rsid w:val="00C80005"/>
    <w:rsid w:val="00C800D0"/>
    <w:rsid w:val="00C804F6"/>
    <w:rsid w:val="00C80FA6"/>
    <w:rsid w:val="00C811F3"/>
    <w:rsid w:val="00C813B1"/>
    <w:rsid w:val="00C814A2"/>
    <w:rsid w:val="00C81D55"/>
    <w:rsid w:val="00C83BAC"/>
    <w:rsid w:val="00C83C73"/>
    <w:rsid w:val="00C84B4F"/>
    <w:rsid w:val="00C851CD"/>
    <w:rsid w:val="00C85330"/>
    <w:rsid w:val="00C854BB"/>
    <w:rsid w:val="00C85D65"/>
    <w:rsid w:val="00C864F9"/>
    <w:rsid w:val="00C86F9C"/>
    <w:rsid w:val="00C870D6"/>
    <w:rsid w:val="00C8718F"/>
    <w:rsid w:val="00C87646"/>
    <w:rsid w:val="00C87B13"/>
    <w:rsid w:val="00C9024F"/>
    <w:rsid w:val="00C904E0"/>
    <w:rsid w:val="00C90D22"/>
    <w:rsid w:val="00C91784"/>
    <w:rsid w:val="00C92302"/>
    <w:rsid w:val="00C92655"/>
    <w:rsid w:val="00C92765"/>
    <w:rsid w:val="00C92F2F"/>
    <w:rsid w:val="00C9329B"/>
    <w:rsid w:val="00C938F5"/>
    <w:rsid w:val="00C93DFA"/>
    <w:rsid w:val="00C93FD3"/>
    <w:rsid w:val="00C9402B"/>
    <w:rsid w:val="00C94428"/>
    <w:rsid w:val="00C9442E"/>
    <w:rsid w:val="00C94A64"/>
    <w:rsid w:val="00C94C49"/>
    <w:rsid w:val="00C94CE8"/>
    <w:rsid w:val="00C96460"/>
    <w:rsid w:val="00C97A95"/>
    <w:rsid w:val="00CA0592"/>
    <w:rsid w:val="00CA0768"/>
    <w:rsid w:val="00CA0ADF"/>
    <w:rsid w:val="00CA11B9"/>
    <w:rsid w:val="00CA1CDD"/>
    <w:rsid w:val="00CA1EDD"/>
    <w:rsid w:val="00CA2BB8"/>
    <w:rsid w:val="00CA3AEE"/>
    <w:rsid w:val="00CA461E"/>
    <w:rsid w:val="00CA466F"/>
    <w:rsid w:val="00CA5116"/>
    <w:rsid w:val="00CA5891"/>
    <w:rsid w:val="00CA6474"/>
    <w:rsid w:val="00CA697D"/>
    <w:rsid w:val="00CA6F9D"/>
    <w:rsid w:val="00CA7F6C"/>
    <w:rsid w:val="00CA7FFE"/>
    <w:rsid w:val="00CB24D7"/>
    <w:rsid w:val="00CB2627"/>
    <w:rsid w:val="00CB2DBF"/>
    <w:rsid w:val="00CB3CD7"/>
    <w:rsid w:val="00CB4026"/>
    <w:rsid w:val="00CB48DF"/>
    <w:rsid w:val="00CB4A8B"/>
    <w:rsid w:val="00CB4B6C"/>
    <w:rsid w:val="00CB569B"/>
    <w:rsid w:val="00CB67FA"/>
    <w:rsid w:val="00CC0102"/>
    <w:rsid w:val="00CC12BC"/>
    <w:rsid w:val="00CC136C"/>
    <w:rsid w:val="00CC1CEC"/>
    <w:rsid w:val="00CC2EEC"/>
    <w:rsid w:val="00CC4A17"/>
    <w:rsid w:val="00CC5DC2"/>
    <w:rsid w:val="00CC6BA1"/>
    <w:rsid w:val="00CC7499"/>
    <w:rsid w:val="00CC7AAB"/>
    <w:rsid w:val="00CD0EBD"/>
    <w:rsid w:val="00CD0F52"/>
    <w:rsid w:val="00CD2CD9"/>
    <w:rsid w:val="00CD3D37"/>
    <w:rsid w:val="00CD5196"/>
    <w:rsid w:val="00CD6214"/>
    <w:rsid w:val="00CD6773"/>
    <w:rsid w:val="00CD6885"/>
    <w:rsid w:val="00CD7423"/>
    <w:rsid w:val="00CD799B"/>
    <w:rsid w:val="00CD7D32"/>
    <w:rsid w:val="00CD7E7B"/>
    <w:rsid w:val="00CE02A3"/>
    <w:rsid w:val="00CE06D0"/>
    <w:rsid w:val="00CE0EE5"/>
    <w:rsid w:val="00CE1067"/>
    <w:rsid w:val="00CE16A3"/>
    <w:rsid w:val="00CE1D4E"/>
    <w:rsid w:val="00CE3DC0"/>
    <w:rsid w:val="00CE3E0B"/>
    <w:rsid w:val="00CE4C8F"/>
    <w:rsid w:val="00CE54CF"/>
    <w:rsid w:val="00CE582A"/>
    <w:rsid w:val="00CE5925"/>
    <w:rsid w:val="00CE6234"/>
    <w:rsid w:val="00CE673D"/>
    <w:rsid w:val="00CE6782"/>
    <w:rsid w:val="00CE6D7A"/>
    <w:rsid w:val="00CE781C"/>
    <w:rsid w:val="00CE792E"/>
    <w:rsid w:val="00CE7D5D"/>
    <w:rsid w:val="00CF0487"/>
    <w:rsid w:val="00CF0BAD"/>
    <w:rsid w:val="00CF1B17"/>
    <w:rsid w:val="00CF46C3"/>
    <w:rsid w:val="00CF5B0E"/>
    <w:rsid w:val="00CF6525"/>
    <w:rsid w:val="00CF70F0"/>
    <w:rsid w:val="00CF75BA"/>
    <w:rsid w:val="00D00297"/>
    <w:rsid w:val="00D016BE"/>
    <w:rsid w:val="00D024FD"/>
    <w:rsid w:val="00D02CC7"/>
    <w:rsid w:val="00D0357A"/>
    <w:rsid w:val="00D04574"/>
    <w:rsid w:val="00D0483C"/>
    <w:rsid w:val="00D0530C"/>
    <w:rsid w:val="00D057B4"/>
    <w:rsid w:val="00D06259"/>
    <w:rsid w:val="00D064D1"/>
    <w:rsid w:val="00D06668"/>
    <w:rsid w:val="00D073E4"/>
    <w:rsid w:val="00D07888"/>
    <w:rsid w:val="00D078A5"/>
    <w:rsid w:val="00D07927"/>
    <w:rsid w:val="00D07C8C"/>
    <w:rsid w:val="00D109AE"/>
    <w:rsid w:val="00D122A4"/>
    <w:rsid w:val="00D1261E"/>
    <w:rsid w:val="00D12D24"/>
    <w:rsid w:val="00D1306D"/>
    <w:rsid w:val="00D13B50"/>
    <w:rsid w:val="00D13E82"/>
    <w:rsid w:val="00D1558C"/>
    <w:rsid w:val="00D158B9"/>
    <w:rsid w:val="00D1596E"/>
    <w:rsid w:val="00D15C67"/>
    <w:rsid w:val="00D164A8"/>
    <w:rsid w:val="00D16EE6"/>
    <w:rsid w:val="00D17131"/>
    <w:rsid w:val="00D176B7"/>
    <w:rsid w:val="00D1779F"/>
    <w:rsid w:val="00D17C46"/>
    <w:rsid w:val="00D204E6"/>
    <w:rsid w:val="00D20A9A"/>
    <w:rsid w:val="00D21D94"/>
    <w:rsid w:val="00D220DF"/>
    <w:rsid w:val="00D2320A"/>
    <w:rsid w:val="00D24B8A"/>
    <w:rsid w:val="00D250CF"/>
    <w:rsid w:val="00D2626B"/>
    <w:rsid w:val="00D26A40"/>
    <w:rsid w:val="00D26E27"/>
    <w:rsid w:val="00D274D3"/>
    <w:rsid w:val="00D30185"/>
    <w:rsid w:val="00D311E5"/>
    <w:rsid w:val="00D31930"/>
    <w:rsid w:val="00D31A3C"/>
    <w:rsid w:val="00D323F7"/>
    <w:rsid w:val="00D326BE"/>
    <w:rsid w:val="00D32BEA"/>
    <w:rsid w:val="00D3357F"/>
    <w:rsid w:val="00D3382B"/>
    <w:rsid w:val="00D33DC3"/>
    <w:rsid w:val="00D33DEB"/>
    <w:rsid w:val="00D34F02"/>
    <w:rsid w:val="00D351BD"/>
    <w:rsid w:val="00D352D0"/>
    <w:rsid w:val="00D366A4"/>
    <w:rsid w:val="00D36CC3"/>
    <w:rsid w:val="00D37A75"/>
    <w:rsid w:val="00D37C4D"/>
    <w:rsid w:val="00D37C8C"/>
    <w:rsid w:val="00D37DCF"/>
    <w:rsid w:val="00D41052"/>
    <w:rsid w:val="00D414A5"/>
    <w:rsid w:val="00D41501"/>
    <w:rsid w:val="00D417EA"/>
    <w:rsid w:val="00D42167"/>
    <w:rsid w:val="00D42A98"/>
    <w:rsid w:val="00D43072"/>
    <w:rsid w:val="00D4346F"/>
    <w:rsid w:val="00D43F75"/>
    <w:rsid w:val="00D43F9B"/>
    <w:rsid w:val="00D45BBF"/>
    <w:rsid w:val="00D45FE4"/>
    <w:rsid w:val="00D46A65"/>
    <w:rsid w:val="00D471B3"/>
    <w:rsid w:val="00D473BB"/>
    <w:rsid w:val="00D474DC"/>
    <w:rsid w:val="00D47AB7"/>
    <w:rsid w:val="00D47D5E"/>
    <w:rsid w:val="00D50047"/>
    <w:rsid w:val="00D50944"/>
    <w:rsid w:val="00D50BFE"/>
    <w:rsid w:val="00D50E77"/>
    <w:rsid w:val="00D50EA3"/>
    <w:rsid w:val="00D51366"/>
    <w:rsid w:val="00D51FA1"/>
    <w:rsid w:val="00D52664"/>
    <w:rsid w:val="00D52B29"/>
    <w:rsid w:val="00D52B7A"/>
    <w:rsid w:val="00D542BB"/>
    <w:rsid w:val="00D54B8F"/>
    <w:rsid w:val="00D54BE4"/>
    <w:rsid w:val="00D5586F"/>
    <w:rsid w:val="00D558C5"/>
    <w:rsid w:val="00D55B9F"/>
    <w:rsid w:val="00D56549"/>
    <w:rsid w:val="00D56674"/>
    <w:rsid w:val="00D57CCD"/>
    <w:rsid w:val="00D6050E"/>
    <w:rsid w:val="00D605A9"/>
    <w:rsid w:val="00D607FE"/>
    <w:rsid w:val="00D61783"/>
    <w:rsid w:val="00D62282"/>
    <w:rsid w:val="00D622AB"/>
    <w:rsid w:val="00D62C17"/>
    <w:rsid w:val="00D641D8"/>
    <w:rsid w:val="00D65A8F"/>
    <w:rsid w:val="00D674F8"/>
    <w:rsid w:val="00D707A5"/>
    <w:rsid w:val="00D7095C"/>
    <w:rsid w:val="00D70A7E"/>
    <w:rsid w:val="00D71532"/>
    <w:rsid w:val="00D71BDB"/>
    <w:rsid w:val="00D71FD2"/>
    <w:rsid w:val="00D72CF6"/>
    <w:rsid w:val="00D73910"/>
    <w:rsid w:val="00D73B8F"/>
    <w:rsid w:val="00D73C07"/>
    <w:rsid w:val="00D742B2"/>
    <w:rsid w:val="00D75EFF"/>
    <w:rsid w:val="00D76367"/>
    <w:rsid w:val="00D77273"/>
    <w:rsid w:val="00D772A3"/>
    <w:rsid w:val="00D774D1"/>
    <w:rsid w:val="00D77D49"/>
    <w:rsid w:val="00D802C6"/>
    <w:rsid w:val="00D805E2"/>
    <w:rsid w:val="00D81351"/>
    <w:rsid w:val="00D81F1D"/>
    <w:rsid w:val="00D8233F"/>
    <w:rsid w:val="00D82850"/>
    <w:rsid w:val="00D82BD2"/>
    <w:rsid w:val="00D8307C"/>
    <w:rsid w:val="00D83510"/>
    <w:rsid w:val="00D8526A"/>
    <w:rsid w:val="00D853BF"/>
    <w:rsid w:val="00D85542"/>
    <w:rsid w:val="00D865C1"/>
    <w:rsid w:val="00D86891"/>
    <w:rsid w:val="00D86E95"/>
    <w:rsid w:val="00D87A19"/>
    <w:rsid w:val="00D90F25"/>
    <w:rsid w:val="00D91C2F"/>
    <w:rsid w:val="00D91EDA"/>
    <w:rsid w:val="00D91F15"/>
    <w:rsid w:val="00D938B5"/>
    <w:rsid w:val="00D93C72"/>
    <w:rsid w:val="00D94DA9"/>
    <w:rsid w:val="00D9530F"/>
    <w:rsid w:val="00D959FF"/>
    <w:rsid w:val="00D95A74"/>
    <w:rsid w:val="00D96035"/>
    <w:rsid w:val="00D96FCA"/>
    <w:rsid w:val="00DA1E61"/>
    <w:rsid w:val="00DA1EE1"/>
    <w:rsid w:val="00DA24EC"/>
    <w:rsid w:val="00DA265C"/>
    <w:rsid w:val="00DA2D53"/>
    <w:rsid w:val="00DA41F4"/>
    <w:rsid w:val="00DA4D57"/>
    <w:rsid w:val="00DA583F"/>
    <w:rsid w:val="00DA59E5"/>
    <w:rsid w:val="00DA603C"/>
    <w:rsid w:val="00DA6A8A"/>
    <w:rsid w:val="00DB06D5"/>
    <w:rsid w:val="00DB32D5"/>
    <w:rsid w:val="00DB3888"/>
    <w:rsid w:val="00DB3CB3"/>
    <w:rsid w:val="00DB3D89"/>
    <w:rsid w:val="00DB53EB"/>
    <w:rsid w:val="00DB5665"/>
    <w:rsid w:val="00DB6797"/>
    <w:rsid w:val="00DB72FD"/>
    <w:rsid w:val="00DB744A"/>
    <w:rsid w:val="00DB7486"/>
    <w:rsid w:val="00DB7B40"/>
    <w:rsid w:val="00DB7F4A"/>
    <w:rsid w:val="00DC06F2"/>
    <w:rsid w:val="00DC0F48"/>
    <w:rsid w:val="00DC10B6"/>
    <w:rsid w:val="00DC113E"/>
    <w:rsid w:val="00DC1BB4"/>
    <w:rsid w:val="00DC2064"/>
    <w:rsid w:val="00DC24F1"/>
    <w:rsid w:val="00DC2544"/>
    <w:rsid w:val="00DC2A64"/>
    <w:rsid w:val="00DC3229"/>
    <w:rsid w:val="00DC3376"/>
    <w:rsid w:val="00DC4061"/>
    <w:rsid w:val="00DC5014"/>
    <w:rsid w:val="00DC5E66"/>
    <w:rsid w:val="00DC62D0"/>
    <w:rsid w:val="00DC6498"/>
    <w:rsid w:val="00DC696C"/>
    <w:rsid w:val="00DC6E27"/>
    <w:rsid w:val="00DC6FAA"/>
    <w:rsid w:val="00DC7427"/>
    <w:rsid w:val="00DC75F3"/>
    <w:rsid w:val="00DC7827"/>
    <w:rsid w:val="00DC79F7"/>
    <w:rsid w:val="00DD1327"/>
    <w:rsid w:val="00DD27FE"/>
    <w:rsid w:val="00DD3687"/>
    <w:rsid w:val="00DD3E9D"/>
    <w:rsid w:val="00DD4029"/>
    <w:rsid w:val="00DD4CC3"/>
    <w:rsid w:val="00DD524F"/>
    <w:rsid w:val="00DD709E"/>
    <w:rsid w:val="00DD745D"/>
    <w:rsid w:val="00DD750A"/>
    <w:rsid w:val="00DD7D47"/>
    <w:rsid w:val="00DD7E4E"/>
    <w:rsid w:val="00DE01DC"/>
    <w:rsid w:val="00DE13C9"/>
    <w:rsid w:val="00DE19EB"/>
    <w:rsid w:val="00DE21BA"/>
    <w:rsid w:val="00DE236E"/>
    <w:rsid w:val="00DE35A7"/>
    <w:rsid w:val="00DE36C2"/>
    <w:rsid w:val="00DE414B"/>
    <w:rsid w:val="00DE438B"/>
    <w:rsid w:val="00DE4783"/>
    <w:rsid w:val="00DE4796"/>
    <w:rsid w:val="00DE632D"/>
    <w:rsid w:val="00DE63EE"/>
    <w:rsid w:val="00DE74A3"/>
    <w:rsid w:val="00DE765E"/>
    <w:rsid w:val="00DE772D"/>
    <w:rsid w:val="00DF18C4"/>
    <w:rsid w:val="00DF1C0E"/>
    <w:rsid w:val="00DF3E56"/>
    <w:rsid w:val="00DF53D0"/>
    <w:rsid w:val="00DF56B4"/>
    <w:rsid w:val="00DF7B18"/>
    <w:rsid w:val="00E0130D"/>
    <w:rsid w:val="00E0155A"/>
    <w:rsid w:val="00E01F0F"/>
    <w:rsid w:val="00E01FE3"/>
    <w:rsid w:val="00E02335"/>
    <w:rsid w:val="00E03436"/>
    <w:rsid w:val="00E06267"/>
    <w:rsid w:val="00E066C7"/>
    <w:rsid w:val="00E070C3"/>
    <w:rsid w:val="00E07353"/>
    <w:rsid w:val="00E07676"/>
    <w:rsid w:val="00E07BF7"/>
    <w:rsid w:val="00E10092"/>
    <w:rsid w:val="00E10553"/>
    <w:rsid w:val="00E10C4F"/>
    <w:rsid w:val="00E11304"/>
    <w:rsid w:val="00E1175D"/>
    <w:rsid w:val="00E1261E"/>
    <w:rsid w:val="00E12D53"/>
    <w:rsid w:val="00E13264"/>
    <w:rsid w:val="00E143E0"/>
    <w:rsid w:val="00E1477F"/>
    <w:rsid w:val="00E15B8C"/>
    <w:rsid w:val="00E15BAC"/>
    <w:rsid w:val="00E15D8B"/>
    <w:rsid w:val="00E16053"/>
    <w:rsid w:val="00E16838"/>
    <w:rsid w:val="00E17BE2"/>
    <w:rsid w:val="00E17C6C"/>
    <w:rsid w:val="00E2102F"/>
    <w:rsid w:val="00E21D87"/>
    <w:rsid w:val="00E224AD"/>
    <w:rsid w:val="00E228FD"/>
    <w:rsid w:val="00E22E08"/>
    <w:rsid w:val="00E23538"/>
    <w:rsid w:val="00E23C2C"/>
    <w:rsid w:val="00E24D27"/>
    <w:rsid w:val="00E25469"/>
    <w:rsid w:val="00E26B4D"/>
    <w:rsid w:val="00E26FA8"/>
    <w:rsid w:val="00E30228"/>
    <w:rsid w:val="00E311D7"/>
    <w:rsid w:val="00E31282"/>
    <w:rsid w:val="00E31C9A"/>
    <w:rsid w:val="00E3200F"/>
    <w:rsid w:val="00E324D9"/>
    <w:rsid w:val="00E328E8"/>
    <w:rsid w:val="00E32CD7"/>
    <w:rsid w:val="00E330E4"/>
    <w:rsid w:val="00E33A56"/>
    <w:rsid w:val="00E34447"/>
    <w:rsid w:val="00E36022"/>
    <w:rsid w:val="00E36151"/>
    <w:rsid w:val="00E36621"/>
    <w:rsid w:val="00E367C2"/>
    <w:rsid w:val="00E3714E"/>
    <w:rsid w:val="00E3791C"/>
    <w:rsid w:val="00E4036D"/>
    <w:rsid w:val="00E4040D"/>
    <w:rsid w:val="00E40FF5"/>
    <w:rsid w:val="00E417CC"/>
    <w:rsid w:val="00E418CB"/>
    <w:rsid w:val="00E436E7"/>
    <w:rsid w:val="00E43DB4"/>
    <w:rsid w:val="00E4444C"/>
    <w:rsid w:val="00E44D5B"/>
    <w:rsid w:val="00E45463"/>
    <w:rsid w:val="00E459A6"/>
    <w:rsid w:val="00E465B4"/>
    <w:rsid w:val="00E4673D"/>
    <w:rsid w:val="00E50787"/>
    <w:rsid w:val="00E50C77"/>
    <w:rsid w:val="00E50CEC"/>
    <w:rsid w:val="00E50DC9"/>
    <w:rsid w:val="00E51072"/>
    <w:rsid w:val="00E541FB"/>
    <w:rsid w:val="00E54B38"/>
    <w:rsid w:val="00E5700A"/>
    <w:rsid w:val="00E6134E"/>
    <w:rsid w:val="00E6184A"/>
    <w:rsid w:val="00E620CF"/>
    <w:rsid w:val="00E625CF"/>
    <w:rsid w:val="00E6274D"/>
    <w:rsid w:val="00E62C64"/>
    <w:rsid w:val="00E632E6"/>
    <w:rsid w:val="00E633C9"/>
    <w:rsid w:val="00E63BA1"/>
    <w:rsid w:val="00E64346"/>
    <w:rsid w:val="00E64AAB"/>
    <w:rsid w:val="00E656A5"/>
    <w:rsid w:val="00E65730"/>
    <w:rsid w:val="00E65DAC"/>
    <w:rsid w:val="00E665F7"/>
    <w:rsid w:val="00E6762D"/>
    <w:rsid w:val="00E707CD"/>
    <w:rsid w:val="00E70CE5"/>
    <w:rsid w:val="00E72475"/>
    <w:rsid w:val="00E72DE2"/>
    <w:rsid w:val="00E7490E"/>
    <w:rsid w:val="00E75611"/>
    <w:rsid w:val="00E75F41"/>
    <w:rsid w:val="00E76997"/>
    <w:rsid w:val="00E8082D"/>
    <w:rsid w:val="00E8088D"/>
    <w:rsid w:val="00E8132F"/>
    <w:rsid w:val="00E82A41"/>
    <w:rsid w:val="00E82EFF"/>
    <w:rsid w:val="00E84987"/>
    <w:rsid w:val="00E87379"/>
    <w:rsid w:val="00E90165"/>
    <w:rsid w:val="00E9121F"/>
    <w:rsid w:val="00E9382C"/>
    <w:rsid w:val="00E93C1B"/>
    <w:rsid w:val="00E95BB4"/>
    <w:rsid w:val="00E96720"/>
    <w:rsid w:val="00E96B01"/>
    <w:rsid w:val="00EA082A"/>
    <w:rsid w:val="00EA0F5C"/>
    <w:rsid w:val="00EA12EC"/>
    <w:rsid w:val="00EA1AEF"/>
    <w:rsid w:val="00EA23AC"/>
    <w:rsid w:val="00EA269A"/>
    <w:rsid w:val="00EA28EB"/>
    <w:rsid w:val="00EA2A90"/>
    <w:rsid w:val="00EA30FF"/>
    <w:rsid w:val="00EA3D9C"/>
    <w:rsid w:val="00EA4453"/>
    <w:rsid w:val="00EA48E3"/>
    <w:rsid w:val="00EA51A5"/>
    <w:rsid w:val="00EA6F59"/>
    <w:rsid w:val="00EA7398"/>
    <w:rsid w:val="00EA7B79"/>
    <w:rsid w:val="00EA7BB5"/>
    <w:rsid w:val="00EA7E58"/>
    <w:rsid w:val="00EB0584"/>
    <w:rsid w:val="00EB085A"/>
    <w:rsid w:val="00EB0C59"/>
    <w:rsid w:val="00EB0DBB"/>
    <w:rsid w:val="00EB13D3"/>
    <w:rsid w:val="00EB17E2"/>
    <w:rsid w:val="00EB1A7D"/>
    <w:rsid w:val="00EB1B6D"/>
    <w:rsid w:val="00EB1C78"/>
    <w:rsid w:val="00EB2F8C"/>
    <w:rsid w:val="00EB4470"/>
    <w:rsid w:val="00EB49C3"/>
    <w:rsid w:val="00EB5074"/>
    <w:rsid w:val="00EB609C"/>
    <w:rsid w:val="00EB6404"/>
    <w:rsid w:val="00EB6881"/>
    <w:rsid w:val="00EB77AC"/>
    <w:rsid w:val="00EC0263"/>
    <w:rsid w:val="00EC05FB"/>
    <w:rsid w:val="00EC0F15"/>
    <w:rsid w:val="00EC0F94"/>
    <w:rsid w:val="00EC15D4"/>
    <w:rsid w:val="00EC1778"/>
    <w:rsid w:val="00EC21B4"/>
    <w:rsid w:val="00EC31E7"/>
    <w:rsid w:val="00EC3525"/>
    <w:rsid w:val="00EC440B"/>
    <w:rsid w:val="00EC515B"/>
    <w:rsid w:val="00EC5D07"/>
    <w:rsid w:val="00EC6279"/>
    <w:rsid w:val="00EC635D"/>
    <w:rsid w:val="00EC6403"/>
    <w:rsid w:val="00EC7048"/>
    <w:rsid w:val="00EC7874"/>
    <w:rsid w:val="00ED0D28"/>
    <w:rsid w:val="00ED1600"/>
    <w:rsid w:val="00ED18A6"/>
    <w:rsid w:val="00ED2C36"/>
    <w:rsid w:val="00ED2E5F"/>
    <w:rsid w:val="00ED35AD"/>
    <w:rsid w:val="00ED4867"/>
    <w:rsid w:val="00ED61E6"/>
    <w:rsid w:val="00ED7233"/>
    <w:rsid w:val="00ED78CA"/>
    <w:rsid w:val="00EE01CB"/>
    <w:rsid w:val="00EE06A9"/>
    <w:rsid w:val="00EE1EF4"/>
    <w:rsid w:val="00EE228A"/>
    <w:rsid w:val="00EE3737"/>
    <w:rsid w:val="00EE46EF"/>
    <w:rsid w:val="00EE4BDD"/>
    <w:rsid w:val="00EE60DE"/>
    <w:rsid w:val="00EE6148"/>
    <w:rsid w:val="00EE6353"/>
    <w:rsid w:val="00EE6B22"/>
    <w:rsid w:val="00EE6E0B"/>
    <w:rsid w:val="00EE73A3"/>
    <w:rsid w:val="00EF0141"/>
    <w:rsid w:val="00EF25BC"/>
    <w:rsid w:val="00EF2B85"/>
    <w:rsid w:val="00EF2FE4"/>
    <w:rsid w:val="00EF43EF"/>
    <w:rsid w:val="00EF4D86"/>
    <w:rsid w:val="00EF582B"/>
    <w:rsid w:val="00EF5A4F"/>
    <w:rsid w:val="00EF6887"/>
    <w:rsid w:val="00EF6A93"/>
    <w:rsid w:val="00EF7224"/>
    <w:rsid w:val="00EF7EC9"/>
    <w:rsid w:val="00F020EB"/>
    <w:rsid w:val="00F024BD"/>
    <w:rsid w:val="00F026B4"/>
    <w:rsid w:val="00F027C9"/>
    <w:rsid w:val="00F03414"/>
    <w:rsid w:val="00F04E09"/>
    <w:rsid w:val="00F055C6"/>
    <w:rsid w:val="00F055F4"/>
    <w:rsid w:val="00F05853"/>
    <w:rsid w:val="00F05F42"/>
    <w:rsid w:val="00F065C4"/>
    <w:rsid w:val="00F065C8"/>
    <w:rsid w:val="00F0766C"/>
    <w:rsid w:val="00F07AF4"/>
    <w:rsid w:val="00F07AF8"/>
    <w:rsid w:val="00F07B81"/>
    <w:rsid w:val="00F07FAE"/>
    <w:rsid w:val="00F10276"/>
    <w:rsid w:val="00F10ACD"/>
    <w:rsid w:val="00F10C32"/>
    <w:rsid w:val="00F10E30"/>
    <w:rsid w:val="00F1148C"/>
    <w:rsid w:val="00F11591"/>
    <w:rsid w:val="00F1263B"/>
    <w:rsid w:val="00F12A11"/>
    <w:rsid w:val="00F12DC1"/>
    <w:rsid w:val="00F130E4"/>
    <w:rsid w:val="00F131FA"/>
    <w:rsid w:val="00F1379B"/>
    <w:rsid w:val="00F13AB1"/>
    <w:rsid w:val="00F13ED5"/>
    <w:rsid w:val="00F140E0"/>
    <w:rsid w:val="00F14E24"/>
    <w:rsid w:val="00F15651"/>
    <w:rsid w:val="00F1571C"/>
    <w:rsid w:val="00F16811"/>
    <w:rsid w:val="00F16FF8"/>
    <w:rsid w:val="00F17278"/>
    <w:rsid w:val="00F20FDA"/>
    <w:rsid w:val="00F21950"/>
    <w:rsid w:val="00F22F10"/>
    <w:rsid w:val="00F2320D"/>
    <w:rsid w:val="00F234F4"/>
    <w:rsid w:val="00F23BAD"/>
    <w:rsid w:val="00F23E21"/>
    <w:rsid w:val="00F23EDE"/>
    <w:rsid w:val="00F24104"/>
    <w:rsid w:val="00F24EC4"/>
    <w:rsid w:val="00F25C3B"/>
    <w:rsid w:val="00F26070"/>
    <w:rsid w:val="00F260C0"/>
    <w:rsid w:val="00F27086"/>
    <w:rsid w:val="00F2756C"/>
    <w:rsid w:val="00F306F8"/>
    <w:rsid w:val="00F30DBF"/>
    <w:rsid w:val="00F31787"/>
    <w:rsid w:val="00F31DCA"/>
    <w:rsid w:val="00F32839"/>
    <w:rsid w:val="00F33781"/>
    <w:rsid w:val="00F337AA"/>
    <w:rsid w:val="00F3382F"/>
    <w:rsid w:val="00F338B5"/>
    <w:rsid w:val="00F33B9E"/>
    <w:rsid w:val="00F349D9"/>
    <w:rsid w:val="00F34F1E"/>
    <w:rsid w:val="00F3502B"/>
    <w:rsid w:val="00F353CB"/>
    <w:rsid w:val="00F36683"/>
    <w:rsid w:val="00F36D58"/>
    <w:rsid w:val="00F37991"/>
    <w:rsid w:val="00F405C0"/>
    <w:rsid w:val="00F408C9"/>
    <w:rsid w:val="00F40AD1"/>
    <w:rsid w:val="00F40E4D"/>
    <w:rsid w:val="00F4177C"/>
    <w:rsid w:val="00F42274"/>
    <w:rsid w:val="00F42ACB"/>
    <w:rsid w:val="00F42EC5"/>
    <w:rsid w:val="00F433E5"/>
    <w:rsid w:val="00F437F4"/>
    <w:rsid w:val="00F445FE"/>
    <w:rsid w:val="00F448DF"/>
    <w:rsid w:val="00F44E33"/>
    <w:rsid w:val="00F4574E"/>
    <w:rsid w:val="00F4582D"/>
    <w:rsid w:val="00F4661F"/>
    <w:rsid w:val="00F46987"/>
    <w:rsid w:val="00F46A81"/>
    <w:rsid w:val="00F47BA1"/>
    <w:rsid w:val="00F50BE5"/>
    <w:rsid w:val="00F52BF2"/>
    <w:rsid w:val="00F52E34"/>
    <w:rsid w:val="00F54322"/>
    <w:rsid w:val="00F54541"/>
    <w:rsid w:val="00F54CE3"/>
    <w:rsid w:val="00F5518E"/>
    <w:rsid w:val="00F5565C"/>
    <w:rsid w:val="00F56431"/>
    <w:rsid w:val="00F56908"/>
    <w:rsid w:val="00F60A12"/>
    <w:rsid w:val="00F60AAA"/>
    <w:rsid w:val="00F61183"/>
    <w:rsid w:val="00F62BF0"/>
    <w:rsid w:val="00F62EFD"/>
    <w:rsid w:val="00F6321F"/>
    <w:rsid w:val="00F632CF"/>
    <w:rsid w:val="00F63EC6"/>
    <w:rsid w:val="00F63F54"/>
    <w:rsid w:val="00F656F8"/>
    <w:rsid w:val="00F65910"/>
    <w:rsid w:val="00F66056"/>
    <w:rsid w:val="00F6664D"/>
    <w:rsid w:val="00F669E2"/>
    <w:rsid w:val="00F718EC"/>
    <w:rsid w:val="00F71CE7"/>
    <w:rsid w:val="00F72FD1"/>
    <w:rsid w:val="00F735F8"/>
    <w:rsid w:val="00F73C20"/>
    <w:rsid w:val="00F74E55"/>
    <w:rsid w:val="00F75B70"/>
    <w:rsid w:val="00F76578"/>
    <w:rsid w:val="00F76DC7"/>
    <w:rsid w:val="00F772C3"/>
    <w:rsid w:val="00F77793"/>
    <w:rsid w:val="00F77BF9"/>
    <w:rsid w:val="00F77F25"/>
    <w:rsid w:val="00F803CF"/>
    <w:rsid w:val="00F80A3A"/>
    <w:rsid w:val="00F80AFC"/>
    <w:rsid w:val="00F81A3F"/>
    <w:rsid w:val="00F81C06"/>
    <w:rsid w:val="00F82AC9"/>
    <w:rsid w:val="00F82C10"/>
    <w:rsid w:val="00F83D1E"/>
    <w:rsid w:val="00F84884"/>
    <w:rsid w:val="00F84A28"/>
    <w:rsid w:val="00F851EF"/>
    <w:rsid w:val="00F853BC"/>
    <w:rsid w:val="00F85ECB"/>
    <w:rsid w:val="00F85ED3"/>
    <w:rsid w:val="00F86173"/>
    <w:rsid w:val="00F86666"/>
    <w:rsid w:val="00F873D7"/>
    <w:rsid w:val="00F87410"/>
    <w:rsid w:val="00F9001A"/>
    <w:rsid w:val="00F90546"/>
    <w:rsid w:val="00F906E4"/>
    <w:rsid w:val="00F909D2"/>
    <w:rsid w:val="00F909E3"/>
    <w:rsid w:val="00F90E33"/>
    <w:rsid w:val="00F917E9"/>
    <w:rsid w:val="00F91EAF"/>
    <w:rsid w:val="00F92B9F"/>
    <w:rsid w:val="00F93F92"/>
    <w:rsid w:val="00F944B9"/>
    <w:rsid w:val="00F96030"/>
    <w:rsid w:val="00F96058"/>
    <w:rsid w:val="00F9633C"/>
    <w:rsid w:val="00F96539"/>
    <w:rsid w:val="00F9755E"/>
    <w:rsid w:val="00F97B50"/>
    <w:rsid w:val="00FA06A9"/>
    <w:rsid w:val="00FA1A47"/>
    <w:rsid w:val="00FA2CD1"/>
    <w:rsid w:val="00FA402F"/>
    <w:rsid w:val="00FA467E"/>
    <w:rsid w:val="00FA4EF4"/>
    <w:rsid w:val="00FA5955"/>
    <w:rsid w:val="00FA619D"/>
    <w:rsid w:val="00FA64F1"/>
    <w:rsid w:val="00FA7D62"/>
    <w:rsid w:val="00FB0534"/>
    <w:rsid w:val="00FB0BE7"/>
    <w:rsid w:val="00FB215B"/>
    <w:rsid w:val="00FB2D3A"/>
    <w:rsid w:val="00FB3E1A"/>
    <w:rsid w:val="00FB48E1"/>
    <w:rsid w:val="00FB5463"/>
    <w:rsid w:val="00FB57B0"/>
    <w:rsid w:val="00FB5F77"/>
    <w:rsid w:val="00FB6C27"/>
    <w:rsid w:val="00FB6E46"/>
    <w:rsid w:val="00FB74B0"/>
    <w:rsid w:val="00FB7521"/>
    <w:rsid w:val="00FB792D"/>
    <w:rsid w:val="00FB7DDF"/>
    <w:rsid w:val="00FC053F"/>
    <w:rsid w:val="00FC0896"/>
    <w:rsid w:val="00FC1082"/>
    <w:rsid w:val="00FC18AA"/>
    <w:rsid w:val="00FC1FA6"/>
    <w:rsid w:val="00FC2B51"/>
    <w:rsid w:val="00FC319B"/>
    <w:rsid w:val="00FC3F8D"/>
    <w:rsid w:val="00FC4616"/>
    <w:rsid w:val="00FC4ECE"/>
    <w:rsid w:val="00FC5181"/>
    <w:rsid w:val="00FC625B"/>
    <w:rsid w:val="00FC6D95"/>
    <w:rsid w:val="00FC7368"/>
    <w:rsid w:val="00FC7B36"/>
    <w:rsid w:val="00FC7ED8"/>
    <w:rsid w:val="00FD00CB"/>
    <w:rsid w:val="00FD08E4"/>
    <w:rsid w:val="00FD1BFE"/>
    <w:rsid w:val="00FD1D8D"/>
    <w:rsid w:val="00FD2594"/>
    <w:rsid w:val="00FD4181"/>
    <w:rsid w:val="00FD41FA"/>
    <w:rsid w:val="00FD4AB7"/>
    <w:rsid w:val="00FD53EB"/>
    <w:rsid w:val="00FD6772"/>
    <w:rsid w:val="00FD67E2"/>
    <w:rsid w:val="00FD71B7"/>
    <w:rsid w:val="00FD78A8"/>
    <w:rsid w:val="00FD7C14"/>
    <w:rsid w:val="00FD7E9E"/>
    <w:rsid w:val="00FE01A7"/>
    <w:rsid w:val="00FE17B2"/>
    <w:rsid w:val="00FE1A17"/>
    <w:rsid w:val="00FE1DE8"/>
    <w:rsid w:val="00FE25A4"/>
    <w:rsid w:val="00FE291F"/>
    <w:rsid w:val="00FE29B2"/>
    <w:rsid w:val="00FE2B1E"/>
    <w:rsid w:val="00FE2BA7"/>
    <w:rsid w:val="00FE2D3D"/>
    <w:rsid w:val="00FE356F"/>
    <w:rsid w:val="00FE411F"/>
    <w:rsid w:val="00FE4626"/>
    <w:rsid w:val="00FE5394"/>
    <w:rsid w:val="00FE5A7A"/>
    <w:rsid w:val="00FE6432"/>
    <w:rsid w:val="00FE737C"/>
    <w:rsid w:val="00FF02F9"/>
    <w:rsid w:val="00FF05DD"/>
    <w:rsid w:val="00FF1998"/>
    <w:rsid w:val="00FF1A43"/>
    <w:rsid w:val="00FF1F65"/>
    <w:rsid w:val="00FF257A"/>
    <w:rsid w:val="00FF2FC4"/>
    <w:rsid w:val="00FF3155"/>
    <w:rsid w:val="00FF3252"/>
    <w:rsid w:val="00FF336F"/>
    <w:rsid w:val="00FF3BF6"/>
    <w:rsid w:val="00FF43AB"/>
    <w:rsid w:val="00FF4998"/>
    <w:rsid w:val="00FF5FB8"/>
    <w:rsid w:val="00FF6353"/>
    <w:rsid w:val="00FF74D3"/>
    <w:rsid w:val="00FF7D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 fill="f" fillcolor="white" strokecolor="silver">
      <v:fill color="white" on="f"/>
      <v:stroke color="silver"/>
      <v:shadow color="#868686"/>
      <o:colormru v:ext="edit" colors="#f49100,#8f9286,#ddd"/>
    </o:shapedefaults>
    <o:shapelayout v:ext="edit">
      <o:idmap v:ext="edit" data="1"/>
    </o:shapelayout>
  </w:shapeDefaults>
  <w:decimalSymbol w:val="."/>
  <w:listSeparator w:val=","/>
  <w14:docId w14:val="6FD972B6"/>
  <w15:chartTrackingRefBased/>
  <w15:docId w15:val="{3F26B313-5A06-4D51-9FDA-8092A9DF6B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Angsana New"/>
        <w:lang w:val="en-US" w:eastAsia="en-US" w:bidi="th-TH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index 1" w:uiPriority="99"/>
    <w:lsdException w:name="index 2" w:uiPriority="99"/>
    <w:lsdException w:name="index 3" w:uiPriority="99"/>
    <w:lsdException w:name="index 4" w:uiPriority="99"/>
    <w:lsdException w:name="index 5" w:uiPriority="99"/>
    <w:lsdException w:name="index 6" w:uiPriority="99"/>
    <w:lsdException w:name="index 7" w:uiPriority="99"/>
    <w:lsdException w:name="index 8" w:uiPriority="99"/>
    <w:lsdException w:name="index 9" w:uiPriority="99"/>
    <w:lsdException w:name="toc 5" w:uiPriority="99"/>
    <w:lsdException w:name="toc 6" w:uiPriority="99"/>
    <w:lsdException w:name="toc 7" w:uiPriority="99"/>
    <w:lsdException w:name="toc 8" w:uiPriority="99"/>
    <w:lsdException w:name="toc 9" w:uiPriority="99"/>
    <w:lsdException w:name="Normal Indent" w:uiPriority="99"/>
    <w:lsdException w:name="annotation text" w:uiPriority="99"/>
    <w:lsdException w:name="footer" w:uiPriority="99"/>
    <w:lsdException w:name="caption" w:qFormat="1"/>
    <w:lsdException w:name="table of figures" w:uiPriority="99"/>
    <w:lsdException w:name="annotation reference" w:uiPriority="99"/>
    <w:lsdException w:name="table of authorities" w:uiPriority="99"/>
    <w:lsdException w:name="List Number" w:uiPriority="99"/>
    <w:lsdException w:name="List Bullet 5" w:uiPriority="99"/>
    <w:lsdException w:name="List Number 2" w:uiPriority="99"/>
    <w:lsdException w:name="List Number 3" w:uiPriority="99"/>
    <w:lsdException w:name="List Number 4" w:uiPriority="99"/>
    <w:lsdException w:name="List Number 5" w:uiPriority="99"/>
    <w:lsdException w:name="Title" w:qFormat="1"/>
    <w:lsdException w:name="Subtitle" w:qFormat="1"/>
    <w:lsdException w:name="Body Text First Indent" w:uiPriority="99"/>
    <w:lsdException w:name="Body Text First Indent 2" w:uiPriority="99"/>
    <w:lsdException w:name="Body Text Indent 2" w:uiPriority="99"/>
    <w:lsdException w:name="Hyperlink" w:uiPriority="99"/>
    <w:lsdException w:name="FollowedHyperlink" w:uiPriority="99"/>
    <w:lsdException w:name="Strong" w:uiPriority="99" w:qFormat="1"/>
    <w:lsdException w:name="Emphasis" w:uiPriority="20" w:qFormat="1"/>
    <w:lsdException w:name="Plain Text" w:uiPriority="99"/>
    <w:lsdException w:name="HTML Preformatted" w:semiHidden="1" w:unhideWhenUsed="1"/>
    <w:lsdException w:name="HTML Typewriter" w:semiHidden="1" w:unhideWhenUsed="1"/>
    <w:lsdException w:name="Normal Table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8F5092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rPr>
      <w:rFonts w:ascii="Arial" w:hAnsi="Arial"/>
      <w:sz w:val="18"/>
      <w:szCs w:val="18"/>
    </w:rPr>
  </w:style>
  <w:style w:type="paragraph" w:styleId="Heading1">
    <w:name w:val="heading 1"/>
    <w:basedOn w:val="Normal"/>
    <w:next w:val="Normal"/>
    <w:link w:val="Heading1Char"/>
    <w:qFormat/>
    <w:pPr>
      <w:keepNext/>
      <w:numPr>
        <w:numId w:val="14"/>
      </w:numPr>
      <w:shd w:val="solid" w:color="FFFFFF" w:fill="FFFFFF"/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0" w:hanging="284"/>
      <w:outlineLvl w:val="0"/>
    </w:pPr>
    <w:rPr>
      <w:b/>
      <w:bCs/>
      <w:u w:val="single"/>
      <w:lang w:val="x-none" w:eastAsia="x-none"/>
    </w:rPr>
  </w:style>
  <w:style w:type="paragraph" w:styleId="Heading2">
    <w:name w:val="heading 2"/>
    <w:basedOn w:val="Normal"/>
    <w:next w:val="Normal"/>
    <w:link w:val="Heading2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1"/>
    </w:pPr>
    <w:rPr>
      <w:b/>
      <w:bCs/>
    </w:rPr>
  </w:style>
  <w:style w:type="paragraph" w:styleId="Heading3">
    <w:name w:val="heading 3"/>
    <w:basedOn w:val="Normal"/>
    <w:next w:val="Normal"/>
    <w:link w:val="Heading3Char"/>
    <w:qFormat/>
    <w:pPr>
      <w:keepNext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2"/>
    </w:pPr>
    <w:rPr>
      <w:rFonts w:cs="Times New Roman"/>
      <w:i/>
      <w:iCs/>
    </w:rPr>
  </w:style>
  <w:style w:type="paragraph" w:styleId="Heading4">
    <w:name w:val="heading 4"/>
    <w:basedOn w:val="Normal"/>
    <w:next w:val="Normal"/>
    <w:link w:val="Heading4Char"/>
    <w:qFormat/>
    <w:pPr>
      <w:keepNext/>
      <w:framePr w:w="2410" w:h="1559" w:hSpace="142" w:wrap="around" w:vAnchor="page" w:hAnchor="page" w:x="1532" w:y="2496"/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3"/>
    </w:pPr>
    <w:rPr>
      <w:rFonts w:cs="Times New Roman"/>
      <w:b/>
      <w:bCs/>
    </w:rPr>
  </w:style>
  <w:style w:type="paragraph" w:styleId="Heading5">
    <w:name w:val="heading 5"/>
    <w:basedOn w:val="Normal"/>
    <w:next w:val="Normal"/>
    <w:link w:val="Heading5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right="1080"/>
      <w:outlineLvl w:val="4"/>
    </w:pPr>
    <w:rPr>
      <w:rFonts w:ascii="Times New Roman" w:hAnsi="Times New Roman" w:cs="EucrosiaUPC"/>
      <w:b/>
      <w:bCs/>
      <w:sz w:val="32"/>
      <w:szCs w:val="32"/>
    </w:rPr>
  </w:style>
  <w:style w:type="paragraph" w:styleId="Heading6">
    <w:name w:val="heading 6"/>
    <w:basedOn w:val="Normal"/>
    <w:next w:val="Normal"/>
    <w:link w:val="Heading6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5"/>
    </w:pPr>
    <w:rPr>
      <w:rFonts w:ascii="Times New Roman" w:hAnsi="Times New Roman" w:cs="EucrosiaUPC"/>
      <w:b/>
      <w:bCs/>
      <w:sz w:val="30"/>
      <w:szCs w:val="30"/>
    </w:rPr>
  </w:style>
  <w:style w:type="paragraph" w:styleId="Heading7">
    <w:name w:val="heading 7"/>
    <w:basedOn w:val="Normal"/>
    <w:next w:val="Normal"/>
    <w:link w:val="Heading7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6"/>
    </w:pPr>
    <w:rPr>
      <w:rFonts w:ascii="Times New Roman" w:hAnsi="Times New Roman" w:cs="EucrosiaUPC"/>
      <w:b/>
      <w:bCs/>
      <w:sz w:val="32"/>
      <w:szCs w:val="32"/>
    </w:rPr>
  </w:style>
  <w:style w:type="paragraph" w:styleId="Heading8">
    <w:name w:val="heading 8"/>
    <w:basedOn w:val="Normal"/>
    <w:next w:val="Normal"/>
    <w:link w:val="Heading8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utlineLvl w:val="7"/>
    </w:pPr>
    <w:rPr>
      <w:rFonts w:ascii="Times New Roman" w:hAnsi="Times New Roman" w:cs="EucrosiaUPC"/>
      <w:b/>
      <w:bCs/>
      <w:sz w:val="28"/>
      <w:szCs w:val="28"/>
    </w:rPr>
  </w:style>
  <w:style w:type="paragraph" w:styleId="Heading9">
    <w:name w:val="heading 9"/>
    <w:basedOn w:val="Normal"/>
    <w:next w:val="Normal"/>
    <w:link w:val="Heading9Char"/>
    <w:qFormat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-108" w:right="-108"/>
      <w:jc w:val="center"/>
      <w:outlineLvl w:val="8"/>
    </w:pPr>
    <w:rPr>
      <w:rFonts w:ascii="Times New Roman" w:hAnsi="Times New Roman" w:cs="EucrosiaUPC"/>
      <w:sz w:val="28"/>
      <w:szCs w:val="28"/>
      <w:lang w:val="th-TH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pPr>
      <w:tabs>
        <w:tab w:val="center" w:pos="4536"/>
        <w:tab w:val="right" w:pos="9072"/>
      </w:tabs>
    </w:pPr>
    <w:rPr>
      <w:lang w:val="x-none" w:eastAsia="x-none"/>
    </w:rPr>
  </w:style>
  <w:style w:type="character" w:customStyle="1" w:styleId="AAAddress">
    <w:name w:val="AA Address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u w:val="none"/>
      <w:vertAlign w:val="baseline"/>
      <w:lang w:val="en-US"/>
    </w:rPr>
  </w:style>
  <w:style w:type="character" w:customStyle="1" w:styleId="AAReference">
    <w:name w:val="AA Reference"/>
    <w:uiPriority w:val="99"/>
    <w:rPr>
      <w:rFonts w:ascii="Arial" w:hAnsi="Arial"/>
      <w:dstrike w:val="0"/>
      <w:noProof w:val="0"/>
      <w:color w:val="auto"/>
      <w:spacing w:val="0"/>
      <w:w w:val="100"/>
      <w:position w:val="0"/>
      <w:sz w:val="14"/>
      <w:szCs w:val="14"/>
      <w:vertAlign w:val="baseline"/>
      <w:lang w:val="en-US"/>
    </w:rPr>
  </w:style>
  <w:style w:type="paragraph" w:styleId="Footer">
    <w:name w:val="footer"/>
    <w:basedOn w:val="Normal"/>
    <w:link w:val="FooterChar"/>
    <w:uiPriority w:val="99"/>
    <w:pPr>
      <w:tabs>
        <w:tab w:val="center" w:pos="4536"/>
        <w:tab w:val="right" w:pos="9072"/>
      </w:tabs>
    </w:pPr>
    <w:rPr>
      <w:lang w:val="x-none" w:eastAsia="x-none"/>
    </w:rPr>
  </w:style>
  <w:style w:type="paragraph" w:styleId="Caption">
    <w:name w:val="caption"/>
    <w:basedOn w:val="Normal"/>
    <w:next w:val="Normal"/>
    <w:qFormat/>
    <w:rPr>
      <w:rFonts w:cs="Times New Roman"/>
      <w:b/>
      <w:bCs/>
    </w:rPr>
  </w:style>
  <w:style w:type="paragraph" w:styleId="ListBullet">
    <w:name w:val="List Bullet"/>
    <w:basedOn w:val="Normal"/>
    <w:pPr>
      <w:numPr>
        <w:numId w:val="3"/>
      </w:numPr>
      <w:tabs>
        <w:tab w:val="clear" w:pos="360"/>
        <w:tab w:val="left" w:pos="284"/>
      </w:tabs>
      <w:ind w:left="284" w:hanging="284"/>
    </w:pPr>
  </w:style>
  <w:style w:type="paragraph" w:styleId="ListBullet2">
    <w:name w:val="List Bullet 2"/>
    <w:basedOn w:val="Normal"/>
    <w:pPr>
      <w:numPr>
        <w:numId w:val="4"/>
      </w:numPr>
      <w:tabs>
        <w:tab w:val="clear" w:pos="643"/>
        <w:tab w:val="left" w:pos="567"/>
      </w:tabs>
      <w:ind w:left="851" w:hanging="284"/>
    </w:pPr>
  </w:style>
  <w:style w:type="paragraph" w:styleId="ListBullet3">
    <w:name w:val="List Bullet 3"/>
    <w:basedOn w:val="Normal"/>
    <w:pPr>
      <w:numPr>
        <w:numId w:val="1"/>
      </w:numPr>
      <w:tabs>
        <w:tab w:val="clear" w:pos="926"/>
        <w:tab w:val="left" w:pos="851"/>
      </w:tabs>
      <w:ind w:left="1135" w:hanging="284"/>
    </w:pPr>
  </w:style>
  <w:style w:type="paragraph" w:styleId="ListBullet4">
    <w:name w:val="List Bullet 4"/>
    <w:basedOn w:val="Normal"/>
    <w:pPr>
      <w:numPr>
        <w:numId w:val="2"/>
      </w:numPr>
      <w:tabs>
        <w:tab w:val="clear" w:pos="1209"/>
        <w:tab w:val="left" w:pos="1134"/>
      </w:tabs>
      <w:ind w:left="1418" w:hanging="284"/>
    </w:pPr>
  </w:style>
  <w:style w:type="paragraph" w:styleId="ListNumber">
    <w:name w:val="List Number"/>
    <w:basedOn w:val="Normal"/>
    <w:uiPriority w:val="99"/>
    <w:pPr>
      <w:numPr>
        <w:numId w:val="5"/>
      </w:numPr>
      <w:tabs>
        <w:tab w:val="clear" w:pos="360"/>
        <w:tab w:val="left" w:pos="284"/>
      </w:tabs>
      <w:ind w:left="284" w:hanging="284"/>
    </w:pPr>
  </w:style>
  <w:style w:type="paragraph" w:styleId="ListNumber2">
    <w:name w:val="List Number 2"/>
    <w:basedOn w:val="Normal"/>
    <w:uiPriority w:val="99"/>
    <w:pPr>
      <w:numPr>
        <w:numId w:val="6"/>
      </w:numPr>
      <w:tabs>
        <w:tab w:val="clear" w:pos="643"/>
        <w:tab w:val="left" w:pos="567"/>
      </w:tabs>
      <w:ind w:left="851" w:hanging="284"/>
    </w:pPr>
  </w:style>
  <w:style w:type="paragraph" w:styleId="ListNumber3">
    <w:name w:val="List Number 3"/>
    <w:basedOn w:val="Normal"/>
    <w:uiPriority w:val="99"/>
    <w:pPr>
      <w:numPr>
        <w:numId w:val="7"/>
      </w:numPr>
      <w:tabs>
        <w:tab w:val="clear" w:pos="926"/>
        <w:tab w:val="left" w:pos="851"/>
      </w:tabs>
      <w:ind w:left="1135" w:hanging="284"/>
    </w:pPr>
  </w:style>
  <w:style w:type="paragraph" w:styleId="NormalIndent">
    <w:name w:val="Normal Indent"/>
    <w:basedOn w:val="Normal"/>
    <w:uiPriority w:val="99"/>
    <w:pPr>
      <w:ind w:left="284"/>
    </w:pPr>
  </w:style>
  <w:style w:type="paragraph" w:customStyle="1" w:styleId="AAFrameAddress">
    <w:name w:val="AA Frame Address"/>
    <w:basedOn w:val="Heading1"/>
    <w:uiPriority w:val="99"/>
    <w:pPr>
      <w:framePr w:w="2812" w:h="1701" w:hSpace="142" w:vSpace="142" w:wrap="around" w:vAnchor="page" w:hAnchor="page" w:x="8024" w:y="2723"/>
      <w:shd w:val="clear" w:color="FFFFFF" w:fill="auto"/>
      <w:spacing w:after="90" w:line="240" w:lineRule="auto"/>
    </w:pPr>
    <w:rPr>
      <w:rFonts w:cs="Times New Roman"/>
      <w:noProof/>
    </w:rPr>
  </w:style>
  <w:style w:type="paragraph" w:styleId="ListNumber5">
    <w:name w:val="List Number 5"/>
    <w:basedOn w:val="Normal"/>
    <w:uiPriority w:val="99"/>
    <w:pPr>
      <w:numPr>
        <w:numId w:val="8"/>
      </w:numPr>
      <w:tabs>
        <w:tab w:val="clear" w:pos="1492"/>
        <w:tab w:val="left" w:pos="1418"/>
      </w:tabs>
      <w:ind w:left="1418" w:hanging="284"/>
    </w:pPr>
  </w:style>
  <w:style w:type="paragraph" w:styleId="ListNumber4">
    <w:name w:val="List Number 4"/>
    <w:basedOn w:val="Normal"/>
    <w:uiPriority w:val="99"/>
    <w:pPr>
      <w:numPr>
        <w:numId w:val="9"/>
      </w:numPr>
      <w:tabs>
        <w:tab w:val="clear" w:pos="1209"/>
        <w:tab w:val="left" w:pos="1418"/>
      </w:tabs>
    </w:pPr>
  </w:style>
  <w:style w:type="paragraph" w:styleId="TableofAuthorities">
    <w:name w:val="table of authorities"/>
    <w:basedOn w:val="Normal"/>
    <w:next w:val="Normal"/>
    <w:uiPriority w:val="99"/>
    <w:semiHidden/>
    <w:pPr>
      <w:ind w:left="284" w:hanging="284"/>
    </w:pPr>
  </w:style>
  <w:style w:type="paragraph" w:styleId="Index1">
    <w:name w:val="index 1"/>
    <w:basedOn w:val="Normal"/>
    <w:next w:val="Normal"/>
    <w:autoRedefine/>
    <w:uiPriority w:val="99"/>
    <w:semiHidden/>
    <w:pPr>
      <w:ind w:left="284" w:hanging="284"/>
    </w:pPr>
  </w:style>
  <w:style w:type="paragraph" w:styleId="Index2">
    <w:name w:val="index 2"/>
    <w:basedOn w:val="Normal"/>
    <w:next w:val="Normal"/>
    <w:autoRedefine/>
    <w:uiPriority w:val="99"/>
    <w:semiHidden/>
    <w:pPr>
      <w:ind w:left="568" w:hanging="284"/>
    </w:pPr>
  </w:style>
  <w:style w:type="paragraph" w:styleId="Index3">
    <w:name w:val="index 3"/>
    <w:basedOn w:val="Normal"/>
    <w:next w:val="Normal"/>
    <w:autoRedefine/>
    <w:uiPriority w:val="99"/>
    <w:semiHidden/>
    <w:pPr>
      <w:ind w:left="851" w:hanging="284"/>
    </w:pPr>
  </w:style>
  <w:style w:type="paragraph" w:styleId="Index4">
    <w:name w:val="index 4"/>
    <w:basedOn w:val="Normal"/>
    <w:next w:val="Normal"/>
    <w:uiPriority w:val="99"/>
    <w:semiHidden/>
    <w:pPr>
      <w:ind w:left="1135" w:hanging="284"/>
    </w:pPr>
  </w:style>
  <w:style w:type="paragraph" w:styleId="Index6">
    <w:name w:val="index 6"/>
    <w:basedOn w:val="Normal"/>
    <w:next w:val="Normal"/>
    <w:uiPriority w:val="99"/>
    <w:semiHidden/>
    <w:pPr>
      <w:ind w:left="1702" w:hanging="284"/>
    </w:pPr>
  </w:style>
  <w:style w:type="paragraph" w:styleId="Index5">
    <w:name w:val="index 5"/>
    <w:basedOn w:val="Normal"/>
    <w:next w:val="Normal"/>
    <w:uiPriority w:val="99"/>
    <w:semiHidden/>
    <w:pPr>
      <w:ind w:left="1418" w:hanging="284"/>
    </w:pPr>
  </w:style>
  <w:style w:type="paragraph" w:styleId="Index7">
    <w:name w:val="index 7"/>
    <w:basedOn w:val="Normal"/>
    <w:next w:val="Normal"/>
    <w:uiPriority w:val="99"/>
    <w:semiHidden/>
    <w:pPr>
      <w:ind w:left="1985" w:hanging="284"/>
    </w:pPr>
  </w:style>
  <w:style w:type="paragraph" w:styleId="Index8">
    <w:name w:val="index 8"/>
    <w:basedOn w:val="Normal"/>
    <w:next w:val="Normal"/>
    <w:uiPriority w:val="99"/>
    <w:semiHidden/>
    <w:pPr>
      <w:ind w:left="2269" w:hanging="284"/>
    </w:pPr>
  </w:style>
  <w:style w:type="paragraph" w:styleId="Index9">
    <w:name w:val="index 9"/>
    <w:basedOn w:val="Normal"/>
    <w:next w:val="Normal"/>
    <w:uiPriority w:val="99"/>
    <w:semiHidden/>
    <w:pPr>
      <w:ind w:left="2552" w:hanging="284"/>
    </w:pPr>
  </w:style>
  <w:style w:type="paragraph" w:styleId="TOC2">
    <w:name w:val="toc 2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/>
    </w:pPr>
    <w:rPr>
      <w:rFonts w:cs="Times New Roman"/>
      <w:b/>
      <w:bCs/>
    </w:rPr>
  </w:style>
  <w:style w:type="paragraph" w:styleId="TOC3">
    <w:name w:val="toc 3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/>
    </w:pPr>
  </w:style>
  <w:style w:type="paragraph" w:styleId="TOC4">
    <w:name w:val="toc 4"/>
    <w:basedOn w:val="Normal"/>
    <w:next w:val="Normal"/>
    <w:semiHidden/>
    <w:pPr>
      <w:ind w:left="851"/>
    </w:pPr>
  </w:style>
  <w:style w:type="paragraph" w:styleId="TOC5">
    <w:name w:val="toc 5"/>
    <w:basedOn w:val="Normal"/>
    <w:next w:val="Normal"/>
    <w:uiPriority w:val="99"/>
    <w:semiHidden/>
    <w:pPr>
      <w:ind w:left="1134"/>
    </w:pPr>
  </w:style>
  <w:style w:type="paragraph" w:styleId="TOC6">
    <w:name w:val="toc 6"/>
    <w:basedOn w:val="Normal"/>
    <w:next w:val="Normal"/>
    <w:uiPriority w:val="99"/>
    <w:semiHidden/>
    <w:pPr>
      <w:ind w:left="1418"/>
    </w:pPr>
  </w:style>
  <w:style w:type="paragraph" w:styleId="TOC7">
    <w:name w:val="toc 7"/>
    <w:basedOn w:val="Normal"/>
    <w:next w:val="Normal"/>
    <w:uiPriority w:val="99"/>
    <w:semiHidden/>
    <w:pPr>
      <w:ind w:left="1701"/>
    </w:pPr>
  </w:style>
  <w:style w:type="paragraph" w:styleId="TOC8">
    <w:name w:val="toc 8"/>
    <w:basedOn w:val="Normal"/>
    <w:next w:val="Normal"/>
    <w:uiPriority w:val="99"/>
    <w:semiHidden/>
    <w:pPr>
      <w:ind w:left="1985"/>
    </w:pPr>
  </w:style>
  <w:style w:type="paragraph" w:styleId="TOC9">
    <w:name w:val="toc 9"/>
    <w:basedOn w:val="Normal"/>
    <w:next w:val="Normal"/>
    <w:uiPriority w:val="99"/>
    <w:semiHidden/>
    <w:pPr>
      <w:ind w:left="2268"/>
    </w:pPr>
  </w:style>
  <w:style w:type="paragraph" w:styleId="TableofFigures">
    <w:name w:val="table of figures"/>
    <w:basedOn w:val="Normal"/>
    <w:next w:val="Normal"/>
    <w:uiPriority w:val="99"/>
    <w:semiHidden/>
    <w:pPr>
      <w:ind w:left="567" w:hanging="567"/>
    </w:pPr>
  </w:style>
  <w:style w:type="paragraph" w:styleId="ListBullet5">
    <w:name w:val="List Bullet 5"/>
    <w:basedOn w:val="Normal"/>
    <w:uiPriority w:val="99"/>
    <w:pPr>
      <w:numPr>
        <w:numId w:val="10"/>
      </w:numPr>
      <w:tabs>
        <w:tab w:val="clear" w:pos="1492"/>
        <w:tab w:val="left" w:pos="1418"/>
      </w:tabs>
      <w:ind w:left="1702" w:hanging="284"/>
    </w:pPr>
  </w:style>
  <w:style w:type="paragraph" w:styleId="BodyText">
    <w:name w:val="Body Text"/>
    <w:aliases w:val="bt,body text,Body"/>
    <w:basedOn w:val="Normal"/>
    <w:link w:val="BodyTextChar"/>
    <w:pPr>
      <w:spacing w:after="120"/>
    </w:pPr>
  </w:style>
  <w:style w:type="paragraph" w:styleId="BodyTextFirstIndent">
    <w:name w:val="Body Text First Indent"/>
    <w:basedOn w:val="BodyText"/>
    <w:link w:val="BodyTextFirstIndentChar"/>
    <w:uiPriority w:val="99"/>
    <w:pPr>
      <w:ind w:firstLine="284"/>
    </w:pPr>
  </w:style>
  <w:style w:type="paragraph" w:styleId="BodyTextIndent">
    <w:name w:val="Body Text Indent"/>
    <w:aliases w:val="i"/>
    <w:basedOn w:val="Normal"/>
    <w:link w:val="BodyTextIndentChar"/>
    <w:pPr>
      <w:spacing w:after="120"/>
      <w:ind w:left="283"/>
    </w:pPr>
  </w:style>
  <w:style w:type="paragraph" w:styleId="BodyTextFirstIndent2">
    <w:name w:val="Body Text First Indent 2"/>
    <w:basedOn w:val="BodyTextIndent"/>
    <w:link w:val="BodyTextFirstIndent2Char"/>
    <w:uiPriority w:val="99"/>
    <w:pPr>
      <w:ind w:left="284" w:firstLine="284"/>
    </w:pPr>
  </w:style>
  <w:style w:type="character" w:styleId="Strong">
    <w:name w:val="Strong"/>
    <w:uiPriority w:val="99"/>
    <w:qFormat/>
    <w:rPr>
      <w:rFonts w:cs="Times New Roman"/>
      <w:b/>
      <w:bCs/>
    </w:rPr>
  </w:style>
  <w:style w:type="paragraph" w:customStyle="1" w:styleId="AA1stlevelbullet">
    <w:name w:val="AA 1st level bullet"/>
    <w:basedOn w:val="Normal"/>
    <w:uiPriority w:val="99"/>
    <w:pPr>
      <w:numPr>
        <w:numId w:val="11"/>
      </w:numPr>
      <w:tabs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227" w:hanging="227"/>
    </w:pPr>
  </w:style>
  <w:style w:type="paragraph" w:customStyle="1" w:styleId="AAFrameLogo">
    <w:name w:val="AA Frame Logo"/>
    <w:basedOn w:val="Normal"/>
    <w:uiPriority w:val="99"/>
    <w:pPr>
      <w:framePr w:w="4253" w:h="1418" w:hRule="exact" w:hSpace="142" w:vSpace="142" w:wrap="around" w:vAnchor="page" w:hAnchor="page" w:x="7457" w:y="568"/>
    </w:pPr>
  </w:style>
  <w:style w:type="character" w:customStyle="1" w:styleId="AACopyright">
    <w:name w:val="AA Copyright"/>
    <w:uiPriority w:val="99"/>
    <w:rPr>
      <w:rFonts w:ascii="Arial" w:hAnsi="Arial"/>
      <w:sz w:val="13"/>
      <w:szCs w:val="13"/>
    </w:rPr>
  </w:style>
  <w:style w:type="paragraph" w:customStyle="1" w:styleId="AA2ndlevelbullet">
    <w:name w:val="AA 2nd level bullet"/>
    <w:basedOn w:val="AA1stlevelbullet"/>
    <w:uiPriority w:val="99"/>
    <w:pPr>
      <w:numPr>
        <w:numId w:val="15"/>
      </w:numPr>
      <w:tabs>
        <w:tab w:val="clear" w:pos="227"/>
        <w:tab w:val="clear" w:pos="283"/>
        <w:tab w:val="left" w:pos="454"/>
        <w:tab w:val="left" w:pos="680"/>
        <w:tab w:val="left" w:pos="907"/>
      </w:tabs>
      <w:ind w:left="454" w:hanging="227"/>
    </w:pPr>
  </w:style>
  <w:style w:type="paragraph" w:customStyle="1" w:styleId="AANumbering">
    <w:name w:val="AA Numbering"/>
    <w:basedOn w:val="Normal"/>
    <w:uiPriority w:val="99"/>
    <w:pPr>
      <w:numPr>
        <w:numId w:val="12"/>
      </w:numPr>
      <w:tabs>
        <w:tab w:val="clear" w:pos="227"/>
        <w:tab w:val="clear" w:pos="283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284"/>
      </w:tabs>
      <w:ind w:left="0" w:firstLine="0"/>
    </w:pPr>
  </w:style>
  <w:style w:type="paragraph" w:styleId="TOC1">
    <w:name w:val="toc 1"/>
    <w:basedOn w:val="Normal"/>
    <w:next w:val="Normal"/>
    <w:semiHidden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</w:style>
  <w:style w:type="paragraph" w:customStyle="1" w:styleId="ReportMenuBar">
    <w:name w:val="ReportMenuBar"/>
    <w:basedOn w:val="Normal"/>
    <w:uiPriority w:val="99"/>
    <w:pPr>
      <w:tabs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</w:pPr>
    <w:rPr>
      <w:rFonts w:cs="Times New Roman"/>
      <w:b/>
      <w:bCs/>
      <w:color w:val="FFFFFF"/>
      <w:sz w:val="30"/>
      <w:szCs w:val="30"/>
    </w:rPr>
  </w:style>
  <w:style w:type="paragraph" w:customStyle="1" w:styleId="ReportHeading1">
    <w:name w:val="ReportHeading1"/>
    <w:basedOn w:val="Normal"/>
    <w:uiPriority w:val="99"/>
    <w:pPr>
      <w:framePr w:w="6521" w:h="1055" w:hSpace="142" w:wrap="around" w:vAnchor="page" w:hAnchor="page" w:x="1441" w:y="4452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300" w:lineRule="atLeast"/>
    </w:pPr>
    <w:rPr>
      <w:rFonts w:cs="Times New Roman"/>
      <w:b/>
      <w:bCs/>
      <w:sz w:val="24"/>
      <w:szCs w:val="24"/>
    </w:rPr>
  </w:style>
  <w:style w:type="paragraph" w:customStyle="1" w:styleId="ReportHeading2">
    <w:name w:val="ReportHeading2"/>
    <w:basedOn w:val="ReportHeading1"/>
    <w:uiPriority w:val="99"/>
    <w:pPr>
      <w:framePr w:h="1054" w:wrap="around" w:y="5920"/>
    </w:pPr>
  </w:style>
  <w:style w:type="paragraph" w:customStyle="1" w:styleId="ReportHeading3">
    <w:name w:val="ReportHeading3"/>
    <w:basedOn w:val="ReportHeading2"/>
    <w:uiPriority w:val="99"/>
    <w:pPr>
      <w:framePr w:h="443" w:wrap="around" w:y="8223"/>
    </w:pPr>
  </w:style>
  <w:style w:type="paragraph" w:customStyle="1" w:styleId="a">
    <w:name w:val="¢éÍ¤ÇÒ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ParagraphNumbering">
    <w:name w:val="Paragraph Numbering"/>
    <w:basedOn w:val="Header"/>
    <w:uiPriority w:val="99"/>
    <w:pPr>
      <w:numPr>
        <w:numId w:val="13"/>
      </w:numPr>
      <w:tabs>
        <w:tab w:val="clear" w:pos="227"/>
        <w:tab w:val="clear" w:pos="454"/>
        <w:tab w:val="clear" w:pos="705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  <w:tab w:val="left" w:pos="284"/>
      </w:tabs>
      <w:ind w:left="0" w:firstLine="0"/>
    </w:pPr>
  </w:style>
  <w:style w:type="paragraph" w:customStyle="1" w:styleId="PictureInText">
    <w:name w:val="PictureInText"/>
    <w:basedOn w:val="Normal"/>
    <w:next w:val="Normal"/>
    <w:uiPriority w:val="99"/>
    <w:pPr>
      <w:framePr w:w="7308" w:h="1134" w:hSpace="180" w:vSpace="180" w:wrap="notBeside" w:vAnchor="text" w:hAnchor="margin" w:x="1" w:y="7"/>
      <w:spacing w:after="240"/>
    </w:pPr>
  </w:style>
  <w:style w:type="paragraph" w:customStyle="1" w:styleId="PictureLeft">
    <w:name w:val="PictureLeft"/>
    <w:basedOn w:val="Normal"/>
    <w:uiPriority w:val="99"/>
    <w:pPr>
      <w:framePr w:w="2603" w:h="1134" w:hSpace="142" w:wrap="around" w:vAnchor="text" w:hAnchor="page" w:x="1526" w:y="6"/>
      <w:spacing w:before="240"/>
    </w:pPr>
  </w:style>
  <w:style w:type="paragraph" w:customStyle="1" w:styleId="PicturteLeftFullLength">
    <w:name w:val="PicturteLeftFullLength"/>
    <w:basedOn w:val="PictureLeft"/>
    <w:uiPriority w:val="99"/>
    <w:pPr>
      <w:framePr w:w="10142" w:hSpace="180" w:vSpace="180" w:wrap="around" w:y="7"/>
    </w:pPr>
  </w:style>
  <w:style w:type="paragraph" w:customStyle="1" w:styleId="AAheadingwocontents">
    <w:name w:val="AA heading wo contents"/>
    <w:basedOn w:val="Normal"/>
    <w:uiPriority w:val="99"/>
    <w:pPr>
      <w:spacing w:line="280" w:lineRule="atLeast"/>
    </w:pPr>
    <w:rPr>
      <w:rFonts w:ascii="Times New Roman" w:hAnsi="Times New Roman"/>
      <w:b/>
      <w:bCs/>
      <w:sz w:val="22"/>
      <w:szCs w:val="22"/>
    </w:rPr>
  </w:style>
  <w:style w:type="paragraph" w:customStyle="1" w:styleId="StandaardOpinion">
    <w:name w:val="StandaardOpinion"/>
    <w:basedOn w:val="Normal"/>
    <w:uiPriority w:val="99"/>
    <w:pPr>
      <w:spacing w:line="280" w:lineRule="atLeast"/>
    </w:pPr>
    <w:rPr>
      <w:rFonts w:ascii="Times New Roman" w:hAnsi="Times New Roman"/>
      <w:sz w:val="22"/>
      <w:szCs w:val="22"/>
    </w:rPr>
  </w:style>
  <w:style w:type="paragraph" w:customStyle="1" w:styleId="T">
    <w:name w:val="Å§ª×Í T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0">
    <w:name w:val="Åº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customStyle="1" w:styleId="a1">
    <w:name w:val="ºÇ¡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3">
    <w:name w:val="µÒÃÒ§3ªèÍ§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Book Antiqua" w:hAnsi="Book Antiqua"/>
      <w:sz w:val="22"/>
      <w:szCs w:val="22"/>
      <w:lang w:val="th-TH"/>
    </w:rPr>
  </w:style>
  <w:style w:type="character" w:styleId="PageNumber">
    <w:name w:val="page number"/>
    <w:basedOn w:val="DefaultParagraphFont"/>
  </w:style>
  <w:style w:type="paragraph" w:styleId="BodyText2">
    <w:name w:val="Body Text 2"/>
    <w:basedOn w:val="Normal"/>
    <w:link w:val="BodyText2Char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line="240" w:lineRule="auto"/>
      <w:jc w:val="both"/>
    </w:pPr>
    <w:rPr>
      <w:rFonts w:ascii="Angsana New" w:hAnsi="Angsana New"/>
      <w:sz w:val="30"/>
      <w:szCs w:val="30"/>
    </w:rPr>
  </w:style>
  <w:style w:type="paragraph" w:customStyle="1" w:styleId="a2">
    <w:name w:val="??"/>
    <w:basedOn w:val="Normal"/>
    <w:uiPriority w:val="99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hAnsi="Times New Roman" w:cs="BrowalliaUPC"/>
      <w:sz w:val="28"/>
      <w:szCs w:val="28"/>
      <w:lang w:val="th-TH"/>
    </w:rPr>
  </w:style>
  <w:style w:type="paragraph" w:styleId="BalloonText">
    <w:name w:val="Balloon Text"/>
    <w:basedOn w:val="Normal"/>
    <w:link w:val="BalloonTextChar"/>
    <w:semiHidden/>
    <w:rsid w:val="00725E74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39"/>
    <w:rsid w:val="00737994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  <w:spacing w:line="240" w:lineRule="atLeas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cPolicyHeading">
    <w:name w:val="Acc Policy Heading"/>
    <w:basedOn w:val="BodyText"/>
    <w:link w:val="AccPolicyHeadingChar"/>
    <w:autoRedefine/>
    <w:rsid w:val="00461B24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spacing w:after="0"/>
      <w:ind w:left="540" w:right="27" w:hanging="540"/>
      <w:jc w:val="thaiDistribute"/>
    </w:pPr>
    <w:rPr>
      <w:rFonts w:ascii="Angsana New" w:hAnsi="Angsana New"/>
      <w:b/>
      <w:bCs/>
      <w:i/>
      <w:iCs/>
      <w:sz w:val="30"/>
      <w:szCs w:val="30"/>
      <w:lang w:val="en-GB"/>
    </w:rPr>
  </w:style>
  <w:style w:type="character" w:customStyle="1" w:styleId="AccPolicyHeadingChar">
    <w:name w:val="Acc Policy Heading Char"/>
    <w:link w:val="AccPolicyHeading"/>
    <w:uiPriority w:val="99"/>
    <w:rsid w:val="00461B24"/>
    <w:rPr>
      <w:rFonts w:ascii="Angsana New" w:hAnsi="Angsana New" w:cs="Angsana New"/>
      <w:b/>
      <w:bCs/>
      <w:i/>
      <w:iCs/>
      <w:sz w:val="30"/>
      <w:szCs w:val="30"/>
      <w:lang w:val="en-GB" w:eastAsia="en-US" w:bidi="th-TH"/>
    </w:rPr>
  </w:style>
  <w:style w:type="paragraph" w:customStyle="1" w:styleId="block">
    <w:name w:val="block"/>
    <w:aliases w:val="b,b + Angsana New,Bold,Thai Distributed Justification,Left:  0...."/>
    <w:basedOn w:val="BodyText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3">
    <w:name w:val="???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080"/>
      </w:tabs>
      <w:spacing w:line="240" w:lineRule="auto"/>
    </w:pPr>
    <w:rPr>
      <w:rFonts w:ascii="Times New Roman" w:hAnsi="Times New Roman" w:cs="Times New Roman"/>
      <w:sz w:val="30"/>
      <w:szCs w:val="30"/>
      <w:lang w:val="th-TH"/>
    </w:rPr>
  </w:style>
  <w:style w:type="paragraph" w:customStyle="1" w:styleId="30">
    <w:name w:val="?????3????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</w:tabs>
      <w:spacing w:line="240" w:lineRule="auto"/>
    </w:pPr>
    <w:rPr>
      <w:rFonts w:ascii="Times New Roman" w:hAnsi="Times New Roman" w:cs="Times New Roman"/>
      <w:sz w:val="22"/>
      <w:szCs w:val="22"/>
      <w:lang w:val="th-TH"/>
    </w:rPr>
  </w:style>
  <w:style w:type="paragraph" w:customStyle="1" w:styleId="E">
    <w:name w:val="ª×èÍºÃÔÉÑ· E"/>
    <w:basedOn w:val="Normal"/>
    <w:uiPriority w:val="99"/>
    <w:rsid w:val="00456F4F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jc w:val="center"/>
    </w:pPr>
    <w:rPr>
      <w:rFonts w:ascii="Book Antiqua" w:hAnsi="Book Antiqua" w:cs="Times New Roman"/>
      <w:b/>
      <w:bCs/>
      <w:sz w:val="22"/>
      <w:szCs w:val="22"/>
      <w:lang w:val="th-TH"/>
    </w:rPr>
  </w:style>
  <w:style w:type="character" w:customStyle="1" w:styleId="Heading2Char">
    <w:name w:val="Heading 2 Char"/>
    <w:link w:val="Heading2"/>
    <w:rsid w:val="00456F4F"/>
    <w:rPr>
      <w:rFonts w:ascii="Arial" w:hAnsi="Arial"/>
      <w:b/>
      <w:bCs/>
      <w:sz w:val="18"/>
      <w:szCs w:val="18"/>
      <w:lang w:val="en-US" w:eastAsia="en-US" w:bidi="th-TH"/>
    </w:rPr>
  </w:style>
  <w:style w:type="character" w:customStyle="1" w:styleId="BodyTextChar">
    <w:name w:val="Body Text Char"/>
    <w:aliases w:val="bt Char,body text Char,Body Char"/>
    <w:link w:val="BodyText"/>
    <w:rsid w:val="000344B6"/>
    <w:rPr>
      <w:rFonts w:ascii="Arial" w:hAnsi="Arial" w:cs="Angsana New"/>
      <w:sz w:val="18"/>
      <w:szCs w:val="18"/>
      <w:lang w:val="en-US" w:eastAsia="en-US" w:bidi="th-TH"/>
    </w:rPr>
  </w:style>
  <w:style w:type="paragraph" w:customStyle="1" w:styleId="acctfourfigures">
    <w:name w:val="acct four figures"/>
    <w:aliases w:val="a4,a4 + Angsana New,15 pt,Left:  -0.05&quot;,Right:  -0.05&quot;,Lin...,...,a4 + 8 pt,(Complex) + 8 pt,(Complex),Thai Distribute...,Before:  3 pt,Line spacing:  At l..."/>
    <w:basedOn w:val="Normal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6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4">
    <w:name w:val="???"/>
    <w:basedOn w:val="Normal"/>
    <w:uiPriority w:val="99"/>
    <w:rsid w:val="00F23ED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129"/>
      <w:jc w:val="right"/>
    </w:pPr>
    <w:rPr>
      <w:rFonts w:ascii="Book Antiqua" w:hAnsi="Book Antiqua"/>
      <w:sz w:val="22"/>
      <w:szCs w:val="22"/>
      <w:lang w:val="th-TH"/>
    </w:rPr>
  </w:style>
  <w:style w:type="paragraph" w:customStyle="1" w:styleId="E0">
    <w:name w:val="Å§ª×èÍ E"/>
    <w:basedOn w:val="Normal"/>
    <w:rsid w:val="00476B91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Book Antiqua" w:hAnsi="Book Antiqua"/>
      <w:sz w:val="22"/>
      <w:szCs w:val="22"/>
      <w:lang w:val="th-TH"/>
    </w:rPr>
  </w:style>
  <w:style w:type="character" w:customStyle="1" w:styleId="HeaderChar">
    <w:name w:val="Header Char"/>
    <w:link w:val="Header"/>
    <w:rsid w:val="00FC4616"/>
    <w:rPr>
      <w:rFonts w:ascii="Arial" w:hAnsi="Arial"/>
      <w:sz w:val="18"/>
      <w:szCs w:val="18"/>
    </w:rPr>
  </w:style>
  <w:style w:type="paragraph" w:customStyle="1" w:styleId="Default">
    <w:name w:val="Default"/>
    <w:rsid w:val="00DA41F4"/>
    <w:pPr>
      <w:autoSpaceDE w:val="0"/>
      <w:autoSpaceDN w:val="0"/>
      <w:adjustRightInd w:val="0"/>
    </w:pPr>
    <w:rPr>
      <w:rFonts w:ascii="EucrosiaUPC" w:eastAsia="Calibri" w:hAnsi="EucrosiaUPC" w:cs="EucrosiaUPC"/>
      <w:color w:val="000000"/>
      <w:sz w:val="24"/>
      <w:szCs w:val="24"/>
    </w:rPr>
  </w:style>
  <w:style w:type="paragraph" w:styleId="ListParagraph">
    <w:name w:val="List Paragraph"/>
    <w:basedOn w:val="Normal"/>
    <w:link w:val="ListParagraphChar"/>
    <w:uiPriority w:val="34"/>
    <w:qFormat/>
    <w:rsid w:val="00DA41F4"/>
    <w:pPr>
      <w:ind w:left="720"/>
      <w:contextualSpacing/>
    </w:pPr>
    <w:rPr>
      <w:szCs w:val="22"/>
    </w:rPr>
  </w:style>
  <w:style w:type="paragraph" w:customStyle="1" w:styleId="AccPolicysubhead">
    <w:name w:val="Acc Policy sub head"/>
    <w:basedOn w:val="BodyText"/>
    <w:next w:val="BodyText"/>
    <w:link w:val="AccPolicysubheadChar"/>
    <w:autoRedefine/>
    <w:rsid w:val="00CB4A8B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40" w:lineRule="auto"/>
      <w:ind w:left="540" w:right="-45"/>
      <w:jc w:val="thaiDistribute"/>
    </w:pPr>
    <w:rPr>
      <w:rFonts w:ascii="Angsana New" w:eastAsia="Calibri" w:hAnsi="Angsana New"/>
      <w:sz w:val="30"/>
      <w:szCs w:val="30"/>
      <w:lang w:val="x-none" w:eastAsia="x-none"/>
    </w:rPr>
  </w:style>
  <w:style w:type="character" w:customStyle="1" w:styleId="AccPolicysubheadChar">
    <w:name w:val="Acc Policy sub head Char"/>
    <w:link w:val="AccPolicysubhead"/>
    <w:rsid w:val="00CB4A8B"/>
    <w:rPr>
      <w:rFonts w:ascii="Angsana New" w:eastAsia="Calibri" w:hAnsi="Angsana New"/>
      <w:sz w:val="30"/>
      <w:szCs w:val="30"/>
    </w:rPr>
  </w:style>
  <w:style w:type="character" w:customStyle="1" w:styleId="Heading1Char">
    <w:name w:val="Heading 1 Char"/>
    <w:link w:val="Heading1"/>
    <w:locked/>
    <w:rsid w:val="007F2F11"/>
    <w:rPr>
      <w:rFonts w:ascii="Arial" w:hAnsi="Arial"/>
      <w:b/>
      <w:bCs/>
      <w:sz w:val="18"/>
      <w:szCs w:val="18"/>
      <w:u w:val="single"/>
      <w:shd w:val="solid" w:color="FFFFFF" w:fill="FFFFFF"/>
      <w:lang w:val="x-none" w:eastAsia="x-none"/>
    </w:rPr>
  </w:style>
  <w:style w:type="paragraph" w:customStyle="1" w:styleId="index">
    <w:name w:val="index"/>
    <w:aliases w:val="ix"/>
    <w:basedOn w:val="BodyText"/>
    <w:rsid w:val="005D08B7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134"/>
      </w:tabs>
      <w:spacing w:after="20" w:line="260" w:lineRule="atLeast"/>
      <w:ind w:left="1134" w:hanging="1134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DocumentMap">
    <w:name w:val="Document Map"/>
    <w:basedOn w:val="Normal"/>
    <w:link w:val="DocumentMapChar"/>
    <w:rsid w:val="00996717"/>
    <w:pPr>
      <w:shd w:val="clear" w:color="auto" w:fill="00008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ahoma" w:hAnsi="Tahoma" w:cs="Tahoma"/>
      <w:sz w:val="20"/>
      <w:szCs w:val="20"/>
      <w:lang w:val="en-GB" w:eastAsia="x-none" w:bidi="ar-SA"/>
    </w:rPr>
  </w:style>
  <w:style w:type="character" w:customStyle="1" w:styleId="DocumentMapChar">
    <w:name w:val="Document Map Char"/>
    <w:link w:val="DocumentMap"/>
    <w:rsid w:val="00996717"/>
    <w:rPr>
      <w:rFonts w:ascii="Tahoma" w:hAnsi="Tahoma" w:cs="Tahoma"/>
      <w:shd w:val="clear" w:color="auto" w:fill="000080"/>
      <w:lang w:val="en-GB" w:bidi="ar-SA"/>
    </w:rPr>
  </w:style>
  <w:style w:type="character" w:customStyle="1" w:styleId="FooterChar">
    <w:name w:val="Footer Char"/>
    <w:link w:val="Footer"/>
    <w:uiPriority w:val="99"/>
    <w:rsid w:val="00AB5A85"/>
    <w:rPr>
      <w:rFonts w:ascii="Arial" w:hAnsi="Arial"/>
      <w:sz w:val="18"/>
      <w:szCs w:val="18"/>
    </w:rPr>
  </w:style>
  <w:style w:type="paragraph" w:customStyle="1" w:styleId="acctmergecolhdg">
    <w:name w:val="acct merge col hdg"/>
    <w:aliases w:val="mh"/>
    <w:basedOn w:val="Normal"/>
    <w:rsid w:val="007D4A45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eastAsia="Malgun Gothic" w:hAnsi="Times New Roman" w:cs="Times New Roman"/>
      <w:b/>
      <w:sz w:val="22"/>
      <w:szCs w:val="20"/>
      <w:lang w:val="en-GB" w:bidi="ar-SA"/>
    </w:rPr>
  </w:style>
  <w:style w:type="character" w:customStyle="1" w:styleId="BodyTextChar1">
    <w:name w:val="Body Text Char1"/>
    <w:aliases w:val="bt Char1,body text Char1,Body Char1"/>
    <w:uiPriority w:val="99"/>
    <w:locked/>
    <w:rsid w:val="0077218E"/>
    <w:rPr>
      <w:rFonts w:ascii="Arial" w:hAnsi="Arial" w:cs="Angsana New"/>
      <w:sz w:val="22"/>
      <w:szCs w:val="22"/>
    </w:rPr>
  </w:style>
  <w:style w:type="character" w:customStyle="1" w:styleId="ListParagraphChar">
    <w:name w:val="List Paragraph Char"/>
    <w:basedOn w:val="DefaultParagraphFont"/>
    <w:link w:val="ListParagraph"/>
    <w:uiPriority w:val="34"/>
    <w:locked/>
    <w:rsid w:val="00E6134E"/>
    <w:rPr>
      <w:rFonts w:ascii="Arial" w:hAnsi="Arial"/>
      <w:sz w:val="18"/>
      <w:szCs w:val="22"/>
    </w:rPr>
  </w:style>
  <w:style w:type="character" w:customStyle="1" w:styleId="Heading3Char">
    <w:name w:val="Heading 3 Char"/>
    <w:basedOn w:val="BodyTextChar"/>
    <w:link w:val="Heading3"/>
    <w:locked/>
    <w:rsid w:val="00995A2E"/>
    <w:rPr>
      <w:rFonts w:ascii="Arial" w:hAnsi="Arial" w:cs="Times New Roman"/>
      <w:i/>
      <w:iCs/>
      <w:sz w:val="18"/>
      <w:szCs w:val="18"/>
      <w:lang w:val="en-US" w:eastAsia="en-US" w:bidi="th-TH"/>
    </w:rPr>
  </w:style>
  <w:style w:type="character" w:customStyle="1" w:styleId="Heading4Char">
    <w:name w:val="Heading 4 Char"/>
    <w:basedOn w:val="DefaultParagraphFont"/>
    <w:link w:val="Heading4"/>
    <w:locked/>
    <w:rsid w:val="00995A2E"/>
    <w:rPr>
      <w:rFonts w:ascii="Arial" w:hAnsi="Arial" w:cs="Times New Roman"/>
      <w:b/>
      <w:bCs/>
      <w:sz w:val="18"/>
      <w:szCs w:val="18"/>
    </w:rPr>
  </w:style>
  <w:style w:type="character" w:customStyle="1" w:styleId="Heading5Char">
    <w:name w:val="Heading 5 Char"/>
    <w:basedOn w:val="DefaultParagraphFont"/>
    <w:link w:val="Heading5"/>
    <w:locked/>
    <w:rsid w:val="00995A2E"/>
    <w:rPr>
      <w:rFonts w:cs="EucrosiaUPC"/>
      <w:b/>
      <w:bCs/>
      <w:sz w:val="32"/>
      <w:szCs w:val="32"/>
    </w:rPr>
  </w:style>
  <w:style w:type="character" w:customStyle="1" w:styleId="Heading6Char">
    <w:name w:val="Heading 6 Char"/>
    <w:basedOn w:val="DefaultParagraphFont"/>
    <w:link w:val="Heading6"/>
    <w:locked/>
    <w:rsid w:val="00995A2E"/>
    <w:rPr>
      <w:rFonts w:cs="EucrosiaUPC"/>
      <w:b/>
      <w:bCs/>
      <w:sz w:val="30"/>
      <w:szCs w:val="30"/>
    </w:rPr>
  </w:style>
  <w:style w:type="character" w:customStyle="1" w:styleId="Heading7Char">
    <w:name w:val="Heading 7 Char"/>
    <w:basedOn w:val="DefaultParagraphFont"/>
    <w:link w:val="Heading7"/>
    <w:locked/>
    <w:rsid w:val="00995A2E"/>
    <w:rPr>
      <w:rFonts w:cs="EucrosiaUPC"/>
      <w:b/>
      <w:bCs/>
      <w:sz w:val="32"/>
      <w:szCs w:val="32"/>
    </w:rPr>
  </w:style>
  <w:style w:type="character" w:customStyle="1" w:styleId="Heading8Char">
    <w:name w:val="Heading 8 Char"/>
    <w:basedOn w:val="DefaultParagraphFont"/>
    <w:link w:val="Heading8"/>
    <w:locked/>
    <w:rsid w:val="00995A2E"/>
    <w:rPr>
      <w:rFonts w:cs="EucrosiaUPC"/>
      <w:b/>
      <w:bCs/>
      <w:sz w:val="28"/>
      <w:szCs w:val="28"/>
    </w:rPr>
  </w:style>
  <w:style w:type="character" w:customStyle="1" w:styleId="Heading9Char">
    <w:name w:val="Heading 9 Char"/>
    <w:basedOn w:val="DefaultParagraphFont"/>
    <w:link w:val="Heading9"/>
    <w:locked/>
    <w:rsid w:val="00995A2E"/>
    <w:rPr>
      <w:rFonts w:cs="EucrosiaUPC"/>
      <w:sz w:val="28"/>
      <w:szCs w:val="28"/>
      <w:lang w:val="th-TH"/>
    </w:rPr>
  </w:style>
  <w:style w:type="character" w:customStyle="1" w:styleId="BodyTextFirstIndentChar">
    <w:name w:val="Body Text First Indent Char"/>
    <w:basedOn w:val="BodyTextChar1"/>
    <w:link w:val="BodyTextFirstIndent"/>
    <w:uiPriority w:val="99"/>
    <w:locked/>
    <w:rsid w:val="00995A2E"/>
    <w:rPr>
      <w:rFonts w:ascii="Arial" w:hAnsi="Arial" w:cs="Angsana New"/>
      <w:sz w:val="18"/>
      <w:szCs w:val="18"/>
    </w:rPr>
  </w:style>
  <w:style w:type="character" w:customStyle="1" w:styleId="BodyTextIndentChar">
    <w:name w:val="Body Text Indent Char"/>
    <w:aliases w:val="i Char"/>
    <w:basedOn w:val="DefaultParagraphFont"/>
    <w:link w:val="BodyTextIndent"/>
    <w:locked/>
    <w:rsid w:val="00995A2E"/>
    <w:rPr>
      <w:rFonts w:ascii="Arial" w:hAnsi="Arial"/>
      <w:sz w:val="18"/>
      <w:szCs w:val="18"/>
    </w:rPr>
  </w:style>
  <w:style w:type="character" w:customStyle="1" w:styleId="BodyTextFirstIndent2Char">
    <w:name w:val="Body Text First Indent 2 Char"/>
    <w:basedOn w:val="BodyTextIndentChar"/>
    <w:link w:val="BodyTextFirstIndent2"/>
    <w:uiPriority w:val="99"/>
    <w:locked/>
    <w:rsid w:val="00995A2E"/>
    <w:rPr>
      <w:rFonts w:ascii="Arial" w:hAnsi="Arial"/>
      <w:sz w:val="18"/>
      <w:szCs w:val="18"/>
    </w:rPr>
  </w:style>
  <w:style w:type="character" w:customStyle="1" w:styleId="BodyText2Char">
    <w:name w:val="Body Text 2 Char"/>
    <w:basedOn w:val="DefaultParagraphFont"/>
    <w:link w:val="BodyText2"/>
    <w:locked/>
    <w:rsid w:val="00995A2E"/>
    <w:rPr>
      <w:rFonts w:ascii="Angsana New" w:hAnsi="Angsana New"/>
      <w:sz w:val="30"/>
      <w:szCs w:val="30"/>
    </w:rPr>
  </w:style>
  <w:style w:type="paragraph" w:customStyle="1" w:styleId="T0">
    <w:name w:val="????? T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left="5040" w:right="540"/>
      <w:jc w:val="center"/>
    </w:pPr>
    <w:rPr>
      <w:rFonts w:ascii="Times New Roman" w:hAnsi="Times New Roman" w:cs="BrowalliaUPC"/>
      <w:sz w:val="30"/>
      <w:szCs w:val="30"/>
      <w:lang w:val="th-TH"/>
    </w:rPr>
  </w:style>
  <w:style w:type="paragraph" w:customStyle="1" w:styleId="a5">
    <w:name w:val="ลบ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360"/>
        <w:tab w:val="left" w:pos="720"/>
        <w:tab w:val="left" w:pos="1080"/>
      </w:tabs>
      <w:spacing w:line="240" w:lineRule="auto"/>
    </w:pPr>
    <w:rPr>
      <w:rFonts w:ascii="Times New Roman" w:cs="BrowalliaUPC"/>
      <w:sz w:val="28"/>
      <w:szCs w:val="28"/>
      <w:lang w:val="th-TH" w:eastAsia="th-TH"/>
    </w:rPr>
  </w:style>
  <w:style w:type="paragraph" w:styleId="BodyText3">
    <w:name w:val="Body Text 3"/>
    <w:basedOn w:val="Normal"/>
    <w:link w:val="BodyText3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40"/>
      </w:tabs>
      <w:ind w:right="-43"/>
    </w:pPr>
    <w:rPr>
      <w:rFonts w:ascii="Times New Roman" w:hAnsi="Times New Roman" w:cs="EucrosiaUPC"/>
      <w:sz w:val="30"/>
      <w:szCs w:val="30"/>
    </w:rPr>
  </w:style>
  <w:style w:type="character" w:customStyle="1" w:styleId="BodyText3Char">
    <w:name w:val="Body Text 3 Char"/>
    <w:basedOn w:val="DefaultParagraphFont"/>
    <w:link w:val="BodyText3"/>
    <w:rsid w:val="00995A2E"/>
    <w:rPr>
      <w:rFonts w:cs="EucrosiaUPC"/>
      <w:sz w:val="30"/>
      <w:szCs w:val="30"/>
    </w:rPr>
  </w:style>
  <w:style w:type="paragraph" w:customStyle="1" w:styleId="ASSETS">
    <w:name w:val="ASSETS"/>
    <w:basedOn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  <w:ind w:right="360"/>
      <w:jc w:val="center"/>
    </w:pPr>
    <w:rPr>
      <w:rFonts w:ascii="Book Antiqua" w:hAnsi="Book Antiqua" w:cs="Times New Roman"/>
      <w:b/>
      <w:bCs/>
      <w:sz w:val="22"/>
      <w:szCs w:val="22"/>
      <w:u w:val="single"/>
      <w:lang w:val="th-TH"/>
    </w:rPr>
  </w:style>
  <w:style w:type="paragraph" w:styleId="BodyTextIndent2">
    <w:name w:val="Body Text Indent 2"/>
    <w:basedOn w:val="Normal"/>
    <w:link w:val="BodyTextIndent2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ind w:left="540" w:hanging="540"/>
      <w:jc w:val="both"/>
    </w:pPr>
    <w:rPr>
      <w:rFonts w:ascii="Times New Roman" w:hAnsi="Times New Roman" w:cs="EucrosiaUPC"/>
      <w:sz w:val="30"/>
      <w:szCs w:val="30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995A2E"/>
    <w:rPr>
      <w:rFonts w:cs="EucrosiaUPC"/>
      <w:sz w:val="30"/>
      <w:szCs w:val="30"/>
    </w:rPr>
  </w:style>
  <w:style w:type="character" w:customStyle="1" w:styleId="BalloonTextChar">
    <w:name w:val="Balloon Text Char"/>
    <w:basedOn w:val="DefaultParagraphFont"/>
    <w:link w:val="BalloonText"/>
    <w:semiHidden/>
    <w:locked/>
    <w:rsid w:val="00995A2E"/>
    <w:rPr>
      <w:rFonts w:ascii="Tahoma" w:hAnsi="Tahoma" w:cs="Tahoma"/>
      <w:sz w:val="16"/>
      <w:szCs w:val="16"/>
    </w:rPr>
  </w:style>
  <w:style w:type="paragraph" w:styleId="Signature">
    <w:name w:val="Signature"/>
    <w:basedOn w:val="Normal"/>
    <w:link w:val="SignatureChar"/>
    <w:rsid w:val="00995A2E"/>
    <w:pPr>
      <w:spacing w:line="240" w:lineRule="auto"/>
    </w:pPr>
    <w:rPr>
      <w:rFonts w:cs="Times New Roman"/>
    </w:rPr>
  </w:style>
  <w:style w:type="character" w:customStyle="1" w:styleId="SignatureChar">
    <w:name w:val="Signature Char"/>
    <w:basedOn w:val="DefaultParagraphFont"/>
    <w:link w:val="Signature"/>
    <w:rsid w:val="00995A2E"/>
    <w:rPr>
      <w:rFonts w:ascii="Arial" w:hAnsi="Arial" w:cs="Times New Roman"/>
      <w:sz w:val="18"/>
      <w:szCs w:val="18"/>
    </w:rPr>
  </w:style>
  <w:style w:type="paragraph" w:customStyle="1" w:styleId="acctmainheading">
    <w:name w:val="acct main heading"/>
    <w:aliases w:val="am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40" w:line="320" w:lineRule="atLeast"/>
    </w:pPr>
    <w:rPr>
      <w:rFonts w:ascii="Times New Roman" w:hAnsi="Times New Roman" w:cs="Times New Roman"/>
      <w:b/>
      <w:sz w:val="28"/>
      <w:szCs w:val="20"/>
      <w:lang w:val="en-GB" w:bidi="ar-SA"/>
    </w:rPr>
  </w:style>
  <w:style w:type="paragraph" w:styleId="FootnoteText">
    <w:name w:val="footnote text"/>
    <w:aliases w:val="ft"/>
    <w:basedOn w:val="Normal"/>
    <w:link w:val="FootnoteTextCha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Cs w:val="20"/>
      <w:lang w:val="en-GB" w:bidi="ar-SA"/>
    </w:rPr>
  </w:style>
  <w:style w:type="character" w:customStyle="1" w:styleId="FootnoteTextChar">
    <w:name w:val="Footnote Text Char"/>
    <w:aliases w:val="ft Char"/>
    <w:basedOn w:val="DefaultParagraphFont"/>
    <w:link w:val="FootnoteText"/>
    <w:rsid w:val="00995A2E"/>
    <w:rPr>
      <w:rFonts w:cs="Times New Roman"/>
      <w:sz w:val="18"/>
      <w:lang w:val="en-GB" w:bidi="ar-SA"/>
    </w:rPr>
  </w:style>
  <w:style w:type="paragraph" w:customStyle="1" w:styleId="Graphic">
    <w:name w:val="Graphic"/>
    <w:basedOn w:val="Signature"/>
    <w:rsid w:val="00995A2E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jc w:val="center"/>
    </w:pPr>
    <w:rPr>
      <w:rFonts w:ascii="Times New Roman" w:hAnsi="Times New Roman"/>
      <w:sz w:val="22"/>
      <w:szCs w:val="20"/>
      <w:lang w:val="en-GB" w:bidi="ar-SA"/>
    </w:rPr>
  </w:style>
  <w:style w:type="paragraph" w:customStyle="1" w:styleId="acctcolumnheading">
    <w:name w:val="acct column heading"/>
    <w:aliases w:val="ac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columnheadingnospaceafter">
    <w:name w:val="acct column heading no space after"/>
    <w:aliases w:val="acn,acct column heading no sp"/>
    <w:basedOn w:val="acctcolumnheading"/>
    <w:rsid w:val="00995A2E"/>
    <w:pPr>
      <w:spacing w:after="0"/>
    </w:pPr>
  </w:style>
  <w:style w:type="paragraph" w:customStyle="1" w:styleId="acctdividends">
    <w:name w:val="acct dividends"/>
    <w:aliases w:val="a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05"/>
      </w:tabs>
      <w:spacing w:after="240" w:line="260" w:lineRule="atLeast"/>
      <w:ind w:left="709" w:right="1701" w:hanging="709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nospaceafter">
    <w:name w:val="acct indent no space after"/>
    <w:aliases w:val="ain"/>
    <w:basedOn w:val="acctindent"/>
    <w:rsid w:val="00995A2E"/>
    <w:pPr>
      <w:spacing w:after="0"/>
    </w:pPr>
  </w:style>
  <w:style w:type="paragraph" w:customStyle="1" w:styleId="acctindent">
    <w:name w:val="acct indent"/>
    <w:aliases w:val="ai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notecolumn">
    <w:name w:val="acct note column"/>
    <w:aliases w:val="a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readnote">
    <w:name w:val="acct read note"/>
    <w:aliases w:val="ar"/>
    <w:basedOn w:val="BodyText"/>
    <w:rsid w:val="00995A2E"/>
    <w:pPr>
      <w:framePr w:hSpace="180" w:vSpace="180" w:wrap="auto" w:hAnchor="margin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igneddirectors">
    <w:name w:val="acct signed directors"/>
    <w:aliases w:val="as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5103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statementheading">
    <w:name w:val="acct statement heading"/>
    <w:aliases w:val="as"/>
    <w:basedOn w:val="Heading2"/>
    <w:next w:val="Normal"/>
    <w:rsid w:val="00995A2E"/>
    <w:pPr>
      <w:tabs>
        <w:tab w:val="clear" w:pos="227"/>
        <w:tab w:val="clear" w:pos="454"/>
        <w:tab w:val="clear" w:pos="680"/>
        <w:tab w:val="clear" w:pos="907"/>
        <w:tab w:val="num" w:pos="0"/>
      </w:tabs>
      <w:spacing w:before="130" w:after="130" w:line="280" w:lineRule="atLeast"/>
      <w:ind w:left="567" w:hanging="567"/>
    </w:pPr>
    <w:rPr>
      <w:rFonts w:ascii="Times New Roman" w:hAnsi="Times New Roman" w:cs="Times New Roman"/>
      <w:bCs w:val="0"/>
      <w:sz w:val="24"/>
      <w:szCs w:val="20"/>
      <w:lang w:val="en-GB" w:bidi="ar-SA"/>
    </w:rPr>
  </w:style>
  <w:style w:type="paragraph" w:customStyle="1" w:styleId="acctstatementheadinga">
    <w:name w:val="acct statement heading (a)"/>
    <w:aliases w:val="asa"/>
    <w:basedOn w:val="acctstatementheading"/>
    <w:rsid w:val="00995A2E"/>
    <w:pPr>
      <w:spacing w:line="260" w:lineRule="atLeast"/>
    </w:pPr>
    <w:rPr>
      <w:sz w:val="22"/>
    </w:rPr>
  </w:style>
  <w:style w:type="paragraph" w:customStyle="1" w:styleId="acctstatementsub-headingbolditalic">
    <w:name w:val="acct statement sub-heading bold italic"/>
    <w:aliases w:val="asb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/>
      <w:bCs/>
      <w:i/>
      <w:sz w:val="22"/>
      <w:szCs w:val="20"/>
      <w:lang w:val="en-GB" w:bidi="ar-SA"/>
    </w:rPr>
  </w:style>
  <w:style w:type="paragraph" w:customStyle="1" w:styleId="acctstatementsub-headingitalic">
    <w:name w:val="acct statement sub-heading italic"/>
    <w:aliases w:val="asi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  <w:ind w:left="567"/>
    </w:pPr>
    <w:rPr>
      <w:rFonts w:ascii="Times New Roman" w:hAnsi="Times New Roman" w:cs="Times New Roman"/>
      <w:bCs/>
      <w:i/>
      <w:sz w:val="22"/>
      <w:szCs w:val="20"/>
      <w:lang w:val="en-GB" w:bidi="ar-SA"/>
    </w:rPr>
  </w:style>
  <w:style w:type="paragraph" w:customStyle="1" w:styleId="acctstatementsub-heading">
    <w:name w:val="acct statement sub-heading"/>
    <w:aliases w:val="ass"/>
    <w:basedOn w:val="acctstatementheading"/>
    <w:next w:val="Normal"/>
    <w:rsid w:val="00995A2E"/>
    <w:pPr>
      <w:keepLines/>
      <w:spacing w:line="240" w:lineRule="atLeast"/>
      <w:ind w:left="0" w:hanging="1134"/>
    </w:pPr>
    <w:rPr>
      <w:sz w:val="22"/>
    </w:rPr>
  </w:style>
  <w:style w:type="paragraph" w:customStyle="1" w:styleId="acctstatementsub-sub-heading">
    <w:name w:val="acct statement sub-sub-heading"/>
    <w:aliases w:val="asss"/>
    <w:basedOn w:val="block2"/>
    <w:next w:val="Normal"/>
    <w:rsid w:val="00995A2E"/>
    <w:pPr>
      <w:keepNext/>
      <w:keepLines/>
      <w:spacing w:before="130" w:after="130"/>
    </w:pPr>
    <w:rPr>
      <w:b/>
      <w:bCs/>
      <w:i/>
    </w:rPr>
  </w:style>
  <w:style w:type="paragraph" w:customStyle="1" w:styleId="block2">
    <w:name w:val="block2"/>
    <w:aliases w:val="b2"/>
    <w:basedOn w:val="block"/>
    <w:rsid w:val="00995A2E"/>
    <w:pPr>
      <w:ind w:left="1134"/>
    </w:pPr>
  </w:style>
  <w:style w:type="paragraph" w:customStyle="1" w:styleId="acctstatementsub-sub-sub-heading">
    <w:name w:val="acct statement sub-sub-sub-heading"/>
    <w:aliases w:val="assss"/>
    <w:basedOn w:val="acctstatementsub-sub-heading"/>
    <w:rsid w:val="00995A2E"/>
    <w:rPr>
      <w:b w:val="0"/>
    </w:rPr>
  </w:style>
  <w:style w:type="paragraph" w:customStyle="1" w:styleId="accttwofigureslongernumber">
    <w:name w:val="acct two figures longer number"/>
    <w:aliases w:val="a2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24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">
    <w:name w:val="acct two figures"/>
    <w:aliases w:val="a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">
    <w:name w:val="acct two lines"/>
    <w:aliases w:val="a2l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40"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linesnospaceafter">
    <w:name w:val="acct two lines no space after"/>
    <w:aliases w:val="a2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 w:hanging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nospaceafter">
    <w:name w:val="block no space after"/>
    <w:aliases w:val="bn"/>
    <w:basedOn w:val="block"/>
    <w:rsid w:val="00995A2E"/>
    <w:pPr>
      <w:spacing w:after="0"/>
    </w:pPr>
  </w:style>
  <w:style w:type="paragraph" w:customStyle="1" w:styleId="block2nospaceafter">
    <w:name w:val="block2 no space after"/>
    <w:aliases w:val="b2n,block2 no sp"/>
    <w:basedOn w:val="block2"/>
    <w:rsid w:val="00995A2E"/>
    <w:pPr>
      <w:spacing w:after="0"/>
    </w:pPr>
  </w:style>
  <w:style w:type="paragraph" w:customStyle="1" w:styleId="List1a">
    <w:name w:val="List 1a"/>
    <w:aliases w:val="1a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567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2i">
    <w:name w:val="List 2i"/>
    <w:aliases w:val="2i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1134" w:hanging="567"/>
    </w:pPr>
    <w:rPr>
      <w:rFonts w:ascii="Times New Roman" w:hAnsi="Times New Roman" w:cs="Times New Roman"/>
      <w:sz w:val="22"/>
      <w:szCs w:val="20"/>
      <w:lang w:val="en-GB" w:bidi="ar-SA"/>
    </w:rPr>
  </w:style>
  <w:style w:type="paragraph" w:styleId="MacroText">
    <w:name w:val="macro"/>
    <w:link w:val="MacroTextChar"/>
    <w:rsid w:val="00995A2E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line="260" w:lineRule="atLeast"/>
    </w:pPr>
    <w:rPr>
      <w:rFonts w:ascii="Courier New" w:hAnsi="Courier New" w:cs="Times New Roman"/>
      <w:lang w:val="en-AU" w:bidi="ar-SA"/>
    </w:rPr>
  </w:style>
  <w:style w:type="character" w:customStyle="1" w:styleId="MacroTextChar">
    <w:name w:val="Macro Text Char"/>
    <w:basedOn w:val="DefaultParagraphFont"/>
    <w:link w:val="MacroText"/>
    <w:rsid w:val="00995A2E"/>
    <w:rPr>
      <w:rFonts w:ascii="Courier New" w:hAnsi="Courier New" w:cs="Times New Roman"/>
      <w:lang w:val="en-AU" w:bidi="ar-SA"/>
    </w:rPr>
  </w:style>
  <w:style w:type="paragraph" w:customStyle="1" w:styleId="zcompanyname">
    <w:name w:val="zcompany name"/>
    <w:aliases w:val="cn"/>
    <w:basedOn w:val="Normal"/>
    <w:rsid w:val="00995A2E"/>
    <w:pPr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400" w:line="240" w:lineRule="auto"/>
      <w:jc w:val="center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zcontents">
    <w:name w:val="zcontents"/>
    <w:basedOn w:val="acctmainheading"/>
    <w:rsid w:val="00995A2E"/>
  </w:style>
  <w:style w:type="paragraph" w:customStyle="1" w:styleId="zreportaddinfo">
    <w:name w:val="zreport addinfo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noProof/>
      <w:sz w:val="20"/>
      <w:szCs w:val="20"/>
      <w:lang w:val="en-GB" w:bidi="ar-SA"/>
    </w:rPr>
  </w:style>
  <w:style w:type="paragraph" w:customStyle="1" w:styleId="zreportaddinfoit">
    <w:name w:val="zreport addinfoit"/>
    <w:basedOn w:val="Normal"/>
    <w:rsid w:val="00995A2E"/>
    <w:pPr>
      <w:framePr w:wrap="around" w:hAnchor="page" w:xAlign="center" w:yAlign="bottom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jc w:val="center"/>
    </w:pPr>
    <w:rPr>
      <w:rFonts w:ascii="Times New Roman" w:hAnsi="Times New Roman" w:cs="Times New Roman"/>
      <w:i/>
      <w:sz w:val="20"/>
      <w:szCs w:val="20"/>
      <w:lang w:val="en-GB" w:bidi="ar-SA"/>
    </w:rPr>
  </w:style>
  <w:style w:type="paragraph" w:customStyle="1" w:styleId="zreportname">
    <w:name w:val="zreport name"/>
    <w:aliases w:val="rn"/>
    <w:basedOn w:val="Normal"/>
    <w:rsid w:val="00995A2E"/>
    <w:pPr>
      <w:keepLines/>
      <w:framePr w:w="4536" w:wrap="around" w:vAnchor="page" w:hAnchor="page" w:xAlign="center" w:y="3993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440" w:lineRule="exact"/>
      <w:jc w:val="center"/>
    </w:pPr>
    <w:rPr>
      <w:rFonts w:ascii="Times New Roman" w:hAnsi="Times New Roman" w:cs="Times New Roman"/>
      <w:noProof/>
      <w:sz w:val="36"/>
      <w:szCs w:val="20"/>
      <w:lang w:val="en-GB" w:bidi="ar-SA"/>
    </w:rPr>
  </w:style>
  <w:style w:type="paragraph" w:customStyle="1" w:styleId="zreportsubtitle">
    <w:name w:val="zreport subtitle"/>
    <w:basedOn w:val="zreportname"/>
    <w:rsid w:val="00995A2E"/>
    <w:pPr>
      <w:framePr w:wrap="around"/>
      <w:spacing w:line="360" w:lineRule="exact"/>
    </w:pPr>
    <w:rPr>
      <w:sz w:val="32"/>
    </w:rPr>
  </w:style>
  <w:style w:type="paragraph" w:customStyle="1" w:styleId="BodyTexthalfspaceafter">
    <w:name w:val="Body Text half space after"/>
    <w:aliases w:val="hs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ind">
    <w:name w:val="*ind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halfspaceafter">
    <w:name w:val="acct indent half space after"/>
    <w:aliases w:val="aihs"/>
    <w:basedOn w:val="acctindent"/>
    <w:rsid w:val="00995A2E"/>
    <w:pPr>
      <w:spacing w:after="130"/>
    </w:pPr>
  </w:style>
  <w:style w:type="paragraph" w:customStyle="1" w:styleId="keeptogethernormal">
    <w:name w:val="keep together normal"/>
    <w:aliases w:val="ktn"/>
    <w:basedOn w:val="Normal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heading">
    <w:name w:val="nine pt heading"/>
    <w:aliases w:val="9h"/>
    <w:basedOn w:val="nineptbodytext"/>
    <w:rsid w:val="00995A2E"/>
    <w:rPr>
      <w:b/>
      <w:bCs/>
    </w:rPr>
  </w:style>
  <w:style w:type="paragraph" w:customStyle="1" w:styleId="nineptbodytext">
    <w:name w:val="nine pt body text"/>
    <w:aliases w:val="9bt"/>
    <w:basedOn w:val="nineptnormal"/>
    <w:rsid w:val="00995A2E"/>
    <w:pPr>
      <w:spacing w:after="220"/>
    </w:pPr>
  </w:style>
  <w:style w:type="paragraph" w:customStyle="1" w:styleId="nineptnormal">
    <w:name w:val="nine pt normal"/>
    <w:aliases w:val="9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headingcentred">
    <w:name w:val="nine pt heading centred"/>
    <w:aliases w:val="9hc"/>
    <w:basedOn w:val="nineptheading"/>
    <w:rsid w:val="00995A2E"/>
    <w:pPr>
      <w:jc w:val="center"/>
    </w:pPr>
  </w:style>
  <w:style w:type="paragraph" w:customStyle="1" w:styleId="heading">
    <w:name w:val="heading"/>
    <w:aliases w:val="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headingcentred">
    <w:name w:val="heading centred"/>
    <w:aliases w:val="hc"/>
    <w:basedOn w:val="heading"/>
    <w:rsid w:val="00995A2E"/>
    <w:pPr>
      <w:jc w:val="center"/>
    </w:pPr>
  </w:style>
  <w:style w:type="paragraph" w:customStyle="1" w:styleId="Normalcentred">
    <w:name w:val="Normal centred"/>
    <w:aliases w:val="nc"/>
    <w:basedOn w:val="acctcolumnheadingnospaceafter"/>
    <w:rsid w:val="00995A2E"/>
  </w:style>
  <w:style w:type="paragraph" w:customStyle="1" w:styleId="nineptheadingcentredbold">
    <w:name w:val="nine pt heading centred bold"/>
    <w:aliases w:val="9hc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jc w:val="center"/>
    </w:pPr>
    <w:rPr>
      <w:rFonts w:ascii="Times New Roman" w:hAnsi="Times New Roman" w:cs="Times New Roman"/>
      <w:b/>
      <w:bCs/>
      <w:szCs w:val="20"/>
      <w:lang w:val="en-GB" w:bidi="ar-SA"/>
    </w:rPr>
  </w:style>
  <w:style w:type="paragraph" w:customStyle="1" w:styleId="nineptheadingcentredboldwider">
    <w:name w:val="nine pt heading centred bold wider"/>
    <w:aliases w:val="9hcbw"/>
    <w:basedOn w:val="nineptheadingcentredbold"/>
    <w:rsid w:val="00995A2E"/>
    <w:pPr>
      <w:ind w:left="-57" w:right="-57"/>
    </w:pPr>
  </w:style>
  <w:style w:type="paragraph" w:customStyle="1" w:styleId="nineptnormalheadinghalfspace">
    <w:name w:val="nine pt normal heading half space"/>
    <w:aliases w:val="9nhhs"/>
    <w:basedOn w:val="nineptnormalheading"/>
    <w:rsid w:val="00995A2E"/>
    <w:pPr>
      <w:spacing w:after="80"/>
    </w:pPr>
  </w:style>
  <w:style w:type="paragraph" w:customStyle="1" w:styleId="nineptnormalheading">
    <w:name w:val="nine pt normal heading"/>
    <w:aliases w:val="9nh"/>
    <w:basedOn w:val="nineptnormal"/>
    <w:rsid w:val="00995A2E"/>
    <w:rPr>
      <w:b/>
    </w:rPr>
  </w:style>
  <w:style w:type="paragraph" w:customStyle="1" w:styleId="nineptcolumntab1">
    <w:name w:val="nine pt column tab1"/>
    <w:aliases w:val="a91"/>
    <w:basedOn w:val="nineptnormal"/>
    <w:rsid w:val="00995A2E"/>
    <w:pPr>
      <w:tabs>
        <w:tab w:val="decimal" w:pos="737"/>
      </w:tabs>
    </w:pPr>
  </w:style>
  <w:style w:type="paragraph" w:customStyle="1" w:styleId="nineptnormalitalicheading">
    <w:name w:val="nine pt normal italic heading"/>
    <w:aliases w:val="9nith"/>
    <w:basedOn w:val="nineptnormalheading"/>
    <w:rsid w:val="00995A2E"/>
    <w:rPr>
      <w:i/>
      <w:iCs/>
    </w:rPr>
  </w:style>
  <w:style w:type="paragraph" w:customStyle="1" w:styleId="Normalheadingcentred">
    <w:name w:val="Normal heading centred"/>
    <w:aliases w:val="nhc"/>
    <w:basedOn w:val="Normalheading"/>
    <w:rsid w:val="00995A2E"/>
    <w:pPr>
      <w:jc w:val="center"/>
    </w:pPr>
  </w:style>
  <w:style w:type="paragraph" w:customStyle="1" w:styleId="Normalheading">
    <w:name w:val="Normal heading"/>
    <w:aliases w:val="nh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b/>
      <w:bCs/>
      <w:sz w:val="22"/>
      <w:szCs w:val="20"/>
      <w:lang w:val="en-GB" w:bidi="ar-SA"/>
    </w:rPr>
  </w:style>
  <w:style w:type="paragraph" w:customStyle="1" w:styleId="ListBullethalfspaceafter">
    <w:name w:val="List Bullet half space after"/>
    <w:aliases w:val="lbhs"/>
    <w:basedOn w:val="ListBullet"/>
    <w:rsid w:val="00995A2E"/>
    <w:pPr>
      <w:numPr>
        <w:numId w:val="0"/>
      </w:numPr>
      <w:tabs>
        <w:tab w:val="clear" w:pos="227"/>
        <w:tab w:val="clear" w:pos="284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after="130"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cents">
    <w:name w:val="acct two figures cents"/>
    <w:aliases w:val="a2c,acct two figures ¢ sig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8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decimal">
    <w:name w:val="acct two figures decimal"/>
    <w:aliases w:val="a2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Indent1">
    <w:name w:val="Normal Indent1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142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nospaceafter">
    <w:name w:val="List Bullet 2 no space after"/>
    <w:aliases w:val="lb2n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ListBullet2halfspaceafter">
    <w:name w:val="List Bullet 2 half space after"/>
    <w:aliases w:val="lb2hs"/>
    <w:basedOn w:val="ListBullet2"/>
    <w:rsid w:val="00995A2E"/>
    <w:pPr>
      <w:numPr>
        <w:numId w:val="0"/>
      </w:numPr>
      <w:tabs>
        <w:tab w:val="clear" w:pos="227"/>
        <w:tab w:val="clear" w:pos="454"/>
        <w:tab w:val="clear" w:pos="567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680"/>
      </w:tabs>
      <w:spacing w:after="130" w:line="260" w:lineRule="atLeast"/>
      <w:ind w:left="68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ndentitalichalfspafter">
    <w:name w:val="Body Text Indent italic half sp after"/>
    <w:aliases w:val="iitalhs"/>
    <w:basedOn w:val="BodyTextIndentitalic"/>
    <w:rsid w:val="00995A2E"/>
    <w:pPr>
      <w:spacing w:after="130"/>
    </w:pPr>
  </w:style>
  <w:style w:type="paragraph" w:customStyle="1" w:styleId="BodyTextIndentitalic">
    <w:name w:val="Body Text Indent italic"/>
    <w:aliases w:val="iital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  <w:ind w:left="340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halfspaceafter">
    <w:name w:val="Body Text Indent half space after"/>
    <w:aliases w:val="ihs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onepointafter">
    <w:name w:val="Body Text one point after"/>
    <w:aliases w:val="bt1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keeptogether">
    <w:name w:val="keep together"/>
    <w:aliases w:val="kt"/>
    <w:basedOn w:val="BodyText"/>
    <w:rsid w:val="00995A2E"/>
    <w:pPr>
      <w:keepNext/>
      <w:keepLines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">
    <w:name w:val="acct three columns"/>
    <w:aliases w:val="a3,acct three figure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6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hreecolumnsshorternumber">
    <w:name w:val="acct three columns shorter number"/>
    <w:aliases w:val="a3-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02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tabletext">
    <w:name w:val="table text"/>
    <w:aliases w:val="t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30" w:after="130"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italic">
    <w:name w:val="Body Text italic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260"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BodyTextIndentnosp">
    <w:name w:val="Body Text Indent no sp"/>
    <w:aliases w:val="in,indent no space after"/>
    <w:basedOn w:val="BodyTextInden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0" w:line="260" w:lineRule="atLeast"/>
      <w:ind w:left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fourfiguresdecimal">
    <w:name w:val="acct four figures decimal"/>
    <w:aliases w:val="a4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383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">
    <w:name w:val="heading no space after"/>
    <w:aliases w:val="hn,heading no space"/>
    <w:basedOn w:val="heading"/>
    <w:rsid w:val="00995A2E"/>
    <w:pPr>
      <w:spacing w:after="0"/>
    </w:pPr>
  </w:style>
  <w:style w:type="paragraph" w:customStyle="1" w:styleId="acctnotecolumndecimal">
    <w:name w:val="acct note column decimal"/>
    <w:aliases w:val="and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25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bodytextbullet">
    <w:name w:val="nine pt body text bullet"/>
    <w:aliases w:val="9btb"/>
    <w:basedOn w:val="nineptbodytext"/>
    <w:rsid w:val="00995A2E"/>
    <w:pPr>
      <w:tabs>
        <w:tab w:val="num" w:pos="284"/>
      </w:tabs>
      <w:spacing w:after="180"/>
      <w:ind w:left="284" w:hanging="284"/>
    </w:pPr>
  </w:style>
  <w:style w:type="paragraph" w:customStyle="1" w:styleId="nineptnormalbullet">
    <w:name w:val="nine pt normal bullet"/>
    <w:aliases w:val="9nb"/>
    <w:basedOn w:val="nineptnormal"/>
    <w:rsid w:val="00995A2E"/>
    <w:pPr>
      <w:tabs>
        <w:tab w:val="num" w:pos="284"/>
      </w:tabs>
      <w:ind w:left="284" w:hanging="284"/>
    </w:pPr>
  </w:style>
  <w:style w:type="paragraph" w:customStyle="1" w:styleId="ninepttabletextblockbullet">
    <w:name w:val="nine pt table text block bullet"/>
    <w:aliases w:val="9ttbb"/>
    <w:basedOn w:val="ninepttabletextblock"/>
    <w:rsid w:val="00995A2E"/>
    <w:pPr>
      <w:tabs>
        <w:tab w:val="num" w:pos="652"/>
      </w:tabs>
      <w:ind w:left="652" w:hanging="227"/>
    </w:pPr>
  </w:style>
  <w:style w:type="paragraph" w:customStyle="1" w:styleId="ninepttabletextblock">
    <w:name w:val="nine pt table text block"/>
    <w:aliases w:val="9ttbk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60" w:line="220" w:lineRule="atLeast"/>
      <w:ind w:left="425"/>
    </w:pPr>
    <w:rPr>
      <w:rFonts w:ascii="Times New Roman" w:hAnsi="Times New Roman" w:cs="Times New Roman"/>
      <w:szCs w:val="20"/>
      <w:lang w:val="en-GB" w:bidi="ar-SA"/>
    </w:rPr>
  </w:style>
  <w:style w:type="paragraph" w:customStyle="1" w:styleId="IndexHeading1">
    <w:name w:val="Index Heading1"/>
    <w:aliases w:val="ixh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30" w:line="260" w:lineRule="atLeast"/>
      <w:ind w:left="1134" w:hanging="1134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block2bullet">
    <w:name w:val="block2bullet"/>
    <w:aliases w:val="b2b"/>
    <w:basedOn w:val="block2"/>
    <w:rsid w:val="00995A2E"/>
    <w:pPr>
      <w:tabs>
        <w:tab w:val="num" w:pos="1474"/>
      </w:tabs>
      <w:ind w:left="1474" w:hanging="340"/>
    </w:pPr>
  </w:style>
  <w:style w:type="paragraph" w:customStyle="1" w:styleId="tabletextheading">
    <w:name w:val="table text heading"/>
    <w:aliases w:val="tth"/>
    <w:basedOn w:val="tabletext"/>
    <w:rsid w:val="00995A2E"/>
    <w:rPr>
      <w:b/>
      <w:bCs/>
    </w:rPr>
  </w:style>
  <w:style w:type="paragraph" w:customStyle="1" w:styleId="acctfourfiguresyears">
    <w:name w:val="acct four figures years"/>
    <w:aliases w:val="a4y"/>
    <w:basedOn w:val="Normal"/>
    <w:rsid w:val="00995A2E"/>
    <w:pPr>
      <w:tabs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22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years">
    <w:name w:val="acct two figures years"/>
    <w:aliases w:val="a2y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48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Foreigncurrencytable">
    <w:name w:val="Foreign currency tab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6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nospaceafter">
    <w:name w:val="heading italic no space after"/>
    <w:aliases w:val="hi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</w:pPr>
    <w:rPr>
      <w:rFonts w:ascii="Times New Roman" w:hAnsi="Times New Roman" w:cs="Times New Roman"/>
      <w:i/>
      <w:iCs/>
      <w:sz w:val="22"/>
      <w:szCs w:val="20"/>
      <w:lang w:val="en-GB" w:bidi="ar-SA"/>
    </w:rPr>
  </w:style>
  <w:style w:type="paragraph" w:customStyle="1" w:styleId="accttwofigures0">
    <w:name w:val="acct two figures %"/>
    <w:aliases w:val="a2%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twofigures2a22">
    <w:name w:val="acct two figures %2.a2%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510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list">
    <w:name w:val="block list"/>
    <w:aliases w:val="blist"/>
    <w:basedOn w:val="block"/>
    <w:rsid w:val="00995A2E"/>
    <w:pPr>
      <w:ind w:left="1134" w:hanging="567"/>
    </w:pPr>
  </w:style>
  <w:style w:type="paragraph" w:customStyle="1" w:styleId="blocklist2">
    <w:name w:val="block list2"/>
    <w:aliases w:val="blist2"/>
    <w:basedOn w:val="blocklist"/>
    <w:rsid w:val="00995A2E"/>
    <w:pPr>
      <w:ind w:left="1701"/>
    </w:pPr>
  </w:style>
  <w:style w:type="paragraph" w:customStyle="1" w:styleId="acctfourfigureslongernumber">
    <w:name w:val="acct four figures longer number"/>
    <w:aliases w:val="a4+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851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heading">
    <w:name w:val="block heading"/>
    <w:aliases w:val="bh"/>
    <w:basedOn w:val="block"/>
    <w:rsid w:val="00995A2E"/>
    <w:pPr>
      <w:keepNext/>
      <w:keepLines/>
      <w:spacing w:before="70"/>
    </w:pPr>
    <w:rPr>
      <w:b/>
    </w:rPr>
  </w:style>
  <w:style w:type="paragraph" w:customStyle="1" w:styleId="blockheadingitalicnosp">
    <w:name w:val="block heading italic no sp"/>
    <w:aliases w:val="bhin"/>
    <w:basedOn w:val="blockheadingitalic"/>
    <w:rsid w:val="00995A2E"/>
    <w:pPr>
      <w:spacing w:after="0"/>
    </w:pPr>
  </w:style>
  <w:style w:type="paragraph" w:customStyle="1" w:styleId="blockheadingitalic">
    <w:name w:val="block heading italic"/>
    <w:aliases w:val="bhi"/>
    <w:basedOn w:val="blockheadingitalicbold"/>
    <w:rsid w:val="00995A2E"/>
    <w:rPr>
      <w:b w:val="0"/>
    </w:rPr>
  </w:style>
  <w:style w:type="paragraph" w:customStyle="1" w:styleId="blockheadingitalicbold">
    <w:name w:val="block heading italic bold"/>
    <w:aliases w:val="bhib"/>
    <w:basedOn w:val="blockheading"/>
    <w:rsid w:val="00995A2E"/>
    <w:rPr>
      <w:i/>
    </w:rPr>
  </w:style>
  <w:style w:type="paragraph" w:customStyle="1" w:styleId="blockheadingnosp">
    <w:name w:val="block heading no sp"/>
    <w:aliases w:val="bhn,block heading no space after"/>
    <w:basedOn w:val="blockheading"/>
    <w:rsid w:val="00995A2E"/>
    <w:pPr>
      <w:spacing w:after="0"/>
    </w:pPr>
  </w:style>
  <w:style w:type="paragraph" w:customStyle="1" w:styleId="smallreturn">
    <w:name w:val="small return"/>
    <w:aliases w:val="sr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130" w:lineRule="exac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bolditalicnospaceafter">
    <w:name w:val="heading bold italic no space after"/>
    <w:aliases w:val="hbin"/>
    <w:basedOn w:val="headingbolditalic"/>
    <w:rsid w:val="00995A2E"/>
    <w:pPr>
      <w:spacing w:after="0"/>
    </w:pPr>
  </w:style>
  <w:style w:type="paragraph" w:customStyle="1" w:styleId="headingbolditalic">
    <w:name w:val="heading bold italic"/>
    <w:aliases w:val="hbi"/>
    <w:basedOn w:val="heading"/>
    <w:rsid w:val="00995A2E"/>
    <w:rPr>
      <w:i/>
    </w:rPr>
  </w:style>
  <w:style w:type="paragraph" w:customStyle="1" w:styleId="acctstatementheadingashorter">
    <w:name w:val="acct statement heading (a) shorter"/>
    <w:aliases w:val="asas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60" w:lineRule="atLeast"/>
      <w:ind w:left="567" w:right="4252" w:hanging="567"/>
      <w:outlineLvl w:val="1"/>
    </w:pPr>
    <w:rPr>
      <w:rFonts w:ascii="Times New Roman" w:hAnsi="Times New Roman" w:cs="Times New Roman"/>
      <w:b/>
      <w:sz w:val="22"/>
      <w:szCs w:val="20"/>
      <w:lang w:val="en-GB" w:bidi="ar-SA"/>
    </w:rPr>
  </w:style>
  <w:style w:type="paragraph" w:customStyle="1" w:styleId="acctstatementheadingshorter">
    <w:name w:val="acct statement heading shorter"/>
    <w:aliases w:val="as-"/>
    <w:basedOn w:val="Normal"/>
    <w:rsid w:val="00995A2E"/>
    <w:pPr>
      <w:keepNext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140" w:after="140" w:line="280" w:lineRule="atLeast"/>
      <w:ind w:left="567" w:right="4252" w:hanging="567"/>
      <w:outlineLvl w:val="1"/>
    </w:pPr>
    <w:rPr>
      <w:rFonts w:ascii="Times New Roman" w:hAnsi="Times New Roman" w:cs="Times New Roman"/>
      <w:b/>
      <w:sz w:val="24"/>
      <w:szCs w:val="20"/>
      <w:lang w:val="en-GB" w:bidi="ar-SA"/>
    </w:rPr>
  </w:style>
  <w:style w:type="paragraph" w:customStyle="1" w:styleId="acctindentlistnospaceafter">
    <w:name w:val="acct indent list no space after"/>
    <w:aliases w:val="ail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60" w:lineRule="atLeast"/>
      <w:ind w:left="568" w:hanging="284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acctindenttabs">
    <w:name w:val="acct indent+tabs"/>
    <w:aliases w:val="ait"/>
    <w:basedOn w:val="acctindent"/>
    <w:rsid w:val="00995A2E"/>
    <w:pPr>
      <w:tabs>
        <w:tab w:val="left" w:pos="851"/>
        <w:tab w:val="left" w:pos="1134"/>
      </w:tabs>
    </w:pPr>
  </w:style>
  <w:style w:type="paragraph" w:customStyle="1" w:styleId="acctindenttabsnospaceafter">
    <w:name w:val="acct indent+tabs no space after"/>
    <w:aliases w:val="aitn"/>
    <w:basedOn w:val="acctindenttabs"/>
    <w:rsid w:val="00995A2E"/>
    <w:pPr>
      <w:spacing w:after="0"/>
    </w:pPr>
  </w:style>
  <w:style w:type="paragraph" w:customStyle="1" w:styleId="blockbullet">
    <w:name w:val="block bullet"/>
    <w:aliases w:val="bb"/>
    <w:basedOn w:val="block"/>
    <w:rsid w:val="00995A2E"/>
    <w:pPr>
      <w:tabs>
        <w:tab w:val="num" w:pos="907"/>
      </w:tabs>
      <w:ind w:left="907" w:hanging="340"/>
    </w:pPr>
  </w:style>
  <w:style w:type="paragraph" w:customStyle="1" w:styleId="acctfourfigureslongernumber3">
    <w:name w:val="acct four figures longer number3"/>
    <w:aliases w:val="a4+3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6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italic">
    <w:name w:val="heading italic"/>
    <w:aliases w:val="hi"/>
    <w:basedOn w:val="headingbolditalic"/>
    <w:rsid w:val="00995A2E"/>
    <w:rPr>
      <w:b w:val="0"/>
      <w:bCs/>
      <w:iCs/>
    </w:rPr>
  </w:style>
  <w:style w:type="paragraph" w:customStyle="1" w:styleId="blocklistnospaceafter">
    <w:name w:val="block list no space after"/>
    <w:aliases w:val="blistn"/>
    <w:basedOn w:val="blocklist"/>
    <w:rsid w:val="00995A2E"/>
    <w:pPr>
      <w:spacing w:after="0"/>
    </w:pPr>
  </w:style>
  <w:style w:type="paragraph" w:customStyle="1" w:styleId="eightptnormal">
    <w:name w:val="eight pt normal"/>
    <w:aliases w:val="8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00" w:lineRule="atLeast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eightptcolumnheading">
    <w:name w:val="eight pt column heading"/>
    <w:aliases w:val="8ch"/>
    <w:basedOn w:val="eightptnormal"/>
    <w:rsid w:val="00995A2E"/>
    <w:pPr>
      <w:jc w:val="center"/>
    </w:pPr>
  </w:style>
  <w:style w:type="paragraph" w:customStyle="1" w:styleId="eightptnormalheadingcentred">
    <w:name w:val="eight pt normal heading centred"/>
    <w:aliases w:val="8nhc"/>
    <w:basedOn w:val="eightptnormalheading"/>
    <w:rsid w:val="00995A2E"/>
    <w:pPr>
      <w:jc w:val="center"/>
    </w:pPr>
    <w:rPr>
      <w:bCs w:val="0"/>
    </w:rPr>
  </w:style>
  <w:style w:type="paragraph" w:customStyle="1" w:styleId="eightptnormalheading">
    <w:name w:val="eight pt normal heading"/>
    <w:aliases w:val="8nh"/>
    <w:basedOn w:val="eightptnormal"/>
    <w:rsid w:val="00995A2E"/>
    <w:rPr>
      <w:b/>
      <w:bCs/>
    </w:rPr>
  </w:style>
  <w:style w:type="paragraph" w:customStyle="1" w:styleId="eightptbodytextheading">
    <w:name w:val="eight pt body text heading"/>
    <w:aliases w:val="8h"/>
    <w:basedOn w:val="eightptbodytext"/>
    <w:rsid w:val="00995A2E"/>
    <w:rPr>
      <w:b/>
      <w:bCs/>
    </w:rPr>
  </w:style>
  <w:style w:type="paragraph" w:customStyle="1" w:styleId="eightptbodytext">
    <w:name w:val="eight pt body text"/>
    <w:aliases w:val="8bt"/>
    <w:basedOn w:val="eightptnormal"/>
    <w:rsid w:val="00995A2E"/>
    <w:pPr>
      <w:spacing w:after="200"/>
    </w:pPr>
  </w:style>
  <w:style w:type="paragraph" w:customStyle="1" w:styleId="eightptcolumntabs">
    <w:name w:val="eight pt column tabs"/>
    <w:aliases w:val="a8"/>
    <w:basedOn w:val="eightptnormal"/>
    <w:rsid w:val="00995A2E"/>
    <w:pPr>
      <w:tabs>
        <w:tab w:val="decimal" w:pos="482"/>
      </w:tabs>
      <w:ind w:left="-57" w:right="-57"/>
    </w:pPr>
  </w:style>
  <w:style w:type="paragraph" w:customStyle="1" w:styleId="eightpthalfspaceafter">
    <w:name w:val="eight pt half space after"/>
    <w:aliases w:val="8hs"/>
    <w:basedOn w:val="eightptnormal"/>
    <w:rsid w:val="00995A2E"/>
    <w:pPr>
      <w:spacing w:after="100"/>
    </w:pPr>
  </w:style>
  <w:style w:type="paragraph" w:customStyle="1" w:styleId="eightptcolumnheadingspace">
    <w:name w:val="eight pt column heading+space"/>
    <w:aliases w:val="8chs"/>
    <w:basedOn w:val="eightptcolumnheading"/>
    <w:rsid w:val="00995A2E"/>
    <w:pPr>
      <w:spacing w:after="200"/>
    </w:pPr>
  </w:style>
  <w:style w:type="paragraph" w:customStyle="1" w:styleId="eightptblocknosp">
    <w:name w:val="eight pt block no sp"/>
    <w:aliases w:val="8bn"/>
    <w:basedOn w:val="eightptblock"/>
    <w:rsid w:val="00995A2E"/>
    <w:pPr>
      <w:spacing w:after="0"/>
    </w:pPr>
  </w:style>
  <w:style w:type="paragraph" w:customStyle="1" w:styleId="eightptblock">
    <w:name w:val="eight pt block"/>
    <w:aliases w:val="8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60" w:line="200" w:lineRule="atLeast"/>
      <w:ind w:left="567"/>
    </w:pPr>
    <w:rPr>
      <w:rFonts w:ascii="Times New Roman" w:hAnsi="Times New Roman" w:cs="Times New Roman"/>
      <w:sz w:val="16"/>
      <w:szCs w:val="20"/>
      <w:lang w:val="en-GB" w:bidi="ar-SA"/>
    </w:rPr>
  </w:style>
  <w:style w:type="paragraph" w:customStyle="1" w:styleId="nineptbodytext4ptbefore4ptafter">
    <w:name w:val="nine pt body text 4pt before 4pt after"/>
    <w:aliases w:val="9bt44"/>
    <w:basedOn w:val="nineptbodytext"/>
    <w:rsid w:val="00995A2E"/>
    <w:pPr>
      <w:spacing w:before="80" w:after="80"/>
    </w:pPr>
  </w:style>
  <w:style w:type="paragraph" w:customStyle="1" w:styleId="eightptcolumntabs2">
    <w:name w:val="eight pt column tabs2"/>
    <w:aliases w:val="a82"/>
    <w:basedOn w:val="eightptnormal"/>
    <w:rsid w:val="00995A2E"/>
    <w:pPr>
      <w:tabs>
        <w:tab w:val="decimal" w:pos="539"/>
      </w:tabs>
      <w:ind w:left="-57" w:right="-57"/>
    </w:pPr>
  </w:style>
  <w:style w:type="paragraph" w:customStyle="1" w:styleId="acctstatementheadingshorter2">
    <w:name w:val="acct statement heading shorter2"/>
    <w:aliases w:val="as-2"/>
    <w:basedOn w:val="acctstatementheading"/>
    <w:rsid w:val="00995A2E"/>
    <w:pPr>
      <w:ind w:right="5103"/>
    </w:pPr>
  </w:style>
  <w:style w:type="paragraph" w:customStyle="1" w:styleId="accttwofigureslongernumber2">
    <w:name w:val="acct two figures longer number2"/>
    <w:aliases w:val="a2+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1332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ormalbullet">
    <w:name w:val="Normal bullet"/>
    <w:aliases w:val="nb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40"/>
      </w:tabs>
      <w:spacing w:line="260" w:lineRule="atLeast"/>
      <w:ind w:left="340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lockindentnosp">
    <w:name w:val="block indent no sp"/>
    <w:aliases w:val="bin,binn,block + indent"/>
    <w:basedOn w:val="blockindent"/>
    <w:rsid w:val="00995A2E"/>
    <w:pPr>
      <w:spacing w:after="0"/>
    </w:pPr>
  </w:style>
  <w:style w:type="paragraph" w:customStyle="1" w:styleId="blockindent">
    <w:name w:val="block indent"/>
    <w:aliases w:val="bi"/>
    <w:basedOn w:val="block"/>
    <w:rsid w:val="00995A2E"/>
    <w:pPr>
      <w:ind w:left="737" w:hanging="170"/>
    </w:pPr>
  </w:style>
  <w:style w:type="paragraph" w:customStyle="1" w:styleId="nineptnormalcentred">
    <w:name w:val="nine pt normal centred"/>
    <w:aliases w:val="9nc"/>
    <w:basedOn w:val="nineptnormal"/>
    <w:rsid w:val="00995A2E"/>
    <w:pPr>
      <w:jc w:val="center"/>
    </w:pPr>
  </w:style>
  <w:style w:type="paragraph" w:customStyle="1" w:styleId="nineptcol">
    <w:name w:val="nine pt %col"/>
    <w:aliases w:val="9%"/>
    <w:basedOn w:val="nineptnormal"/>
    <w:rsid w:val="00995A2E"/>
    <w:pPr>
      <w:tabs>
        <w:tab w:val="decimal" w:pos="340"/>
      </w:tabs>
    </w:pPr>
  </w:style>
  <w:style w:type="paragraph" w:customStyle="1" w:styleId="nineptcolumntab">
    <w:name w:val="nine pt column tab"/>
    <w:aliases w:val="a9,nine pt column tabs"/>
    <w:basedOn w:val="nineptnormal"/>
    <w:rsid w:val="00995A2E"/>
    <w:pPr>
      <w:tabs>
        <w:tab w:val="decimal" w:pos="624"/>
      </w:tabs>
      <w:spacing w:line="200" w:lineRule="atLeast"/>
    </w:pPr>
  </w:style>
  <w:style w:type="paragraph" w:customStyle="1" w:styleId="nineptnormalitalic">
    <w:name w:val="nine pt normal italic"/>
    <w:aliases w:val="9nit"/>
    <w:basedOn w:val="nineptnormal"/>
    <w:rsid w:val="00995A2E"/>
    <w:rPr>
      <w:i/>
      <w:iCs/>
    </w:rPr>
  </w:style>
  <w:style w:type="paragraph" w:customStyle="1" w:styleId="nineptblocklistnospaceafter">
    <w:name w:val="nine pt block list no space after"/>
    <w:aliases w:val="9bln"/>
    <w:basedOn w:val="nineptblocklist"/>
    <w:rsid w:val="00995A2E"/>
    <w:pPr>
      <w:spacing w:after="0"/>
    </w:pPr>
  </w:style>
  <w:style w:type="paragraph" w:customStyle="1" w:styleId="nineptblocklist">
    <w:name w:val="nine pt block list"/>
    <w:aliases w:val="9bl"/>
    <w:basedOn w:val="nineptblock"/>
    <w:rsid w:val="00995A2E"/>
    <w:pPr>
      <w:ind w:left="992" w:hanging="425"/>
    </w:pPr>
  </w:style>
  <w:style w:type="paragraph" w:customStyle="1" w:styleId="nineptblock">
    <w:name w:val="nine pt block"/>
    <w:aliases w:val="9b"/>
    <w:basedOn w:val="nineptnormal"/>
    <w:rsid w:val="00995A2E"/>
    <w:pPr>
      <w:spacing w:after="220"/>
      <w:ind w:left="567"/>
    </w:pPr>
  </w:style>
  <w:style w:type="paragraph" w:customStyle="1" w:styleId="acctfourfiguresshorternumber2">
    <w:name w:val="acct four figures shorter number2"/>
    <w:aliases w:val="a4-2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624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nineptnormalheadingcentred">
    <w:name w:val="nine pt normal heading centred"/>
    <w:aliases w:val="9nhc"/>
    <w:basedOn w:val="nineptnormalheading"/>
    <w:rsid w:val="00995A2E"/>
    <w:pPr>
      <w:jc w:val="center"/>
    </w:pPr>
  </w:style>
  <w:style w:type="paragraph" w:customStyle="1" w:styleId="nineptheadingcentredspace">
    <w:name w:val="nine pt heading centred + space"/>
    <w:aliases w:val="9hcs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after="180" w:line="220" w:lineRule="atLeast"/>
      <w:jc w:val="center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columntabdecimal">
    <w:name w:val="nine pt column tab decimal"/>
    <w:aliases w:val="a9d,nine pt column tabs decimal"/>
    <w:basedOn w:val="nineptnormal"/>
    <w:rsid w:val="00995A2E"/>
    <w:pPr>
      <w:tabs>
        <w:tab w:val="decimal" w:pos="227"/>
      </w:tabs>
    </w:pPr>
  </w:style>
  <w:style w:type="paragraph" w:customStyle="1" w:styleId="nineptcolumntab2">
    <w:name w:val="nine pt column tab2"/>
    <w:aliases w:val="a92,nine pt column tabs2"/>
    <w:basedOn w:val="nineptnormal"/>
    <w:rsid w:val="00995A2E"/>
    <w:pPr>
      <w:tabs>
        <w:tab w:val="decimal" w:pos="510"/>
      </w:tabs>
    </w:pPr>
  </w:style>
  <w:style w:type="paragraph" w:customStyle="1" w:styleId="nineptonepointafter">
    <w:name w:val="nine pt one point after"/>
    <w:aliases w:val="9n1"/>
    <w:basedOn w:val="nineptnormal"/>
    <w:rsid w:val="00995A2E"/>
    <w:pPr>
      <w:spacing w:after="20"/>
    </w:pPr>
  </w:style>
  <w:style w:type="paragraph" w:customStyle="1" w:styleId="nineptblockind">
    <w:name w:val="nine pt block *ind"/>
    <w:aliases w:val="9b*ind"/>
    <w:basedOn w:val="nineptblock"/>
    <w:rsid w:val="00995A2E"/>
    <w:pPr>
      <w:ind w:left="851" w:hanging="284"/>
    </w:pPr>
  </w:style>
  <w:style w:type="paragraph" w:customStyle="1" w:styleId="headingonepointafter">
    <w:name w:val="heading one point after"/>
    <w:aliases w:val="h1p"/>
    <w:basedOn w:val="heading"/>
    <w:rsid w:val="00995A2E"/>
    <w:pPr>
      <w:spacing w:after="20"/>
    </w:pPr>
  </w:style>
  <w:style w:type="paragraph" w:customStyle="1" w:styleId="blockbulletnospaceafter">
    <w:name w:val="block bullet no space after"/>
    <w:aliases w:val="bbn,block bullet no sp"/>
    <w:rsid w:val="00995A2E"/>
    <w:pPr>
      <w:tabs>
        <w:tab w:val="num" w:pos="907"/>
      </w:tabs>
      <w:spacing w:line="260" w:lineRule="atLeast"/>
      <w:ind w:left="907" w:hanging="340"/>
    </w:pPr>
    <w:rPr>
      <w:rFonts w:cs="Times New Roman"/>
      <w:sz w:val="22"/>
      <w:lang w:val="en-GB" w:bidi="ar-SA"/>
    </w:rPr>
  </w:style>
  <w:style w:type="paragraph" w:customStyle="1" w:styleId="acctstatementheadingaitalicbold">
    <w:name w:val="acct statement heading (a) italic bold"/>
    <w:aliases w:val="asaib"/>
    <w:basedOn w:val="acctstatementheadinga"/>
    <w:rsid w:val="00995A2E"/>
    <w:pPr>
      <w:spacing w:before="0" w:after="260"/>
    </w:pPr>
    <w:rPr>
      <w:i/>
    </w:rPr>
  </w:style>
  <w:style w:type="paragraph" w:customStyle="1" w:styleId="nineptblocknosp">
    <w:name w:val="nine pt block no sp"/>
    <w:aliases w:val="9bn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20" w:lineRule="atLeast"/>
      <w:ind w:left="567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ptnormalheadingbolditalic">
    <w:name w:val="nine pt normal heading bold italic"/>
    <w:aliases w:val="9h2"/>
    <w:basedOn w:val="nineptnormalheading"/>
    <w:rsid w:val="00995A2E"/>
    <w:rPr>
      <w:i/>
      <w:iCs/>
    </w:rPr>
  </w:style>
  <w:style w:type="paragraph" w:customStyle="1" w:styleId="nineptnormalhalfspace">
    <w:name w:val="nine pt normal half space"/>
    <w:aliases w:val="9nhs"/>
    <w:basedOn w:val="nineptnormal"/>
    <w:rsid w:val="00995A2E"/>
    <w:pPr>
      <w:spacing w:after="80"/>
    </w:pPr>
  </w:style>
  <w:style w:type="paragraph" w:customStyle="1" w:styleId="nineptratecol">
    <w:name w:val="nine pt rate col"/>
    <w:aliases w:val="a9r"/>
    <w:basedOn w:val="nineptnormal"/>
    <w:rsid w:val="00995A2E"/>
    <w:pPr>
      <w:tabs>
        <w:tab w:val="decimal" w:pos="397"/>
      </w:tabs>
    </w:pPr>
  </w:style>
  <w:style w:type="paragraph" w:customStyle="1" w:styleId="nineptblockitalics">
    <w:name w:val="nine pt block italics"/>
    <w:aliases w:val="9bit"/>
    <w:basedOn w:val="nineptblock"/>
    <w:rsid w:val="00995A2E"/>
    <w:pPr>
      <w:spacing w:after="180"/>
    </w:pPr>
    <w:rPr>
      <w:i/>
    </w:rPr>
  </w:style>
  <w:style w:type="paragraph" w:customStyle="1" w:styleId="nineptbodytexthalfspaceafter">
    <w:name w:val="nine pt body text half space after"/>
    <w:aliases w:val="9bths,nine pt body text heading half space,nine pt body text half sp"/>
    <w:basedOn w:val="nineptbodytext"/>
    <w:rsid w:val="00995A2E"/>
    <w:pPr>
      <w:spacing w:after="80"/>
    </w:pPr>
  </w:style>
  <w:style w:type="paragraph" w:customStyle="1" w:styleId="nineptbodytextheading">
    <w:name w:val="nine pt body text heading"/>
    <w:aliases w:val="9bth"/>
    <w:basedOn w:val="Footer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536"/>
        <w:tab w:val="clear" w:pos="4678"/>
        <w:tab w:val="clear" w:pos="5387"/>
        <w:tab w:val="clear" w:pos="5613"/>
        <w:tab w:val="clear" w:pos="6322"/>
        <w:tab w:val="clear" w:pos="6549"/>
        <w:tab w:val="clear" w:pos="9072"/>
      </w:tabs>
      <w:spacing w:after="180" w:line="220" w:lineRule="atLeast"/>
    </w:pPr>
    <w:rPr>
      <w:rFonts w:ascii="Times New Roman" w:hAnsi="Times New Roman" w:cs="Times New Roman"/>
      <w:b/>
      <w:bCs/>
      <w:szCs w:val="20"/>
      <w:lang w:val="en-GB" w:eastAsia="en-US" w:bidi="ar-SA"/>
    </w:rPr>
  </w:style>
  <w:style w:type="paragraph" w:customStyle="1" w:styleId="nineptbodytextheadingcentred">
    <w:name w:val="nine pt body text heading centred"/>
    <w:aliases w:val="9bthc"/>
    <w:basedOn w:val="nineptbodytextheading"/>
    <w:rsid w:val="00995A2E"/>
    <w:pPr>
      <w:jc w:val="center"/>
    </w:pPr>
  </w:style>
  <w:style w:type="paragraph" w:customStyle="1" w:styleId="nineptnormalheadingcentredwider">
    <w:name w:val="nine pt normal heading centred wider"/>
    <w:aliases w:val="9nhcw"/>
    <w:basedOn w:val="nineptnormalheadingcentred"/>
    <w:rsid w:val="00995A2E"/>
    <w:pPr>
      <w:ind w:left="-85" w:right="-85"/>
    </w:pPr>
  </w:style>
  <w:style w:type="paragraph" w:customStyle="1" w:styleId="nineptcolumntabs5">
    <w:name w:val="nine pt column tabs5"/>
    <w:aliases w:val="a95,nine pt column tab5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794"/>
      </w:tabs>
      <w:spacing w:line="220" w:lineRule="atLeast"/>
    </w:pPr>
    <w:rPr>
      <w:rFonts w:ascii="Times New Roman" w:hAnsi="Times New Roman" w:cs="Times New Roman"/>
      <w:szCs w:val="20"/>
      <w:lang w:val="en-GB" w:bidi="ar-SA"/>
    </w:rPr>
  </w:style>
  <w:style w:type="paragraph" w:customStyle="1" w:styleId="ninebtbodytextcentred">
    <w:name w:val="nine bt body text centred"/>
    <w:aliases w:val="9btc"/>
    <w:basedOn w:val="nineptbodytext"/>
    <w:rsid w:val="00995A2E"/>
    <w:pPr>
      <w:spacing w:after="180"/>
      <w:jc w:val="center"/>
    </w:pPr>
  </w:style>
  <w:style w:type="paragraph" w:customStyle="1" w:styleId="nineptbodytextheadingcentredwider">
    <w:name w:val="nine pt body text heading centred wider"/>
    <w:aliases w:val="9bthcw,a9bthcw"/>
    <w:basedOn w:val="nineptbodytextheadingcentred"/>
    <w:rsid w:val="00995A2E"/>
    <w:pPr>
      <w:ind w:left="-85" w:right="-85"/>
    </w:pPr>
  </w:style>
  <w:style w:type="paragraph" w:customStyle="1" w:styleId="nineptcolumntabdecimal2">
    <w:name w:val="nine pt column tab decimal2"/>
    <w:aliases w:val="a9d2,nine pt column tabs decimal2"/>
    <w:basedOn w:val="nineptnormal"/>
    <w:rsid w:val="00995A2E"/>
    <w:pPr>
      <w:tabs>
        <w:tab w:val="decimal" w:pos="284"/>
      </w:tabs>
    </w:pPr>
  </w:style>
  <w:style w:type="paragraph" w:customStyle="1" w:styleId="nineptcolumntab4">
    <w:name w:val="nine pt column tab4"/>
    <w:aliases w:val="a94,nine pt column tabs4"/>
    <w:basedOn w:val="nineptnormal"/>
    <w:rsid w:val="00995A2E"/>
    <w:pPr>
      <w:tabs>
        <w:tab w:val="decimal" w:pos="680"/>
      </w:tabs>
    </w:pPr>
  </w:style>
  <w:style w:type="paragraph" w:customStyle="1" w:styleId="nineptcolumntab3">
    <w:name w:val="nine pt column tab3"/>
    <w:aliases w:val="a93,nine pt column tabs3"/>
    <w:basedOn w:val="nineptnormal"/>
    <w:rsid w:val="00995A2E"/>
    <w:pPr>
      <w:tabs>
        <w:tab w:val="decimal" w:pos="567"/>
      </w:tabs>
    </w:pPr>
  </w:style>
  <w:style w:type="paragraph" w:customStyle="1" w:styleId="nineptindent">
    <w:name w:val="nine pt indent"/>
    <w:aliases w:val="9i"/>
    <w:basedOn w:val="nineptnormal"/>
    <w:rsid w:val="00995A2E"/>
    <w:pPr>
      <w:ind w:left="425" w:hanging="425"/>
    </w:pPr>
  </w:style>
  <w:style w:type="paragraph" w:customStyle="1" w:styleId="blockind">
    <w:name w:val="block *ind"/>
    <w:aliases w:val="b*,block star ind"/>
    <w:basedOn w:val="block"/>
    <w:rsid w:val="00995A2E"/>
    <w:pPr>
      <w:ind w:left="907" w:hanging="340"/>
    </w:pPr>
  </w:style>
  <w:style w:type="paragraph" w:customStyle="1" w:styleId="List3i">
    <w:name w:val="List 3i"/>
    <w:aliases w:val="3i"/>
    <w:basedOn w:val="List2i"/>
    <w:rsid w:val="00995A2E"/>
    <w:pPr>
      <w:ind w:left="1701"/>
    </w:pPr>
  </w:style>
  <w:style w:type="paragraph" w:customStyle="1" w:styleId="acctindentonepointafter">
    <w:name w:val="acct indent one point after"/>
    <w:aliases w:val="ai1p"/>
    <w:basedOn w:val="acctindent"/>
    <w:rsid w:val="00995A2E"/>
    <w:pPr>
      <w:spacing w:after="20"/>
    </w:pPr>
  </w:style>
  <w:style w:type="paragraph" w:customStyle="1" w:styleId="eightptnormalheadingitalic">
    <w:name w:val="eight pt normal heading italic"/>
    <w:aliases w:val="8nhbi"/>
    <w:basedOn w:val="eightptnormalheading"/>
    <w:rsid w:val="00995A2E"/>
    <w:rPr>
      <w:i/>
      <w:iCs/>
    </w:rPr>
  </w:style>
  <w:style w:type="paragraph" w:customStyle="1" w:styleId="eightptcolumntabs3">
    <w:name w:val="eight pt column tabs3"/>
    <w:aliases w:val="a83"/>
    <w:basedOn w:val="eightptnormal"/>
    <w:rsid w:val="00995A2E"/>
    <w:pPr>
      <w:tabs>
        <w:tab w:val="decimal" w:pos="794"/>
      </w:tabs>
    </w:pPr>
  </w:style>
  <w:style w:type="paragraph" w:customStyle="1" w:styleId="eightptbodytextheadingmiddleline">
    <w:name w:val="eight pt body text heading middle line"/>
    <w:aliases w:val="8hml"/>
    <w:basedOn w:val="eightptbodytextheading"/>
    <w:rsid w:val="00995A2E"/>
    <w:pPr>
      <w:spacing w:before="80" w:after="80"/>
    </w:pPr>
  </w:style>
  <w:style w:type="paragraph" w:customStyle="1" w:styleId="eightptbodytextheadingmiddlelinecentred">
    <w:name w:val="eight pt body text heading middle line centred"/>
    <w:aliases w:val="8hmlc"/>
    <w:basedOn w:val="eightptbodytextheadingmiddleline"/>
    <w:rsid w:val="00995A2E"/>
    <w:pPr>
      <w:jc w:val="center"/>
    </w:pPr>
  </w:style>
  <w:style w:type="paragraph" w:customStyle="1" w:styleId="eightpt4ptspacebefore">
    <w:name w:val="eight pt 4pt space before"/>
    <w:aliases w:val="8n4sp"/>
    <w:basedOn w:val="eightptnormal"/>
    <w:rsid w:val="00995A2E"/>
    <w:pPr>
      <w:spacing w:before="80"/>
    </w:pPr>
  </w:style>
  <w:style w:type="paragraph" w:customStyle="1" w:styleId="eightpt4ptspaceafter">
    <w:name w:val="eight pt 4 pt space after"/>
    <w:aliases w:val="8n4sa"/>
    <w:basedOn w:val="eightptnormal"/>
    <w:rsid w:val="00995A2E"/>
    <w:pPr>
      <w:spacing w:after="80"/>
    </w:pPr>
  </w:style>
  <w:style w:type="paragraph" w:customStyle="1" w:styleId="blockbullet2">
    <w:name w:val="block bullet 2"/>
    <w:aliases w:val="bb2"/>
    <w:basedOn w:val="BodyText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247"/>
      </w:tabs>
      <w:spacing w:after="260" w:line="260" w:lineRule="atLeast"/>
      <w:ind w:left="1247" w:hanging="340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headingnospaceaftercentred">
    <w:name w:val="heading no space after centred"/>
    <w:aliases w:val="hnc"/>
    <w:basedOn w:val="headingnospaceafter"/>
    <w:rsid w:val="00995A2E"/>
    <w:pPr>
      <w:jc w:val="center"/>
    </w:pPr>
  </w:style>
  <w:style w:type="paragraph" w:customStyle="1" w:styleId="acctfourfigureslongernumber2">
    <w:name w:val="acct four figures longer number2"/>
    <w:aliases w:val="a4+2"/>
    <w:basedOn w:val="Normal"/>
    <w:rsid w:val="00995A2E"/>
    <w:pPr>
      <w:tabs>
        <w:tab w:val="clear" w:pos="227"/>
        <w:tab w:val="clear" w:pos="454"/>
        <w:tab w:val="clear" w:pos="680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decimal" w:pos="907"/>
      </w:tabs>
      <w:spacing w:line="260" w:lineRule="atLeast"/>
    </w:pPr>
    <w:rPr>
      <w:rFonts w:ascii="Times New Roman" w:hAnsi="Times New Roman" w:cs="Times New Roman"/>
      <w:sz w:val="22"/>
      <w:szCs w:val="20"/>
      <w:lang w:val="en-GB" w:bidi="ar-SA"/>
    </w:rPr>
  </w:style>
  <w:style w:type="paragraph" w:customStyle="1" w:styleId="BodyTextbullet">
    <w:name w:val="Body Text bullet"/>
    <w:basedOn w:val="BodyText"/>
    <w:next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1440"/>
      </w:tabs>
      <w:spacing w:line="260" w:lineRule="atLeast"/>
      <w:ind w:left="1440" w:hanging="360"/>
      <w:jc w:val="both"/>
    </w:pPr>
    <w:rPr>
      <w:rFonts w:ascii="Times New Roman" w:hAnsi="Times New Roman" w:cs="Times New Roman"/>
      <w:bCs/>
      <w:sz w:val="22"/>
      <w:szCs w:val="22"/>
      <w:lang w:eastAsia="en-GB"/>
    </w:rPr>
  </w:style>
  <w:style w:type="paragraph" w:customStyle="1" w:styleId="AccNoteHeading">
    <w:name w:val="Acc Note Heading"/>
    <w:basedOn w:val="BodyText"/>
    <w:autoRedefine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num" w:pos="360"/>
      </w:tabs>
      <w:spacing w:before="130" w:after="130" w:line="260" w:lineRule="atLeast"/>
      <w:ind w:left="360" w:hanging="360"/>
      <w:jc w:val="both"/>
    </w:pPr>
    <w:rPr>
      <w:rFonts w:ascii="Times New Roman" w:hAnsi="Times New Roman" w:cs="Times New Roman"/>
      <w:b/>
      <w:bCs/>
      <w:sz w:val="24"/>
      <w:szCs w:val="22"/>
      <w:lang w:eastAsia="en-GB"/>
    </w:rPr>
  </w:style>
  <w:style w:type="paragraph" w:customStyle="1" w:styleId="AccPolicyalternative">
    <w:name w:val="Acc Policy alternative"/>
    <w:basedOn w:val="AccPolicysubhead"/>
    <w:link w:val="AccPolicyalternativeChar"/>
    <w:autoRedefine/>
    <w:rsid w:val="00995A2E"/>
    <w:pPr>
      <w:spacing w:after="120" w:line="260" w:lineRule="atLeast"/>
      <w:ind w:left="1134" w:right="389"/>
      <w:jc w:val="both"/>
    </w:pPr>
    <w:rPr>
      <w:rFonts w:cs="Times New Roman"/>
      <w:bCs/>
      <w:i/>
      <w:iCs/>
      <w:sz w:val="22"/>
      <w:szCs w:val="22"/>
      <w:lang w:val="en-US" w:eastAsia="en-GB"/>
    </w:rPr>
  </w:style>
  <w:style w:type="character" w:customStyle="1" w:styleId="AccPolicyalternativeChar">
    <w:name w:val="Acc Policy alternative Char"/>
    <w:basedOn w:val="AccPolicysubheadChar"/>
    <w:link w:val="AccPolicyalternative"/>
    <w:locked/>
    <w:rsid w:val="00995A2E"/>
    <w:rPr>
      <w:rFonts w:ascii="Angsana New" w:eastAsia="Calibri" w:hAnsi="Angsana New" w:cs="Times New Roman"/>
      <w:bCs/>
      <w:i/>
      <w:iCs/>
      <w:sz w:val="22"/>
      <w:szCs w:val="22"/>
      <w:lang w:eastAsia="en-GB"/>
    </w:rPr>
  </w:style>
  <w:style w:type="paragraph" w:customStyle="1" w:styleId="CoverTitle">
    <w:name w:val="Cover Tit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line="440" w:lineRule="exact"/>
      <w:jc w:val="both"/>
      <w:textAlignment w:val="baseline"/>
    </w:pPr>
    <w:rPr>
      <w:rFonts w:ascii="Times New Roman" w:hAnsi="Times New Roman" w:cs="Times New Roman"/>
      <w:sz w:val="36"/>
      <w:szCs w:val="20"/>
      <w:lang w:val="en-GB" w:bidi="ar-SA"/>
    </w:rPr>
  </w:style>
  <w:style w:type="paragraph" w:customStyle="1" w:styleId="Single">
    <w:name w:val="Singl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overflowPunct w:val="0"/>
      <w:autoSpaceDE w:val="0"/>
      <w:autoSpaceDN w:val="0"/>
      <w:adjustRightInd w:val="0"/>
      <w:spacing w:after="130" w:line="240" w:lineRule="auto"/>
      <w:jc w:val="both"/>
      <w:textAlignment w:val="baseline"/>
    </w:pPr>
    <w:rPr>
      <w:rFonts w:ascii="Times New Roman" w:hAnsi="Times New Roman" w:cs="Times New Roman"/>
      <w:szCs w:val="20"/>
      <w:u w:val="single"/>
      <w:lang w:val="en-GB" w:bidi="ar-SA"/>
    </w:rPr>
  </w:style>
  <w:style w:type="paragraph" w:customStyle="1" w:styleId="CoverClientName">
    <w:name w:val="Cover Client Name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-140"/>
      </w:tabs>
      <w:overflowPunct w:val="0"/>
      <w:autoSpaceDE w:val="0"/>
      <w:autoSpaceDN w:val="0"/>
      <w:adjustRightInd w:val="0"/>
      <w:spacing w:before="80" w:after="520" w:line="240" w:lineRule="auto"/>
      <w:jc w:val="both"/>
      <w:textAlignment w:val="baseline"/>
    </w:pPr>
    <w:rPr>
      <w:rFonts w:ascii="Times New Roman" w:hAnsi="Times New Roman" w:cs="Times New Roman"/>
      <w:b/>
      <w:sz w:val="26"/>
      <w:szCs w:val="20"/>
      <w:lang w:val="en-GB" w:bidi="ar-SA"/>
    </w:rPr>
  </w:style>
  <w:style w:type="paragraph" w:customStyle="1" w:styleId="CoverSubTitle">
    <w:name w:val="Cover SubTitl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customStyle="1" w:styleId="CoverDate">
    <w:name w:val="Cover Date"/>
    <w:basedOn w:val="Single"/>
    <w:rsid w:val="00995A2E"/>
    <w:pPr>
      <w:spacing w:after="0" w:line="440" w:lineRule="exact"/>
      <w:jc w:val="center"/>
    </w:pPr>
    <w:rPr>
      <w:sz w:val="32"/>
      <w:u w:val="none"/>
    </w:rPr>
  </w:style>
  <w:style w:type="paragraph" w:styleId="BlockText">
    <w:name w:val="Block Text"/>
    <w:basedOn w:val="Normal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before="240" w:line="240" w:lineRule="auto"/>
      <w:ind w:left="547" w:right="749" w:firstLine="1440"/>
      <w:jc w:val="both"/>
    </w:pPr>
    <w:rPr>
      <w:rFonts w:ascii="CG Times (W1)" w:hAnsi="CG Times (W1)" w:cs="KPMG Logo"/>
      <w:sz w:val="28"/>
      <w:szCs w:val="28"/>
      <w:lang w:val="th-TH"/>
    </w:rPr>
  </w:style>
  <w:style w:type="character" w:customStyle="1" w:styleId="AccPolicyHeadingCharChar">
    <w:name w:val="Acc Policy Heading Char Char"/>
    <w:basedOn w:val="DefaultParagraphFont"/>
    <w:rsid w:val="00995A2E"/>
    <w:rPr>
      <w:rFonts w:cs="Times New Roman"/>
      <w:bCs/>
      <w:sz w:val="22"/>
      <w:szCs w:val="22"/>
      <w:lang w:val="en-US" w:eastAsia="en-GB" w:bidi="th-TH"/>
    </w:rPr>
  </w:style>
  <w:style w:type="character" w:customStyle="1" w:styleId="shorttext1">
    <w:name w:val="short_text1"/>
    <w:basedOn w:val="DefaultParagraphFont"/>
    <w:uiPriority w:val="99"/>
    <w:rsid w:val="00995A2E"/>
    <w:rPr>
      <w:rFonts w:cs="Times New Roman"/>
      <w:sz w:val="29"/>
      <w:szCs w:val="29"/>
    </w:rPr>
  </w:style>
  <w:style w:type="character" w:customStyle="1" w:styleId="hps">
    <w:name w:val="hps"/>
    <w:basedOn w:val="DefaultParagraphFont"/>
    <w:uiPriority w:val="99"/>
    <w:rsid w:val="00995A2E"/>
    <w:rPr>
      <w:rFonts w:cs="Times New Roman"/>
    </w:rPr>
  </w:style>
  <w:style w:type="character" w:customStyle="1" w:styleId="gt-icon-text1">
    <w:name w:val="gt-icon-text1"/>
    <w:basedOn w:val="DefaultParagraphFont"/>
    <w:uiPriority w:val="99"/>
    <w:rsid w:val="00995A2E"/>
    <w:rPr>
      <w:rFonts w:cs="Times New Roman"/>
    </w:rPr>
  </w:style>
  <w:style w:type="character" w:customStyle="1" w:styleId="shorttext">
    <w:name w:val="short_text"/>
    <w:basedOn w:val="DefaultParagraphFont"/>
    <w:uiPriority w:val="99"/>
    <w:rsid w:val="00995A2E"/>
    <w:rPr>
      <w:rFonts w:cs="Times New Roman"/>
    </w:rPr>
  </w:style>
  <w:style w:type="character" w:customStyle="1" w:styleId="longtext">
    <w:name w:val="long_text"/>
    <w:basedOn w:val="DefaultParagraphFont"/>
    <w:uiPriority w:val="99"/>
    <w:rsid w:val="00995A2E"/>
    <w:rPr>
      <w:rFonts w:cs="Times New Roman"/>
    </w:rPr>
  </w:style>
  <w:style w:type="paragraph" w:styleId="PlainText">
    <w:name w:val="Plain Text"/>
    <w:basedOn w:val="Normal"/>
    <w:link w:val="PlainTextChar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="Consolas" w:hAnsi="Consolas"/>
      <w:sz w:val="21"/>
      <w:szCs w:val="26"/>
    </w:rPr>
  </w:style>
  <w:style w:type="character" w:customStyle="1" w:styleId="PlainTextChar">
    <w:name w:val="Plain Text Char"/>
    <w:basedOn w:val="DefaultParagraphFont"/>
    <w:link w:val="PlainText"/>
    <w:uiPriority w:val="99"/>
    <w:rsid w:val="00995A2E"/>
    <w:rPr>
      <w:rFonts w:ascii="Consolas" w:hAnsi="Consolas"/>
      <w:sz w:val="21"/>
      <w:szCs w:val="26"/>
    </w:rPr>
  </w:style>
  <w:style w:type="character" w:styleId="CommentReference">
    <w:name w:val="annotation reference"/>
    <w:basedOn w:val="DefaultParagraphFont"/>
    <w:uiPriority w:val="99"/>
    <w:rsid w:val="00995A2E"/>
    <w:rPr>
      <w:rFonts w:cs="Times New Roman"/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995A2E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rsid w:val="00995A2E"/>
    <w:rPr>
      <w:rFonts w:ascii="Arial" w:hAnsi="Arial"/>
      <w:szCs w:val="25"/>
    </w:rPr>
  </w:style>
  <w:style w:type="paragraph" w:styleId="CommentSubject">
    <w:name w:val="annotation subject"/>
    <w:basedOn w:val="CommentText"/>
    <w:next w:val="CommentText"/>
    <w:link w:val="CommentSubjectChar"/>
    <w:rsid w:val="00995A2E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995A2E"/>
    <w:rPr>
      <w:rFonts w:ascii="Arial" w:hAnsi="Arial"/>
      <w:b/>
      <w:bCs/>
      <w:szCs w:val="25"/>
    </w:rPr>
  </w:style>
  <w:style w:type="paragraph" w:styleId="Revision">
    <w:name w:val="Revision"/>
    <w:hidden/>
    <w:uiPriority w:val="99"/>
    <w:semiHidden/>
    <w:rsid w:val="00995A2E"/>
    <w:rPr>
      <w:rFonts w:ascii="Arial" w:hAnsi="Arial"/>
      <w:sz w:val="18"/>
      <w:szCs w:val="22"/>
    </w:rPr>
  </w:style>
  <w:style w:type="paragraph" w:customStyle="1" w:styleId="AccountingPolicy">
    <w:name w:val="Accounting Policy"/>
    <w:basedOn w:val="Normal"/>
    <w:link w:val="AccountingPolicyChar1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531" w:hanging="153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AccountingPolicyChar1">
    <w:name w:val="Accounting Policy Char1"/>
    <w:basedOn w:val="DefaultParagraphFont"/>
    <w:link w:val="AccountingPolicy"/>
    <w:locked/>
    <w:rsid w:val="00995A2E"/>
    <w:rPr>
      <w:rFonts w:ascii="Univers 45 Light" w:eastAsia="MS Mincho" w:hAnsi="Univers 45 Light" w:cs="Univers 45 Light"/>
      <w:color w:val="000000"/>
      <w:lang w:val="en-GB" w:bidi="ar-SA"/>
    </w:rPr>
  </w:style>
  <w:style w:type="paragraph" w:customStyle="1" w:styleId="Subhead3">
    <w:name w:val="Subhead 3"/>
    <w:basedOn w:val="Normal"/>
    <w:link w:val="Subhead3Char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134"/>
        <w:tab w:val="left" w:pos="1531"/>
      </w:tabs>
      <w:suppressAutoHyphens/>
      <w:autoSpaceDE w:val="0"/>
      <w:autoSpaceDN w:val="0"/>
      <w:adjustRightInd w:val="0"/>
      <w:spacing w:line="260" w:lineRule="atLeast"/>
      <w:ind w:left="1531" w:right="935" w:hanging="1531"/>
      <w:textAlignment w:val="center"/>
    </w:pPr>
    <w:rPr>
      <w:rFonts w:ascii="Univers 45 Light" w:eastAsia="MS Mincho" w:hAnsi="Univers 45 Light" w:cs="Univers 45 Light"/>
      <w:b/>
      <w:bCs/>
      <w:color w:val="0C2D83"/>
      <w:sz w:val="20"/>
      <w:szCs w:val="20"/>
      <w:lang w:val="en-GB" w:bidi="ar-SA"/>
    </w:rPr>
  </w:style>
  <w:style w:type="character" w:customStyle="1" w:styleId="Subhead3Char">
    <w:name w:val="Subhead 3 Char"/>
    <w:basedOn w:val="DefaultParagraphFont"/>
    <w:link w:val="Subhead3"/>
    <w:locked/>
    <w:rsid w:val="00995A2E"/>
    <w:rPr>
      <w:rFonts w:ascii="Univers 45 Light" w:eastAsia="MS Mincho" w:hAnsi="Univers 45 Light" w:cs="Univers 45 Light"/>
      <w:b/>
      <w:bCs/>
      <w:color w:val="0C2D83"/>
      <w:lang w:val="en-GB" w:bidi="ar-SA"/>
    </w:rPr>
  </w:style>
  <w:style w:type="paragraph" w:customStyle="1" w:styleId="AccountingPolicyIndent">
    <w:name w:val="Accounting Policy Indent"/>
    <w:basedOn w:val="Normal"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  <w:tab w:val="left" w:pos="1531"/>
      </w:tabs>
      <w:suppressAutoHyphens/>
      <w:autoSpaceDE w:val="0"/>
      <w:autoSpaceDN w:val="0"/>
      <w:adjustRightInd w:val="0"/>
      <w:spacing w:line="260" w:lineRule="atLeast"/>
      <w:ind w:left="1871" w:hanging="1871"/>
      <w:textAlignment w:val="center"/>
    </w:pPr>
    <w:rPr>
      <w:rFonts w:ascii="Univers 45 Light" w:eastAsia="MS Mincho" w:hAnsi="Univers 45 Light" w:cs="Univers 45 Light"/>
      <w:color w:val="000000"/>
      <w:sz w:val="20"/>
      <w:szCs w:val="20"/>
      <w:lang w:val="en-GB" w:bidi="ar-SA"/>
    </w:rPr>
  </w:style>
  <w:style w:type="character" w:customStyle="1" w:styleId="Reference">
    <w:name w:val="Reference"/>
    <w:rsid w:val="00995A2E"/>
    <w:rPr>
      <w:rFonts w:ascii="Univers 45 Light" w:hAnsi="Univers 45 Light"/>
      <w:i/>
      <w:color w:val="0C2D83"/>
      <w:sz w:val="16"/>
    </w:rPr>
  </w:style>
  <w:style w:type="character" w:customStyle="1" w:styleId="Footnote">
    <w:name w:val="Footnote"/>
    <w:rsid w:val="00995A2E"/>
    <w:rPr>
      <w:rFonts w:ascii="Univers 45 Light" w:hAnsi="Univers 45 Light"/>
      <w:color w:val="0C2D83"/>
      <w:position w:val="2"/>
      <w:sz w:val="20"/>
      <w:vertAlign w:val="superscript"/>
    </w:rPr>
  </w:style>
  <w:style w:type="character" w:customStyle="1" w:styleId="Bullet">
    <w:name w:val="Bullet"/>
    <w:rsid w:val="00995A2E"/>
    <w:rPr>
      <w:rFonts w:ascii="ZapfDingbats BT" w:hAnsi="ZapfDingbats BT"/>
      <w:color w:val="0C2D83"/>
      <w:position w:val="2"/>
      <w:sz w:val="10"/>
    </w:rPr>
  </w:style>
  <w:style w:type="paragraph" w:customStyle="1" w:styleId="CM32">
    <w:name w:val="CM32"/>
    <w:basedOn w:val="Default"/>
    <w:next w:val="Default"/>
    <w:rsid w:val="00995A2E"/>
    <w:pPr>
      <w:spacing w:line="260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139">
    <w:name w:val="CM139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38">
    <w:name w:val="CM38"/>
    <w:basedOn w:val="Default"/>
    <w:next w:val="Default"/>
    <w:rsid w:val="00995A2E"/>
    <w:pPr>
      <w:spacing w:line="256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31">
    <w:name w:val="CM31"/>
    <w:basedOn w:val="Default"/>
    <w:next w:val="Default"/>
    <w:rsid w:val="00995A2E"/>
    <w:pPr>
      <w:spacing w:line="253" w:lineRule="atLeast"/>
    </w:pPr>
    <w:rPr>
      <w:rFonts w:ascii="Univers 45 Light" w:eastAsia="Times New Roman" w:hAnsi="Univers 45 Light" w:cs="Angsana New"/>
      <w:color w:val="auto"/>
    </w:rPr>
  </w:style>
  <w:style w:type="paragraph" w:customStyle="1" w:styleId="CM48">
    <w:name w:val="CM48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paragraph" w:customStyle="1" w:styleId="CM74">
    <w:name w:val="CM74"/>
    <w:basedOn w:val="Default"/>
    <w:next w:val="Default"/>
    <w:rsid w:val="00995A2E"/>
    <w:rPr>
      <w:rFonts w:ascii="Univers 45 Light" w:eastAsia="Times New Roman" w:hAnsi="Univers 45 Light" w:cs="Angsana New"/>
      <w:color w:val="auto"/>
    </w:rPr>
  </w:style>
  <w:style w:type="character" w:styleId="Emphasis">
    <w:name w:val="Emphasis"/>
    <w:basedOn w:val="DefaultParagraphFont"/>
    <w:uiPriority w:val="20"/>
    <w:qFormat/>
    <w:rsid w:val="00995A2E"/>
    <w:rPr>
      <w:i/>
      <w:iCs/>
    </w:rPr>
  </w:style>
  <w:style w:type="character" w:customStyle="1" w:styleId="apple-converted-space">
    <w:name w:val="apple-converted-space"/>
    <w:basedOn w:val="DefaultParagraphFont"/>
    <w:rsid w:val="00995A2E"/>
  </w:style>
  <w:style w:type="table" w:styleId="Table3Deffects2">
    <w:name w:val="Table 3D effects 2"/>
    <w:basedOn w:val="TableNormal"/>
    <w:rsid w:val="00995A2E"/>
    <w:pPr>
      <w:spacing w:line="260" w:lineRule="atLeast"/>
    </w:pPr>
    <w:rPr>
      <w:rFonts w:cs="Times New Roman"/>
      <w:lang w:val="en-GB" w:eastAsia="en-GB"/>
    </w:r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FootnoteReference">
    <w:name w:val="footnote reference"/>
    <w:aliases w:val="fr"/>
    <w:basedOn w:val="DefaultParagraphFont"/>
    <w:unhideWhenUsed/>
    <w:rsid w:val="00995A2E"/>
    <w:rPr>
      <w:vertAlign w:val="superscript"/>
    </w:rPr>
  </w:style>
  <w:style w:type="table" w:styleId="GridTable1Light-Accent1">
    <w:name w:val="Grid Table 1 Light Accent 1"/>
    <w:basedOn w:val="TableNormal"/>
    <w:uiPriority w:val="46"/>
    <w:rsid w:val="00995A2E"/>
    <w:rPr>
      <w:rFonts w:ascii="Calibri" w:eastAsia="Calibri" w:hAnsi="Calibri" w:cs="Cordia New"/>
      <w:lang w:val="en-GB" w:eastAsia="en-GB"/>
    </w:rPr>
    <w:tblPr>
      <w:tblStyleRowBandSize w:val="1"/>
      <w:tblStyleColBandSize w:val="1"/>
      <w:tblInd w:w="0" w:type="nil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customStyle="1" w:styleId="TableParagraph">
    <w:name w:val="Table Paragraph"/>
    <w:basedOn w:val="Normal"/>
    <w:uiPriority w:val="1"/>
    <w:qFormat/>
    <w:rsid w:val="00995A2E"/>
    <w:pPr>
      <w:widowControl w:val="0"/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spacing w:line="240" w:lineRule="auto"/>
    </w:pPr>
    <w:rPr>
      <w:rFonts w:asciiTheme="minorHAnsi" w:eastAsiaTheme="minorHAnsi" w:hAnsiTheme="minorHAnsi" w:cstheme="minorBidi"/>
      <w:sz w:val="22"/>
      <w:szCs w:val="22"/>
      <w:lang w:bidi="ar-SA"/>
    </w:rPr>
  </w:style>
  <w:style w:type="character" w:styleId="Hyperlink">
    <w:name w:val="Hyperlink"/>
    <w:basedOn w:val="DefaultParagraphFont"/>
    <w:uiPriority w:val="99"/>
    <w:rsid w:val="00995A2E"/>
    <w:rPr>
      <w:color w:val="0563C1" w:themeColor="hyperlink"/>
      <w:u w:val="single"/>
    </w:rPr>
  </w:style>
  <w:style w:type="paragraph" w:customStyle="1" w:styleId="Pa20">
    <w:name w:val="Pa20"/>
    <w:basedOn w:val="Default"/>
    <w:next w:val="Default"/>
    <w:uiPriority w:val="99"/>
    <w:rsid w:val="00995A2E"/>
    <w:pPr>
      <w:spacing w:line="191" w:lineRule="atLeast"/>
    </w:pPr>
    <w:rPr>
      <w:rFonts w:ascii="Univers LT Std 45 Light" w:eastAsia="Times New Roman" w:hAnsi="Univers LT Std 45 Light" w:cs="Angsana New"/>
      <w:color w:val="auto"/>
      <w:lang w:eastAsia="en-GB"/>
    </w:rPr>
  </w:style>
  <w:style w:type="paragraph" w:styleId="NoSpacing">
    <w:name w:val="No Spacing"/>
    <w:uiPriority w:val="1"/>
    <w:qFormat/>
    <w:rsid w:val="00995A2E"/>
    <w:pPr>
      <w:tabs>
        <w:tab w:val="left" w:pos="227"/>
        <w:tab w:val="left" w:pos="454"/>
        <w:tab w:val="left" w:pos="680"/>
        <w:tab w:val="left" w:pos="907"/>
        <w:tab w:val="left" w:pos="1644"/>
        <w:tab w:val="left" w:pos="1871"/>
        <w:tab w:val="left" w:pos="2580"/>
        <w:tab w:val="left" w:pos="2807"/>
        <w:tab w:val="left" w:pos="3515"/>
        <w:tab w:val="left" w:pos="3742"/>
        <w:tab w:val="left" w:pos="4451"/>
        <w:tab w:val="left" w:pos="4678"/>
        <w:tab w:val="left" w:pos="5387"/>
        <w:tab w:val="left" w:pos="5613"/>
        <w:tab w:val="left" w:pos="6322"/>
        <w:tab w:val="left" w:pos="6549"/>
      </w:tabs>
    </w:pPr>
    <w:rPr>
      <w:rFonts w:ascii="Arial" w:hAnsi="Arial"/>
      <w:sz w:val="18"/>
      <w:szCs w:val="22"/>
    </w:rPr>
  </w:style>
  <w:style w:type="character" w:styleId="FollowedHyperlink">
    <w:name w:val="FollowedHyperlink"/>
    <w:basedOn w:val="DefaultParagraphFont"/>
    <w:uiPriority w:val="99"/>
    <w:unhideWhenUsed/>
    <w:rsid w:val="00995A2E"/>
    <w:rPr>
      <w:color w:val="954F72" w:themeColor="followedHyperlink"/>
      <w:u w:val="single"/>
    </w:rPr>
  </w:style>
  <w:style w:type="paragraph" w:customStyle="1" w:styleId="Pa18">
    <w:name w:val="Pa18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91" w:lineRule="atLeast"/>
    </w:pPr>
    <w:rPr>
      <w:rFonts w:ascii="Univers LT Std 45 Light" w:eastAsiaTheme="minorHAnsi" w:hAnsi="Univers LT Std 45 Light" w:cstheme="minorBidi"/>
      <w:sz w:val="24"/>
      <w:szCs w:val="24"/>
    </w:rPr>
  </w:style>
  <w:style w:type="paragraph" w:customStyle="1" w:styleId="Pa47">
    <w:name w:val="Pa47"/>
    <w:basedOn w:val="Normal"/>
    <w:next w:val="Normal"/>
    <w:uiPriority w:val="99"/>
    <w:rsid w:val="00995A2E"/>
    <w:pPr>
      <w:tabs>
        <w:tab w:val="clear" w:pos="227"/>
        <w:tab w:val="clear" w:pos="454"/>
        <w:tab w:val="clear" w:pos="680"/>
        <w:tab w:val="clear" w:pos="907"/>
        <w:tab w:val="clear" w:pos="1644"/>
        <w:tab w:val="clear" w:pos="1871"/>
        <w:tab w:val="clear" w:pos="2580"/>
        <w:tab w:val="clear" w:pos="2807"/>
        <w:tab w:val="clear" w:pos="3515"/>
        <w:tab w:val="clear" w:pos="3742"/>
        <w:tab w:val="clear" w:pos="4451"/>
        <w:tab w:val="clear" w:pos="4678"/>
        <w:tab w:val="clear" w:pos="5387"/>
        <w:tab w:val="clear" w:pos="5613"/>
        <w:tab w:val="clear" w:pos="6322"/>
        <w:tab w:val="clear" w:pos="6549"/>
      </w:tabs>
      <w:autoSpaceDE w:val="0"/>
      <w:autoSpaceDN w:val="0"/>
      <w:adjustRightInd w:val="0"/>
      <w:spacing w:line="141" w:lineRule="atLeast"/>
    </w:pPr>
    <w:rPr>
      <w:rFonts w:ascii="Univers LT Std 45 Light" w:hAnsi="Univers LT Std 45 Light"/>
      <w:sz w:val="24"/>
      <w:szCs w:val="24"/>
    </w:rPr>
  </w:style>
  <w:style w:type="character" w:customStyle="1" w:styleId="BodyText2Char1">
    <w:name w:val="Body Text 2 Char1"/>
    <w:basedOn w:val="DefaultParagraphFont"/>
    <w:rsid w:val="00995A2E"/>
    <w:rPr>
      <w:rFonts w:ascii="Book Antiqua" w:eastAsia="Times New Roman" w:hAnsi="Book Antiqua" w:cs="Times New Roman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845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9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505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190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8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83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285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4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2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110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55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317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1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600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589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047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11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00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24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2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6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05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00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573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0920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5503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11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5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Thai%20Report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A216AB0-9872-4096-BEC3-E011B4A04D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Thai Report</Template>
  <TotalTime>1</TotalTime>
  <Pages>3</Pages>
  <Words>422</Words>
  <Characters>1639</Characters>
  <Application>Microsoft Office Word</Application>
  <DocSecurity>0</DocSecurity>
  <Lines>13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บริษัท ยูนิมิต เอนจิเนียริ่ง จำกัด</vt:lpstr>
    </vt:vector>
  </TitlesOfParts>
  <Company>KPMG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บริษัท ยูนิมิต เอนจิเนียริ่ง จำกัด</dc:title>
  <dc:subject/>
  <dc:creator>Thamonwan, Chandhradipra</dc:creator>
  <cp:keywords/>
  <dc:description/>
  <cp:lastModifiedBy>Somjai</cp:lastModifiedBy>
  <cp:revision>4</cp:revision>
  <cp:lastPrinted>2020-11-04T08:21:00Z</cp:lastPrinted>
  <dcterms:created xsi:type="dcterms:W3CDTF">2020-11-10T18:54:00Z</dcterms:created>
  <dcterms:modified xsi:type="dcterms:W3CDTF">2020-11-10T19:00:00Z</dcterms:modified>
</cp:coreProperties>
</file>