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BB21F" w14:textId="77777777" w:rsidR="00B627FA" w:rsidRPr="005E2FEF" w:rsidRDefault="00B627FA" w:rsidP="001646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30"/>
          <w:szCs w:val="30"/>
        </w:rPr>
      </w:pPr>
      <w:bookmarkStart w:id="0" w:name="Title"/>
    </w:p>
    <w:p w14:paraId="06CD0CC8" w14:textId="77777777" w:rsidR="00B627FA" w:rsidRPr="005E2FEF" w:rsidRDefault="00B627FA" w:rsidP="001646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3700D02" w14:textId="77777777" w:rsidR="00B627FA" w:rsidRPr="005E2FEF" w:rsidRDefault="00B627FA" w:rsidP="001646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30"/>
          <w:szCs w:val="30"/>
          <w:cs/>
        </w:rPr>
      </w:pPr>
    </w:p>
    <w:p w14:paraId="7CAFA99D" w14:textId="77777777" w:rsidR="00145A74" w:rsidRPr="005E2FEF" w:rsidRDefault="00145A74" w:rsidP="001646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52"/>
          <w:szCs w:val="52"/>
        </w:rPr>
      </w:pPr>
    </w:p>
    <w:p w14:paraId="7A0AEC76" w14:textId="77777777" w:rsidR="00E707CD" w:rsidRPr="007535E3" w:rsidRDefault="00E707CD" w:rsidP="001646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52"/>
          <w:szCs w:val="52"/>
          <w:cs/>
        </w:rPr>
      </w:pPr>
      <w:r w:rsidRPr="007535E3">
        <w:rPr>
          <w:rFonts w:ascii="Angsana New" w:hAnsi="Angsana New"/>
          <w:b/>
          <w:bCs/>
          <w:sz w:val="52"/>
          <w:szCs w:val="52"/>
          <w:cs/>
        </w:rPr>
        <w:t xml:space="preserve">บริษัท </w:t>
      </w:r>
      <w:bookmarkStart w:id="1" w:name="SubTitle"/>
      <w:r w:rsidRPr="007535E3">
        <w:rPr>
          <w:rFonts w:ascii="Angsana New" w:hAnsi="Angsana New"/>
          <w:b/>
          <w:bCs/>
          <w:sz w:val="52"/>
          <w:szCs w:val="52"/>
          <w:cs/>
        </w:rPr>
        <w:t>ยูนิมิต เอนจิเนียริ่ง จำกัด</w:t>
      </w:r>
      <w:bookmarkEnd w:id="0"/>
      <w:r w:rsidR="00461E61" w:rsidRPr="007535E3">
        <w:rPr>
          <w:rFonts w:ascii="Angsana New" w:hAnsi="Angsana New"/>
          <w:b/>
          <w:bCs/>
          <w:sz w:val="52"/>
          <w:szCs w:val="52"/>
        </w:rPr>
        <w:t xml:space="preserve"> </w:t>
      </w:r>
      <w:r w:rsidR="00461E61" w:rsidRPr="007535E3">
        <w:rPr>
          <w:rFonts w:ascii="Angsana New" w:hAnsi="Angsana New"/>
          <w:b/>
          <w:bCs/>
          <w:sz w:val="52"/>
          <w:szCs w:val="52"/>
          <w:cs/>
        </w:rPr>
        <w:t>(มหาชน)</w:t>
      </w:r>
      <w:r w:rsidR="00AE343D" w:rsidRPr="007535E3">
        <w:rPr>
          <w:rFonts w:ascii="Angsana New" w:hAnsi="Angsana New"/>
          <w:b/>
          <w:bCs/>
          <w:sz w:val="52"/>
          <w:szCs w:val="52"/>
          <w:cs/>
        </w:rPr>
        <w:t xml:space="preserve"> และบริษัทย่อย</w:t>
      </w:r>
    </w:p>
    <w:p w14:paraId="101E5199" w14:textId="77777777" w:rsidR="00461E61" w:rsidRPr="007535E3" w:rsidRDefault="00461E61" w:rsidP="001646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0"/>
          <w:szCs w:val="30"/>
        </w:rPr>
      </w:pPr>
    </w:p>
    <w:p w14:paraId="762D0F41" w14:textId="3C5ECE93" w:rsidR="00EA6DC2" w:rsidRPr="007535E3" w:rsidRDefault="00EA6DC2" w:rsidP="00EA6DC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7535E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งบการเงินสำหรับปีสิ้นสุดวันที่ </w:t>
      </w:r>
      <w:r w:rsidR="004647B8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Pr="007535E3">
        <w:rPr>
          <w:rFonts w:ascii="Angsana New" w:hAnsi="Angsana New" w:cs="Angsana New"/>
          <w:b w:val="0"/>
          <w:bCs w:val="0"/>
          <w:sz w:val="32"/>
          <w:szCs w:val="32"/>
        </w:rPr>
        <w:t>1</w:t>
      </w:r>
      <w:r w:rsidRPr="007535E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4464EF" w:rsidRPr="007535E3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5F4F74">
        <w:rPr>
          <w:rFonts w:ascii="Angsana New" w:hAnsi="Angsana New" w:cs="Angsana New"/>
          <w:b w:val="0"/>
          <w:bCs w:val="0"/>
          <w:sz w:val="32"/>
          <w:szCs w:val="32"/>
        </w:rPr>
        <w:t>3</w:t>
      </w:r>
    </w:p>
    <w:p w14:paraId="39AF250D" w14:textId="77777777" w:rsidR="00461E61" w:rsidRPr="007535E3" w:rsidRDefault="00461E61" w:rsidP="001646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r w:rsidRPr="007535E3">
        <w:rPr>
          <w:rFonts w:ascii="Angsana New" w:hAnsi="Angsana New"/>
          <w:sz w:val="32"/>
          <w:szCs w:val="32"/>
          <w:cs/>
        </w:rPr>
        <w:t>และ</w:t>
      </w:r>
    </w:p>
    <w:p w14:paraId="0F2D480E" w14:textId="77777777" w:rsidR="00461E61" w:rsidRPr="007535E3" w:rsidRDefault="00461E61" w:rsidP="001646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r w:rsidRPr="007535E3">
        <w:rPr>
          <w:rFonts w:ascii="Angsana New" w:hAnsi="Angsana New"/>
          <w:sz w:val="32"/>
          <w:szCs w:val="32"/>
          <w:cs/>
        </w:rPr>
        <w:t>รายงานของผู้สอบบัญชีรับอนุญาต</w:t>
      </w:r>
    </w:p>
    <w:p w14:paraId="5731FCE1" w14:textId="77777777" w:rsidR="00461E61" w:rsidRPr="007535E3" w:rsidRDefault="00461E61" w:rsidP="001646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0"/>
          <w:szCs w:val="30"/>
          <w:cs/>
          <w:lang w:val="th-TH"/>
        </w:rPr>
      </w:pPr>
    </w:p>
    <w:bookmarkEnd w:id="1"/>
    <w:p w14:paraId="33BF1BA1" w14:textId="77777777" w:rsidR="00B627FA" w:rsidRPr="007535E3" w:rsidRDefault="00B627FA" w:rsidP="00DF13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  <w:cs/>
        </w:rPr>
        <w:sectPr w:rsidR="00B627FA" w:rsidRPr="007535E3" w:rsidSect="00A74558">
          <w:headerReference w:type="default" r:id="rId8"/>
          <w:footerReference w:type="even" r:id="rId9"/>
          <w:footerReference w:type="default" r:id="rId10"/>
          <w:headerReference w:type="first" r:id="rId11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4593CBCD" w14:textId="77777777" w:rsidR="00CC10B4" w:rsidRPr="007535E3" w:rsidRDefault="00CC10B4" w:rsidP="00CA439B">
      <w:pPr>
        <w:pStyle w:val="Heading5"/>
        <w:ind w:right="0"/>
        <w:jc w:val="both"/>
        <w:rPr>
          <w:rFonts w:ascii="Angsana New" w:hAnsi="Angsana New" w:cs="Angsana New"/>
        </w:rPr>
      </w:pPr>
    </w:p>
    <w:p w14:paraId="51FE48EB" w14:textId="77777777" w:rsidR="00CC10B4" w:rsidRPr="007535E3" w:rsidRDefault="00CC10B4" w:rsidP="00CC10B4">
      <w:pPr>
        <w:rPr>
          <w:rFonts w:ascii="Angsana New" w:hAnsi="Angsana New"/>
          <w:cs/>
        </w:rPr>
      </w:pPr>
    </w:p>
    <w:p w14:paraId="23404A39" w14:textId="77777777" w:rsidR="00CA6E06" w:rsidRPr="007535E3" w:rsidRDefault="00CA6E06" w:rsidP="00421AD7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746C20EE" w14:textId="77777777" w:rsidR="00CA6E06" w:rsidRPr="007535E3" w:rsidRDefault="00CA6E06" w:rsidP="00421AD7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73383B73" w14:textId="77777777" w:rsidR="004C0835" w:rsidRPr="007535E3" w:rsidRDefault="004C0835" w:rsidP="00421AD7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14:paraId="4F4DA7AF" w14:textId="77777777" w:rsidR="00421AD7" w:rsidRPr="007535E3" w:rsidRDefault="00421AD7" w:rsidP="00421AD7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7535E3">
        <w:rPr>
          <w:rFonts w:ascii="Angsana New" w:hAnsi="Angsana New"/>
          <w:b/>
          <w:bCs/>
          <w:sz w:val="32"/>
          <w:szCs w:val="32"/>
          <w:cs/>
        </w:rPr>
        <w:t>รายงานของผู้สอบบัญชีรับอนุญาต</w:t>
      </w:r>
    </w:p>
    <w:p w14:paraId="7126B69E" w14:textId="77777777" w:rsidR="00421AD7" w:rsidRPr="007535E3" w:rsidRDefault="00421AD7" w:rsidP="00421AD7">
      <w:pPr>
        <w:rPr>
          <w:rFonts w:ascii="Angsana New" w:hAnsi="Angsana New"/>
          <w:b/>
          <w:bCs/>
          <w:sz w:val="30"/>
          <w:szCs w:val="30"/>
        </w:rPr>
      </w:pPr>
    </w:p>
    <w:p w14:paraId="7538C7A0" w14:textId="77777777" w:rsidR="00421AD7" w:rsidRPr="007535E3" w:rsidRDefault="00421AD7" w:rsidP="00421AD7">
      <w:pPr>
        <w:rPr>
          <w:rFonts w:ascii="Angsana New" w:hAnsi="Angsana New"/>
          <w:b/>
          <w:bCs/>
          <w:sz w:val="30"/>
          <w:szCs w:val="30"/>
        </w:rPr>
      </w:pPr>
      <w:r w:rsidRPr="007535E3">
        <w:rPr>
          <w:rFonts w:ascii="Angsana New" w:hAnsi="Angsana New"/>
          <w:b/>
          <w:bCs/>
          <w:sz w:val="30"/>
          <w:szCs w:val="30"/>
          <w:cs/>
        </w:rPr>
        <w:t>เสนอ ผู้ถือหุ้นบริษัท ยูนิมิต เอนจิเนียริ่ง จำกัด (มหาชน</w:t>
      </w:r>
      <w:r w:rsidRPr="007535E3">
        <w:rPr>
          <w:rFonts w:ascii="Angsana New" w:hAnsi="Angsana New"/>
          <w:b/>
          <w:bCs/>
          <w:sz w:val="30"/>
          <w:szCs w:val="30"/>
        </w:rPr>
        <w:t>)</w:t>
      </w:r>
    </w:p>
    <w:p w14:paraId="1E4F4BA0" w14:textId="77777777" w:rsidR="0033645B" w:rsidRPr="007535E3" w:rsidRDefault="0033645B" w:rsidP="00421AD7">
      <w:pPr>
        <w:jc w:val="thaiDistribute"/>
        <w:rPr>
          <w:rFonts w:ascii="Angsana New" w:eastAsia="Calibri" w:hAnsi="Angsana New"/>
          <w:i/>
          <w:iCs/>
          <w:color w:val="000000"/>
          <w:sz w:val="30"/>
          <w:szCs w:val="30"/>
        </w:rPr>
      </w:pPr>
    </w:p>
    <w:p w14:paraId="6314EE66" w14:textId="77777777" w:rsidR="00421AD7" w:rsidRPr="007535E3" w:rsidRDefault="00421AD7" w:rsidP="00421AD7">
      <w:pPr>
        <w:jc w:val="thaiDistribute"/>
        <w:rPr>
          <w:rFonts w:ascii="Angsana New" w:eastAsia="Calibri" w:hAnsi="Angsana New"/>
          <w:i/>
          <w:iCs/>
          <w:color w:val="000000"/>
          <w:sz w:val="30"/>
          <w:szCs w:val="30"/>
        </w:rPr>
      </w:pPr>
      <w:r w:rsidRPr="007535E3">
        <w:rPr>
          <w:rFonts w:ascii="Angsana New" w:eastAsia="Calibri" w:hAnsi="Angsana New"/>
          <w:i/>
          <w:iCs/>
          <w:color w:val="000000"/>
          <w:sz w:val="30"/>
          <w:szCs w:val="30"/>
          <w:cs/>
        </w:rPr>
        <w:t>ความเห็น</w:t>
      </w:r>
    </w:p>
    <w:p w14:paraId="350A9E84" w14:textId="77777777" w:rsidR="0033645B" w:rsidRPr="007535E3" w:rsidRDefault="0033645B" w:rsidP="00421AD7">
      <w:pPr>
        <w:pStyle w:val="a"/>
        <w:tabs>
          <w:tab w:val="clear" w:pos="1080"/>
        </w:tabs>
        <w:spacing w:line="240" w:lineRule="atLeast"/>
        <w:jc w:val="thaiDistribute"/>
        <w:rPr>
          <w:rFonts w:ascii="Angsana New" w:hAnsi="Angsana New" w:cs="Angsana New"/>
          <w:color w:val="000000"/>
        </w:rPr>
      </w:pPr>
    </w:p>
    <w:p w14:paraId="736FF129" w14:textId="3B8E1F47" w:rsidR="00421AD7" w:rsidRPr="007535E3" w:rsidRDefault="00421AD7" w:rsidP="00421AD7">
      <w:pPr>
        <w:pStyle w:val="a"/>
        <w:tabs>
          <w:tab w:val="clear" w:pos="1080"/>
        </w:tabs>
        <w:spacing w:line="240" w:lineRule="atLeast"/>
        <w:jc w:val="thaiDistribute"/>
        <w:rPr>
          <w:rFonts w:ascii="Angsana New" w:hAnsi="Angsana New" w:cs="Angsana New"/>
          <w:color w:val="000000"/>
          <w:lang w:val="en-US"/>
        </w:rPr>
      </w:pPr>
      <w:r w:rsidRPr="007535E3">
        <w:rPr>
          <w:rFonts w:ascii="Angsana New" w:hAnsi="Angsana New" w:cs="Angsana New"/>
          <w:color w:val="000000"/>
          <w:cs/>
        </w:rPr>
        <w:t>ข้าพเจ้าได้ตรวจสอบงบการเงินรวมและงบการเงินเฉพาะกิจการของบริษัท ยูนิมิต เอนจิเนียริ่ง จำกัด (มหาชน)</w:t>
      </w:r>
      <w:r w:rsidRPr="007535E3">
        <w:rPr>
          <w:rFonts w:ascii="Angsana New" w:hAnsi="Angsana New" w:cs="Angsana New"/>
          <w:color w:val="000000"/>
          <w:lang w:val="en-US"/>
        </w:rPr>
        <w:t xml:space="preserve"> </w:t>
      </w:r>
      <w:r w:rsidRPr="007535E3">
        <w:rPr>
          <w:rFonts w:ascii="Angsana New" w:hAnsi="Angsana New" w:cs="Angsana New"/>
          <w:color w:val="000000"/>
          <w:cs/>
        </w:rPr>
        <w:t>และ</w:t>
      </w:r>
      <w:r w:rsidRPr="007535E3">
        <w:rPr>
          <w:rFonts w:ascii="Angsana New" w:hAnsi="Angsana New" w:cs="Angsana New"/>
          <w:color w:val="000000"/>
          <w:lang w:val="en-US"/>
        </w:rPr>
        <w:br/>
      </w:r>
      <w:r w:rsidRPr="007535E3">
        <w:rPr>
          <w:rFonts w:ascii="Angsana New" w:hAnsi="Angsana New" w:cs="Angsana New"/>
          <w:color w:val="000000"/>
          <w:cs/>
        </w:rPr>
        <w:t>บริษัทย่อย</w:t>
      </w:r>
      <w:r w:rsidRPr="007535E3">
        <w:rPr>
          <w:rFonts w:ascii="Angsana New" w:hAnsi="Angsana New" w:cs="Angsana New"/>
          <w:color w:val="000000"/>
          <w:lang w:val="en-US"/>
        </w:rPr>
        <w:t xml:space="preserve"> </w:t>
      </w:r>
      <w:r w:rsidRPr="007535E3">
        <w:rPr>
          <w:rFonts w:ascii="Angsana New" w:hAnsi="Angsana New" w:cs="Angsana New"/>
          <w:color w:val="000000"/>
          <w:cs/>
          <w:lang w:val="en-US"/>
        </w:rPr>
        <w:t xml:space="preserve">(“กลุ่มบริษัท”) </w:t>
      </w:r>
      <w:r w:rsidRPr="007535E3">
        <w:rPr>
          <w:rFonts w:ascii="Angsana New" w:hAnsi="Angsana New" w:cs="Angsana New"/>
          <w:color w:val="000000"/>
          <w:cs/>
        </w:rPr>
        <w:t>และของเฉพาะบริษัท</w:t>
      </w:r>
      <w:r w:rsidRPr="007535E3">
        <w:rPr>
          <w:rFonts w:ascii="Angsana New" w:hAnsi="Angsana New" w:cs="Angsana New"/>
          <w:color w:val="000000"/>
          <w:lang w:val="en-US"/>
        </w:rPr>
        <w:t xml:space="preserve"> </w:t>
      </w:r>
      <w:r w:rsidRPr="007535E3">
        <w:rPr>
          <w:rFonts w:ascii="Angsana New" w:hAnsi="Angsana New" w:cs="Angsana New"/>
          <w:color w:val="000000"/>
          <w:cs/>
        </w:rPr>
        <w:t>ยูนิมิต เอนจิเนียริ่ง จำกัด (มหาชน)</w:t>
      </w:r>
      <w:r w:rsidRPr="007535E3">
        <w:rPr>
          <w:rFonts w:ascii="Angsana New" w:hAnsi="Angsana New" w:cs="Angsana New"/>
          <w:color w:val="000000"/>
          <w:lang w:val="en-US"/>
        </w:rPr>
        <w:t xml:space="preserve"> </w:t>
      </w:r>
      <w:r w:rsidRPr="007535E3">
        <w:rPr>
          <w:rFonts w:ascii="Angsana New" w:hAnsi="Angsana New" w:cs="Angsana New"/>
          <w:color w:val="000000"/>
          <w:cs/>
          <w:lang w:val="en-US"/>
        </w:rPr>
        <w:t>(“บริษัท”) ตามลำดับ</w:t>
      </w:r>
      <w:r w:rsidRPr="007535E3">
        <w:rPr>
          <w:rFonts w:ascii="Angsana New" w:hAnsi="Angsana New" w:cs="Angsana New"/>
          <w:color w:val="000000"/>
          <w:cs/>
        </w:rPr>
        <w:t xml:space="preserve"> ซึ่งประกอบด้วยงบแสดงฐานะการเงินรวมและงบแสดงฐานะการเงินเฉพาะกิจการ ณ วันที่ </w:t>
      </w:r>
      <w:r w:rsidR="004647B8">
        <w:rPr>
          <w:rFonts w:ascii="Angsana New" w:hAnsi="Angsana New" w:cs="Angsana New"/>
          <w:color w:val="000000"/>
          <w:lang w:val="en-US"/>
        </w:rPr>
        <w:t>31</w:t>
      </w:r>
      <w:r w:rsidRPr="007535E3">
        <w:rPr>
          <w:rFonts w:ascii="Angsana New" w:hAnsi="Angsana New" w:cs="Angsana New"/>
          <w:color w:val="000000"/>
          <w:cs/>
        </w:rPr>
        <w:t xml:space="preserve"> ธันวาคม </w:t>
      </w:r>
      <w:r w:rsidR="004647B8">
        <w:rPr>
          <w:rFonts w:ascii="Angsana New" w:hAnsi="Angsana New" w:cs="Angsana New"/>
          <w:color w:val="000000"/>
          <w:lang w:val="en-US"/>
        </w:rPr>
        <w:t>2563</w:t>
      </w:r>
      <w:r w:rsidRPr="007535E3">
        <w:rPr>
          <w:rFonts w:ascii="Angsana New" w:hAnsi="Angsana New" w:cs="Angsana New"/>
          <w:color w:val="000000"/>
          <w:cs/>
        </w:rPr>
        <w:t xml:space="preserve"> 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 สำหรับปีสิ้นสุดวันเดียวกันรวมถึงหมายเหตุซึ่งประกอบด้วยสรุปนโยบายการบัญชีที่สำคัญและเรื่องอื่น ๆ </w:t>
      </w:r>
    </w:p>
    <w:p w14:paraId="2883AF7A" w14:textId="77777777" w:rsidR="00421AD7" w:rsidRPr="007535E3" w:rsidRDefault="00421AD7" w:rsidP="00421AD7">
      <w:pPr>
        <w:rPr>
          <w:rFonts w:ascii="Angsana New" w:hAnsi="Angsana New"/>
          <w:b/>
          <w:bCs/>
          <w:color w:val="000000"/>
          <w:sz w:val="30"/>
          <w:szCs w:val="30"/>
        </w:rPr>
      </w:pPr>
    </w:p>
    <w:p w14:paraId="5EEF9F47" w14:textId="26B3FAB7" w:rsidR="00421AD7" w:rsidRPr="007535E3" w:rsidRDefault="00421AD7" w:rsidP="00421AD7">
      <w:pPr>
        <w:jc w:val="thaiDistribute"/>
        <w:rPr>
          <w:rFonts w:ascii="Angsana New" w:hAnsi="Angsana New"/>
          <w:color w:val="000000"/>
          <w:sz w:val="30"/>
          <w:szCs w:val="30"/>
          <w:rtl/>
          <w:cs/>
          <w:lang w:val="th-TH"/>
        </w:rPr>
      </w:pPr>
      <w:r w:rsidRPr="007535E3">
        <w:rPr>
          <w:rFonts w:ascii="Angsana New" w:hAnsi="Angsana New"/>
          <w:color w:val="000000"/>
          <w:sz w:val="30"/>
          <w:szCs w:val="30"/>
          <w:cs/>
          <w:lang w:val="th-TH"/>
        </w:rPr>
        <w:t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 ตามลำดับ ณ</w:t>
      </w:r>
      <w:r w:rsidRPr="007535E3">
        <w:rPr>
          <w:rFonts w:ascii="Angsana New" w:hAnsi="Angsana New"/>
          <w:color w:val="000000"/>
          <w:sz w:val="30"/>
          <w:szCs w:val="30"/>
          <w:lang w:val="th-TH"/>
        </w:rPr>
        <w:t xml:space="preserve"> </w:t>
      </w:r>
      <w:r w:rsidRPr="007535E3">
        <w:rPr>
          <w:rFonts w:ascii="Angsana New" w:hAnsi="Angsana New"/>
          <w:color w:val="000000"/>
          <w:sz w:val="30"/>
          <w:szCs w:val="30"/>
          <w:cs/>
          <w:lang w:val="th-TH"/>
        </w:rPr>
        <w:t>วันที่</w:t>
      </w:r>
      <w:r w:rsidRPr="007535E3">
        <w:rPr>
          <w:rFonts w:ascii="Angsana New" w:hAnsi="Angsana New"/>
          <w:color w:val="000000"/>
          <w:sz w:val="30"/>
          <w:szCs w:val="30"/>
          <w:lang w:val="th-TH"/>
        </w:rPr>
        <w:t xml:space="preserve"> 31 </w:t>
      </w:r>
      <w:r w:rsidRPr="007535E3">
        <w:rPr>
          <w:rFonts w:ascii="Angsana New" w:hAnsi="Angsana New"/>
          <w:color w:val="000000"/>
          <w:sz w:val="30"/>
          <w:szCs w:val="30"/>
          <w:cs/>
          <w:lang w:val="th-TH"/>
        </w:rPr>
        <w:t xml:space="preserve">ธันวาคม </w:t>
      </w:r>
      <w:r w:rsidR="0034646C">
        <w:rPr>
          <w:rFonts w:ascii="Angsana New" w:hAnsi="Angsana New"/>
          <w:color w:val="000000"/>
          <w:sz w:val="30"/>
          <w:szCs w:val="30"/>
        </w:rPr>
        <w:t>2563</w:t>
      </w:r>
      <w:r w:rsidRPr="007535E3">
        <w:rPr>
          <w:rFonts w:ascii="Angsana New" w:hAnsi="Angsana New"/>
          <w:color w:val="000000"/>
          <w:sz w:val="30"/>
          <w:szCs w:val="30"/>
          <w:cs/>
          <w:lang w:val="th-TH"/>
        </w:rPr>
        <w:t xml:space="preserve"> ผลการดำเนินงานรวมและผลการดำเนินงานเฉพาะกิจการและกระแสเงินสดรวมและกระแสเงินสดเฉพาะกิจการ</w:t>
      </w:r>
      <w:r w:rsidRPr="007535E3">
        <w:rPr>
          <w:rFonts w:ascii="Angsana New" w:hAnsi="Angsana New"/>
          <w:color w:val="000000"/>
          <w:sz w:val="30"/>
          <w:szCs w:val="30"/>
          <w:lang w:val="th-TH"/>
        </w:rPr>
        <w:t xml:space="preserve"> </w:t>
      </w:r>
      <w:r w:rsidRPr="007535E3">
        <w:rPr>
          <w:rFonts w:ascii="Angsana New" w:hAnsi="Angsana New"/>
          <w:color w:val="000000"/>
          <w:sz w:val="30"/>
          <w:szCs w:val="30"/>
          <w:cs/>
          <w:lang w:val="th-TH"/>
        </w:rPr>
        <w:t>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29BE5D55" w14:textId="77777777" w:rsidR="00421AD7" w:rsidRPr="007535E3" w:rsidRDefault="00421AD7" w:rsidP="00473BD2">
      <w:pPr>
        <w:rPr>
          <w:rFonts w:ascii="Angsana New" w:hAnsi="Angsana New"/>
          <w:b/>
          <w:bCs/>
          <w:color w:val="000000"/>
          <w:sz w:val="30"/>
          <w:szCs w:val="30"/>
        </w:rPr>
      </w:pPr>
    </w:p>
    <w:p w14:paraId="070F46FF" w14:textId="77777777" w:rsidR="00421AD7" w:rsidRPr="007535E3" w:rsidRDefault="00421AD7" w:rsidP="00421AD7">
      <w:pPr>
        <w:jc w:val="thaiDistribute"/>
        <w:rPr>
          <w:rFonts w:ascii="Angsana New" w:eastAsia="Calibri" w:hAnsi="Angsana New"/>
          <w:i/>
          <w:iCs/>
          <w:color w:val="000000"/>
          <w:sz w:val="30"/>
          <w:szCs w:val="30"/>
        </w:rPr>
      </w:pPr>
      <w:r w:rsidRPr="007535E3">
        <w:rPr>
          <w:rFonts w:ascii="Angsana New" w:eastAsia="Calibri" w:hAnsi="Angsana New"/>
          <w:i/>
          <w:iCs/>
          <w:color w:val="000000"/>
          <w:sz w:val="30"/>
          <w:szCs w:val="30"/>
          <w:cs/>
        </w:rPr>
        <w:t>เกณฑ์ในการแสดงความเห็น</w:t>
      </w:r>
    </w:p>
    <w:p w14:paraId="70235231" w14:textId="77777777" w:rsidR="00421AD7" w:rsidRPr="007535E3" w:rsidRDefault="00421AD7" w:rsidP="00473BD2">
      <w:pPr>
        <w:rPr>
          <w:rFonts w:ascii="Angsana New" w:hAnsi="Angsana New"/>
          <w:b/>
          <w:bCs/>
          <w:color w:val="000000"/>
          <w:sz w:val="30"/>
          <w:szCs w:val="30"/>
        </w:rPr>
      </w:pPr>
    </w:p>
    <w:p w14:paraId="16150C6D" w14:textId="77777777" w:rsidR="0033645B" w:rsidRPr="007535E3" w:rsidRDefault="00421AD7" w:rsidP="00421AD7">
      <w:pPr>
        <w:jc w:val="thaiDistribute"/>
        <w:rPr>
          <w:rFonts w:ascii="Angsana New" w:eastAsia="Calibri" w:hAnsi="Angsana New"/>
          <w:color w:val="000000"/>
          <w:sz w:val="30"/>
          <w:szCs w:val="30"/>
          <w:cs/>
        </w:rPr>
      </w:pP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</w:t>
      </w:r>
      <w:r w:rsidR="004C0835" w:rsidRPr="007535E3">
        <w:rPr>
          <w:rFonts w:ascii="Angsana New" w:eastAsia="Calibri" w:hAnsi="Angsana New"/>
          <w:color w:val="000000"/>
          <w:sz w:val="30"/>
          <w:szCs w:val="30"/>
          <w:cs/>
        </w:rPr>
        <w:t>วรรค</w:t>
      </w:r>
      <w:r w:rsidRPr="007535E3">
        <w:rPr>
          <w:rFonts w:ascii="Angsana New" w:eastAsia="Calibri" w:hAnsi="Angsana New"/>
          <w:i/>
          <w:iCs/>
          <w:color w:val="000000"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ในรายงานของข้าพเจ้า ข้าพเจ้ามีความเป็นอิสระจากกลุ่มบริษัทและบริษัทตามข้อกำหนดจรรยาบรรณของผู้ประกอบวิชาชีพบัญชีที่กำหนดโดยสภาวิชาชีพบัญชี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</w:t>
      </w:r>
      <w:r w:rsidR="00BD6A84" w:rsidRPr="007535E3">
        <w:rPr>
          <w:rFonts w:ascii="Angsana New" w:eastAsia="Calibri" w:hAnsi="Angsana New"/>
          <w:color w:val="000000"/>
          <w:sz w:val="30"/>
          <w:szCs w:val="30"/>
          <w:cs/>
        </w:rPr>
        <w:t xml:space="preserve"> </w:t>
      </w: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ๆ 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6EB04472" w14:textId="77777777" w:rsidR="00E60539" w:rsidRDefault="00E60539" w:rsidP="00421AD7">
      <w:pPr>
        <w:jc w:val="thaiDistribute"/>
        <w:rPr>
          <w:rFonts w:ascii="Angsana New" w:eastAsia="Calibri" w:hAnsi="Angsana New"/>
          <w:color w:val="000000"/>
          <w:sz w:val="30"/>
          <w:szCs w:val="30"/>
        </w:rPr>
        <w:sectPr w:rsidR="00E60539" w:rsidSect="00E60539">
          <w:headerReference w:type="default" r:id="rId12"/>
          <w:footerReference w:type="default" r:id="rId13"/>
          <w:headerReference w:type="first" r:id="rId14"/>
          <w:footerReference w:type="first" r:id="rId15"/>
          <w:pgSz w:w="11909" w:h="16834" w:code="9"/>
          <w:pgMar w:top="691" w:right="1152" w:bottom="576" w:left="1152" w:header="720" w:footer="720" w:gutter="0"/>
          <w:cols w:space="720"/>
          <w:titlePg/>
          <w:docGrid w:linePitch="245"/>
        </w:sectPr>
      </w:pPr>
    </w:p>
    <w:p w14:paraId="408A775B" w14:textId="7B3EADAA" w:rsidR="00421AD7" w:rsidRPr="007535E3" w:rsidRDefault="00421AD7" w:rsidP="00421AD7">
      <w:pPr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 w:rsidRPr="007535E3">
        <w:rPr>
          <w:rFonts w:ascii="Angsana New" w:hAnsi="Angsana New"/>
          <w:i/>
          <w:iCs/>
          <w:color w:val="000000"/>
          <w:sz w:val="30"/>
          <w:szCs w:val="30"/>
          <w:cs/>
        </w:rPr>
        <w:lastRenderedPageBreak/>
        <w:t>เรื่องสำคัญในการตรวจสอบ</w:t>
      </w:r>
    </w:p>
    <w:p w14:paraId="1B11BC05" w14:textId="77777777" w:rsidR="00421AD7" w:rsidRPr="007535E3" w:rsidRDefault="00421AD7" w:rsidP="00421AD7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1266DD1E" w14:textId="77777777" w:rsidR="00421AD7" w:rsidRPr="007535E3" w:rsidRDefault="00421AD7" w:rsidP="00421AD7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เรื่องสำคัญในการตรวจสอบคือเรื่องต่าง</w:t>
      </w:r>
      <w:r w:rsidR="007C27F7" w:rsidRPr="007535E3">
        <w:rPr>
          <w:rFonts w:ascii="Angsana New" w:eastAsia="Calibri" w:hAnsi="Angsana New"/>
          <w:color w:val="000000"/>
          <w:sz w:val="30"/>
          <w:szCs w:val="30"/>
          <w:cs/>
        </w:rPr>
        <w:t xml:space="preserve"> </w:t>
      </w: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ๆ ที่มีนัยสำคัญที่สุดตามดุลยพินิจเยี่ยงผู้ประกอบวิชาชีพของข้าพเจ้าในการตรวจสอบงบการเงิน</w:t>
      </w:r>
      <w:r w:rsidRPr="007535E3">
        <w:rPr>
          <w:rFonts w:ascii="Angsana New" w:hAnsi="Angsana New"/>
          <w:color w:val="000000"/>
          <w:sz w:val="30"/>
          <w:szCs w:val="30"/>
          <w:cs/>
        </w:rPr>
        <w:t>รวมและงบการเงินเฉพาะกิจการ</w:t>
      </w: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สำหรับงวด</w:t>
      </w:r>
      <w:r w:rsidRPr="007535E3">
        <w:rPr>
          <w:rFonts w:ascii="Angsana New" w:eastAsia="Calibri" w:hAnsi="Angsana New"/>
          <w:color w:val="000000"/>
          <w:spacing w:val="16"/>
          <w:sz w:val="30"/>
          <w:szCs w:val="30"/>
          <w:cs/>
        </w:rPr>
        <w:t>ปัจจุบัน ข้าพเจ้าได้นำเรื่องเหล่านี้มาพิจารณาในบริบทของ</w:t>
      </w: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การตรวจสอบงบการเงิน</w:t>
      </w:r>
      <w:r w:rsidRPr="007535E3">
        <w:rPr>
          <w:rFonts w:ascii="Angsana New" w:hAnsi="Angsana New"/>
          <w:color w:val="000000"/>
          <w:sz w:val="30"/>
          <w:szCs w:val="30"/>
          <w:cs/>
        </w:rPr>
        <w:t>รวมและงบการเงินเฉพาะกิจการ</w:t>
      </w: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โดยรวมและในการแสดงความเห็นของ</w:t>
      </w:r>
      <w:r w:rsidRPr="007535E3">
        <w:rPr>
          <w:rFonts w:ascii="Angsana New" w:hAnsi="Angsana New"/>
          <w:color w:val="000000"/>
          <w:sz w:val="30"/>
          <w:szCs w:val="30"/>
          <w:cs/>
        </w:rPr>
        <w:t>ข้าพเจ้า</w:t>
      </w: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 xml:space="preserve"> ทั้งนี้</w:t>
      </w:r>
      <w:r w:rsidRPr="007535E3">
        <w:rPr>
          <w:rFonts w:ascii="Angsana New" w:hAnsi="Angsana New"/>
          <w:color w:val="000000"/>
          <w:sz w:val="30"/>
          <w:szCs w:val="30"/>
          <w:cs/>
        </w:rPr>
        <w:t>ข้าพเจ้า</w:t>
      </w: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</w:p>
    <w:p w14:paraId="0F3D7E73" w14:textId="77777777" w:rsidR="00421AD7" w:rsidRPr="007535E3" w:rsidRDefault="00421AD7" w:rsidP="00421AD7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675"/>
      </w:tblGrid>
      <w:tr w:rsidR="001B032A" w:rsidRPr="007535E3" w14:paraId="471740C4" w14:textId="77777777" w:rsidTr="00266594">
        <w:tc>
          <w:tcPr>
            <w:tcW w:w="9463" w:type="dxa"/>
            <w:gridSpan w:val="2"/>
            <w:shd w:val="clear" w:color="auto" w:fill="auto"/>
          </w:tcPr>
          <w:p w14:paraId="4528BE3F" w14:textId="77777777" w:rsidR="00421AD7" w:rsidRPr="007535E3" w:rsidRDefault="0033645B" w:rsidP="00CA6E06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535E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การรับรู้รายได้และค่าใช้จ่ายตามสัญญา</w:t>
            </w:r>
          </w:p>
        </w:tc>
      </w:tr>
      <w:tr w:rsidR="001B032A" w:rsidRPr="007535E3" w14:paraId="79EC2633" w14:textId="77777777" w:rsidTr="00266594">
        <w:tc>
          <w:tcPr>
            <w:tcW w:w="9463" w:type="dxa"/>
            <w:gridSpan w:val="2"/>
            <w:shd w:val="clear" w:color="auto" w:fill="auto"/>
          </w:tcPr>
          <w:p w14:paraId="621C7CC9" w14:textId="12AA33C5" w:rsidR="00421AD7" w:rsidRPr="007535E3" w:rsidRDefault="0033645B" w:rsidP="00AC044A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535E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อ้างถึง</w:t>
            </w:r>
            <w:r w:rsidRPr="00EB3E53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หมายเหตุ </w:t>
            </w:r>
            <w:r w:rsidR="00CE2398" w:rsidRPr="00EB3E53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="00E65E2B" w:rsidRPr="00EB3E53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</w:t>
            </w:r>
            <w:r w:rsidR="00CE2398" w:rsidRPr="00EB3E53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="00943A0B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ถ</w:t>
            </w:r>
            <w:r w:rsidR="00CE2398" w:rsidRPr="00EB3E53">
              <w:rPr>
                <w:rFonts w:ascii="Angsana New" w:hAnsi="Angsana New"/>
                <w:color w:val="000000"/>
                <w:sz w:val="30"/>
                <w:szCs w:val="30"/>
                <w:cs/>
              </w:rPr>
              <w:t>)</w:t>
            </w:r>
            <w:r w:rsidR="00503CF9" w:rsidRPr="00EB3E53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="00B85C4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B85C41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  <w:r w:rsidR="00503CF9" w:rsidRPr="00EB3E53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503CF9" w:rsidRPr="00EB3E53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และ</w:t>
            </w:r>
            <w:r w:rsidR="00503CF9" w:rsidRPr="00EB3E53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B85C41">
              <w:rPr>
                <w:rFonts w:ascii="Angsana New" w:hAnsi="Angsana New"/>
                <w:color w:val="000000"/>
                <w:sz w:val="30"/>
                <w:szCs w:val="30"/>
              </w:rPr>
              <w:t>18</w:t>
            </w:r>
            <w:r w:rsidR="00D448C1" w:rsidRPr="00EB3E53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ของงบ</w:t>
            </w:r>
            <w:r w:rsidR="00D448C1" w:rsidRPr="007535E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การเงินรวมและงบการเงินเฉพาะกิจการ</w:t>
            </w:r>
          </w:p>
        </w:tc>
      </w:tr>
      <w:tr w:rsidR="00BD33EF" w:rsidRPr="007535E3" w14:paraId="28937E13" w14:textId="77777777" w:rsidTr="00266594">
        <w:tc>
          <w:tcPr>
            <w:tcW w:w="4788" w:type="dxa"/>
            <w:shd w:val="clear" w:color="auto" w:fill="auto"/>
          </w:tcPr>
          <w:p w14:paraId="7382640A" w14:textId="77777777" w:rsidR="00421AD7" w:rsidRPr="007535E3" w:rsidRDefault="00421AD7" w:rsidP="00BD33EF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675" w:type="dxa"/>
            <w:shd w:val="clear" w:color="auto" w:fill="auto"/>
          </w:tcPr>
          <w:p w14:paraId="6C44DB07" w14:textId="77777777" w:rsidR="00421AD7" w:rsidRPr="007535E3" w:rsidRDefault="00421AD7" w:rsidP="00BD33EF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35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BD33EF" w:rsidRPr="007535E3" w14:paraId="49FC49F5" w14:textId="77777777" w:rsidTr="00266594">
        <w:tc>
          <w:tcPr>
            <w:tcW w:w="4788" w:type="dxa"/>
            <w:shd w:val="clear" w:color="auto" w:fill="auto"/>
          </w:tcPr>
          <w:p w14:paraId="3D587359" w14:textId="77777777" w:rsidR="001B032A" w:rsidRPr="007535E3" w:rsidRDefault="001B032A" w:rsidP="00503CF9">
            <w:pPr>
              <w:autoSpaceDE w:val="0"/>
              <w:autoSpaceDN w:val="0"/>
              <w:adjustRightInd w:val="0"/>
              <w:jc w:val="thaiDistribute"/>
              <w:rPr>
                <w:rFonts w:ascii="Angsana New" w:eastAsia="Calibri" w:hAnsi="Angsana New"/>
                <w:color w:val="000000"/>
                <w:sz w:val="20"/>
                <w:szCs w:val="20"/>
              </w:rPr>
            </w:pPr>
          </w:p>
          <w:p w14:paraId="054DEC03" w14:textId="77777777" w:rsidR="008D3F25" w:rsidRPr="007535E3" w:rsidRDefault="008D3F25" w:rsidP="00503CF9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จากลักษณะของธุรกิจที่เป็นการว่าจ้างตามสัญญา การรับรู้รายได้เกี่ยวข้องกับการใช้วิจารณญาณเกี่ยวกับการประมาณการต่าง</w:t>
            </w:r>
            <w:r w:rsidR="00BC068D" w:rsidRPr="007535E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7535E3">
              <w:rPr>
                <w:rFonts w:ascii="Angsana New" w:hAnsi="Angsana New"/>
                <w:sz w:val="30"/>
                <w:szCs w:val="30"/>
                <w:cs/>
              </w:rPr>
              <w:t>ๆ ที่มีนัยสำคัญดังนี้</w:t>
            </w:r>
          </w:p>
          <w:p w14:paraId="1963D7EE" w14:textId="77777777" w:rsidR="008D3F25" w:rsidRPr="007535E3" w:rsidRDefault="008D3F25" w:rsidP="0087341C">
            <w:pPr>
              <w:numPr>
                <w:ilvl w:val="0"/>
                <w:numId w:val="22"/>
              </w:numPr>
              <w:tabs>
                <w:tab w:val="clear" w:pos="227"/>
                <w:tab w:val="clear" w:pos="454"/>
                <w:tab w:val="left" w:pos="270"/>
              </w:tabs>
              <w:autoSpaceDE w:val="0"/>
              <w:autoSpaceDN w:val="0"/>
              <w:adjustRightInd w:val="0"/>
              <w:ind w:left="270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การประมาณการต้นทุนทั้งหมด</w:t>
            </w:r>
            <w:r w:rsidR="007B2F00" w:rsidRPr="007535E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266594" w:rsidRPr="007535E3">
              <w:rPr>
                <w:rFonts w:ascii="Angsana New" w:hAnsi="Angsana New"/>
                <w:sz w:val="30"/>
                <w:szCs w:val="30"/>
                <w:cs/>
              </w:rPr>
              <w:t>รวมทั้งต้นทุนที่คาดว่าจะเกิดขึ้นจนงานเสร็จสมบูรณ์</w:t>
            </w:r>
          </w:p>
          <w:p w14:paraId="265F78B7" w14:textId="77777777" w:rsidR="008D3F25" w:rsidRPr="007535E3" w:rsidRDefault="008D3F25" w:rsidP="0087341C">
            <w:pPr>
              <w:numPr>
                <w:ilvl w:val="0"/>
                <w:numId w:val="22"/>
              </w:numPr>
              <w:tabs>
                <w:tab w:val="clear" w:pos="227"/>
                <w:tab w:val="clear" w:pos="454"/>
                <w:tab w:val="left" w:pos="270"/>
              </w:tabs>
              <w:autoSpaceDE w:val="0"/>
              <w:autoSpaceDN w:val="0"/>
              <w:adjustRightInd w:val="0"/>
              <w:ind w:left="270" w:hanging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การประมา</w:t>
            </w:r>
            <w:r w:rsidR="00266594" w:rsidRPr="007535E3">
              <w:rPr>
                <w:rFonts w:ascii="Angsana New" w:hAnsi="Angsana New"/>
                <w:sz w:val="30"/>
                <w:szCs w:val="30"/>
                <w:cs/>
              </w:rPr>
              <w:t>ณการขั้นความสำเร็จของงานตามสัญญาและ</w:t>
            </w:r>
          </w:p>
          <w:p w14:paraId="37A6C140" w14:textId="77777777" w:rsidR="008D3F25" w:rsidRPr="007535E3" w:rsidRDefault="008D3F25" w:rsidP="0087341C">
            <w:pPr>
              <w:pStyle w:val="Default"/>
              <w:numPr>
                <w:ilvl w:val="0"/>
                <w:numId w:val="22"/>
              </w:numPr>
              <w:tabs>
                <w:tab w:val="left" w:pos="270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270" w:hanging="180"/>
              <w:jc w:val="thaiDistribute"/>
              <w:rPr>
                <w:rFonts w:ascii="Angsana New" w:eastAsia="Times New Roman" w:hAnsi="Angsana New" w:cs="Angsana New"/>
                <w:color w:val="auto"/>
                <w:sz w:val="30"/>
                <w:szCs w:val="30"/>
              </w:rPr>
            </w:pPr>
            <w:r w:rsidRPr="007535E3">
              <w:rPr>
                <w:rFonts w:ascii="Angsana New" w:eastAsia="Times New Roman" w:hAnsi="Angsana New" w:cs="Angsana New"/>
                <w:color w:val="auto"/>
                <w:sz w:val="30"/>
                <w:szCs w:val="30"/>
                <w:cs/>
              </w:rPr>
              <w:t>การพิจารณาความเหมาะสมข</w:t>
            </w:r>
            <w:r w:rsidR="007F7E27" w:rsidRPr="007535E3">
              <w:rPr>
                <w:rFonts w:ascii="Angsana New" w:eastAsia="Times New Roman" w:hAnsi="Angsana New" w:cs="Angsana New"/>
                <w:color w:val="auto"/>
                <w:sz w:val="30"/>
                <w:szCs w:val="30"/>
                <w:cs/>
              </w:rPr>
              <w:t>องผลขาดทุนจากงานตาม</w:t>
            </w:r>
            <w:r w:rsidRPr="007535E3">
              <w:rPr>
                <w:rFonts w:ascii="Angsana New" w:eastAsia="Times New Roman" w:hAnsi="Angsana New" w:cs="Angsana New"/>
                <w:color w:val="auto"/>
                <w:sz w:val="30"/>
                <w:szCs w:val="30"/>
                <w:cs/>
              </w:rPr>
              <w:t>สัญญา</w:t>
            </w:r>
          </w:p>
          <w:p w14:paraId="135073A4" w14:textId="77777777" w:rsidR="005D0366" w:rsidRPr="007535E3" w:rsidRDefault="005D0366" w:rsidP="00503CF9">
            <w:pPr>
              <w:pStyle w:val="Default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="Angsana New" w:eastAsia="Times New Roman" w:hAnsi="Angsana New" w:cs="Angsana New"/>
                <w:color w:val="auto"/>
                <w:sz w:val="20"/>
                <w:szCs w:val="20"/>
              </w:rPr>
            </w:pPr>
          </w:p>
          <w:p w14:paraId="107127AF" w14:textId="0E1E5074" w:rsidR="0031025B" w:rsidRPr="007535E3" w:rsidRDefault="007E5D02" w:rsidP="00503CF9">
            <w:pPr>
              <w:pStyle w:val="Default"/>
              <w:tabs>
                <w:tab w:val="left" w:pos="0"/>
                <w:tab w:val="left" w:pos="4451"/>
              </w:tabs>
              <w:jc w:val="thaiDistribute"/>
              <w:rPr>
                <w:rFonts w:ascii="Angsana New" w:hAnsi="Angsana New" w:cs="Angsana New"/>
                <w:color w:val="auto"/>
              </w:rPr>
            </w:pPr>
            <w:r w:rsidRPr="007535E3">
              <w:rPr>
                <w:rFonts w:ascii="Angsana New" w:eastAsia="Times New Roman" w:hAnsi="Angsana New" w:cs="Angsana New"/>
                <w:color w:val="auto"/>
                <w:sz w:val="30"/>
                <w:szCs w:val="30"/>
                <w:cs/>
              </w:rPr>
              <w:t>เนื่องจากจำนวนของรายการดังกล่าวมีสาระสำคัญ และเกี่ยวข้องกับการใช้วิจารณญาณเกี่ยวกับการประมาณการ</w:t>
            </w:r>
            <w:r w:rsidR="00D4479A">
              <w:rPr>
                <w:rFonts w:ascii="Angsana New" w:eastAsia="Times New Roman" w:hAnsi="Angsana New" w:cs="Angsana New"/>
                <w:color w:val="auto"/>
                <w:sz w:val="30"/>
                <w:szCs w:val="30"/>
              </w:rPr>
              <w:br/>
            </w:r>
            <w:r w:rsidRPr="007535E3">
              <w:rPr>
                <w:rFonts w:ascii="Angsana New" w:eastAsia="Times New Roman" w:hAnsi="Angsana New" w:cs="Angsana New"/>
                <w:color w:val="auto"/>
                <w:sz w:val="30"/>
                <w:szCs w:val="30"/>
                <w:cs/>
              </w:rPr>
              <w:t>ต่าง</w:t>
            </w:r>
            <w:r w:rsidR="00E65E2B" w:rsidRPr="007535E3">
              <w:rPr>
                <w:rFonts w:ascii="Angsana New" w:eastAsia="Times New Roman" w:hAnsi="Angsana New" w:cs="Angsana New"/>
                <w:color w:val="auto"/>
                <w:sz w:val="30"/>
                <w:szCs w:val="30"/>
                <w:cs/>
              </w:rPr>
              <w:t xml:space="preserve"> </w:t>
            </w:r>
            <w:r w:rsidRPr="007535E3">
              <w:rPr>
                <w:rFonts w:ascii="Angsana New" w:eastAsia="Times New Roman" w:hAnsi="Angsana New" w:cs="Angsana New"/>
                <w:color w:val="auto"/>
                <w:sz w:val="30"/>
                <w:szCs w:val="30"/>
                <w:cs/>
              </w:rPr>
              <w:t>ๆ</w:t>
            </w:r>
            <w:r w:rsidR="00323832">
              <w:rPr>
                <w:rFonts w:ascii="Angsana New" w:eastAsia="Times New Roman" w:hAnsi="Angsana New" w:cs="Angsana New"/>
                <w:color w:val="auto"/>
                <w:sz w:val="30"/>
                <w:szCs w:val="30"/>
              </w:rPr>
              <w:t xml:space="preserve"> </w:t>
            </w:r>
            <w:r w:rsidR="005D0366" w:rsidRPr="007535E3">
              <w:rPr>
                <w:rFonts w:ascii="Angsana New" w:eastAsia="Times New Roman" w:hAnsi="Angsana New" w:cs="Angsana New"/>
                <w:color w:val="auto"/>
                <w:sz w:val="30"/>
                <w:szCs w:val="30"/>
                <w:cs/>
              </w:rPr>
              <w:t>ข้าพเจ้าจึงให้ความสำคัญในการตรวจสอบ</w:t>
            </w:r>
          </w:p>
          <w:p w14:paraId="600C1487" w14:textId="77777777" w:rsidR="00421AD7" w:rsidRPr="007535E3" w:rsidRDefault="001B032A" w:rsidP="00503CF9">
            <w:pPr>
              <w:pStyle w:val="Default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7535E3">
              <w:rPr>
                <w:rFonts w:ascii="Angsana New" w:hAnsi="Angsana New" w:cs="Angsana New"/>
                <w:color w:val="auto"/>
                <w:cs/>
              </w:rPr>
              <w:br/>
            </w:r>
          </w:p>
        </w:tc>
        <w:tc>
          <w:tcPr>
            <w:tcW w:w="4675" w:type="dxa"/>
            <w:shd w:val="clear" w:color="auto" w:fill="auto"/>
          </w:tcPr>
          <w:p w14:paraId="4A7C6279" w14:textId="77777777" w:rsidR="001B032A" w:rsidRPr="007535E3" w:rsidRDefault="001B032A" w:rsidP="00516D4D">
            <w:pPr>
              <w:autoSpaceDE w:val="0"/>
              <w:autoSpaceDN w:val="0"/>
              <w:adjustRightInd w:val="0"/>
              <w:jc w:val="thaiDistribute"/>
              <w:rPr>
                <w:rFonts w:ascii="Angsana New" w:eastAsia="Arial" w:hAnsi="Angsana New"/>
                <w:sz w:val="20"/>
                <w:szCs w:val="20"/>
              </w:rPr>
            </w:pPr>
          </w:p>
          <w:p w14:paraId="20DA9739" w14:textId="77777777" w:rsidR="008D3F25" w:rsidRPr="007535E3" w:rsidRDefault="008D3F25" w:rsidP="008D3F25">
            <w:pPr>
              <w:pStyle w:val="Default"/>
              <w:jc w:val="thaiDistribute"/>
              <w:rPr>
                <w:rFonts w:ascii="Angsana New" w:eastAsia="Arial" w:hAnsi="Angsana New" w:cs="Angsana New"/>
                <w:sz w:val="30"/>
                <w:szCs w:val="30"/>
              </w:rPr>
            </w:pPr>
            <w:r w:rsidRPr="007535E3">
              <w:rPr>
                <w:rFonts w:ascii="Angsana New" w:eastAsia="Times New Roman" w:hAnsi="Angsana New" w:cs="Angsana New"/>
                <w:color w:val="auto"/>
                <w:sz w:val="30"/>
                <w:szCs w:val="30"/>
                <w:cs/>
              </w:rPr>
              <w:t>วิธีการตรวจสอบที่สำคัญ</w:t>
            </w:r>
            <w:r w:rsidR="00266594" w:rsidRPr="007535E3">
              <w:rPr>
                <w:rFonts w:ascii="Angsana New" w:eastAsia="Times New Roman" w:hAnsi="Angsana New" w:cs="Angsana New"/>
                <w:color w:val="auto"/>
                <w:sz w:val="30"/>
                <w:szCs w:val="30"/>
                <w:cs/>
              </w:rPr>
              <w:t>ของข้าพเจ้ารวมถึง</w:t>
            </w:r>
          </w:p>
          <w:p w14:paraId="7CE82252" w14:textId="77777777" w:rsidR="008D3F25" w:rsidRPr="007535E3" w:rsidRDefault="008D3F25" w:rsidP="0087341C">
            <w:pPr>
              <w:numPr>
                <w:ilvl w:val="0"/>
                <w:numId w:val="21"/>
              </w:numPr>
              <w:tabs>
                <w:tab w:val="clear" w:pos="227"/>
                <w:tab w:val="clear" w:pos="454"/>
                <w:tab w:val="clear" w:pos="680"/>
                <w:tab w:val="left" w:pos="342"/>
              </w:tabs>
              <w:autoSpaceDE w:val="0"/>
              <w:autoSpaceDN w:val="0"/>
              <w:adjustRightInd w:val="0"/>
              <w:ind w:left="342" w:hanging="180"/>
              <w:jc w:val="thaiDistribute"/>
              <w:rPr>
                <w:rFonts w:ascii="Angsana New" w:eastAsia="Arial" w:hAnsi="Angsana New"/>
                <w:sz w:val="30"/>
                <w:szCs w:val="30"/>
              </w:rPr>
            </w:pPr>
            <w:r w:rsidRPr="007535E3">
              <w:rPr>
                <w:rFonts w:ascii="Angsana New" w:eastAsia="Arial" w:hAnsi="Angsana New"/>
                <w:sz w:val="30"/>
                <w:szCs w:val="30"/>
                <w:cs/>
              </w:rPr>
              <w:t>การอ่านสัญญาที่สำคัญและสอบถามบริษัทเพื่อทำความเข้าใจเงื่อนไขและความเสี่ยงที่เฉพาะเจาะจงของสัญญาเพื่อประกอบการพิจารณาความเหมาะสมของการรับรู้รายได้และค่าใช้จ่ายตามสัญญา</w:t>
            </w:r>
          </w:p>
          <w:p w14:paraId="7079A1F7" w14:textId="77777777" w:rsidR="008D3F25" w:rsidRPr="007535E3" w:rsidRDefault="008D3F25" w:rsidP="0087341C">
            <w:pPr>
              <w:numPr>
                <w:ilvl w:val="0"/>
                <w:numId w:val="21"/>
              </w:numPr>
              <w:tabs>
                <w:tab w:val="clear" w:pos="227"/>
                <w:tab w:val="clear" w:pos="454"/>
                <w:tab w:val="clear" w:pos="680"/>
                <w:tab w:val="left" w:pos="342"/>
              </w:tabs>
              <w:autoSpaceDE w:val="0"/>
              <w:autoSpaceDN w:val="0"/>
              <w:adjustRightInd w:val="0"/>
              <w:ind w:left="342" w:hanging="180"/>
              <w:jc w:val="thaiDistribute"/>
              <w:rPr>
                <w:rFonts w:ascii="Angsana New" w:eastAsia="Arial" w:hAnsi="Angsana New"/>
                <w:sz w:val="30"/>
                <w:szCs w:val="30"/>
              </w:rPr>
            </w:pPr>
            <w:r w:rsidRPr="007535E3">
              <w:rPr>
                <w:rFonts w:ascii="Angsana New" w:eastAsia="Arial" w:hAnsi="Angsana New"/>
                <w:sz w:val="30"/>
                <w:szCs w:val="30"/>
                <w:cs/>
              </w:rPr>
              <w:t>การประเมินและทดสอบประสิทธิผลของการควบคุมภายในของบริษัทที่เกี่ยวข้องกับการรับรู้รายได้และค่าใช้จ่ายตามสัญญา</w:t>
            </w:r>
          </w:p>
          <w:p w14:paraId="05477C71" w14:textId="77777777" w:rsidR="008D3F25" w:rsidRPr="007535E3" w:rsidRDefault="008D3F25" w:rsidP="0087341C">
            <w:pPr>
              <w:numPr>
                <w:ilvl w:val="0"/>
                <w:numId w:val="21"/>
              </w:numPr>
              <w:tabs>
                <w:tab w:val="clear" w:pos="227"/>
                <w:tab w:val="clear" w:pos="454"/>
                <w:tab w:val="clear" w:pos="680"/>
                <w:tab w:val="left" w:pos="342"/>
              </w:tabs>
              <w:autoSpaceDE w:val="0"/>
              <w:autoSpaceDN w:val="0"/>
              <w:adjustRightInd w:val="0"/>
              <w:ind w:left="342" w:hanging="180"/>
              <w:jc w:val="thaiDistribute"/>
              <w:rPr>
                <w:rFonts w:ascii="Angsana New" w:eastAsia="Arial" w:hAnsi="Angsana New"/>
                <w:sz w:val="30"/>
                <w:szCs w:val="30"/>
              </w:rPr>
            </w:pPr>
            <w:r w:rsidRPr="007535E3">
              <w:rPr>
                <w:rFonts w:ascii="Angsana New" w:eastAsia="Arial" w:hAnsi="Angsana New"/>
                <w:sz w:val="30"/>
                <w:szCs w:val="30"/>
                <w:cs/>
              </w:rPr>
              <w:t>พิจารณาการประมาณการของบริษัทโดยสุ่มทดสอบกับหลักฐานที่ได้รับจากภายนอก เช่น การยืนยันเกี่ยวกับขั้นความสำเร็จ</w:t>
            </w:r>
            <w:r w:rsidR="00022E2B" w:rsidRPr="007535E3">
              <w:rPr>
                <w:rFonts w:ascii="Angsana New" w:eastAsia="Arial" w:hAnsi="Angsana New"/>
                <w:sz w:val="30"/>
                <w:szCs w:val="30"/>
                <w:cs/>
              </w:rPr>
              <w:t>ของ</w:t>
            </w:r>
            <w:r w:rsidRPr="007535E3">
              <w:rPr>
                <w:rFonts w:ascii="Angsana New" w:eastAsia="Arial" w:hAnsi="Angsana New"/>
                <w:sz w:val="30"/>
                <w:szCs w:val="30"/>
                <w:cs/>
              </w:rPr>
              <w:t>งานตามที่ระบุในสัญญา รวมถึงการสอบถามและประเมินการใช้วิจารณญาณที่สำคัญของบริษัท สำหรับการประมาณการต้นทุนทั้งหมดของสัญญาและต้นทุนที่คาดว่าจะเกิดขึ้นจนงานเสร็จสมบูรณ์ โดยการพิจารณาความถูกต้องของการประมาณการจากข้อมูลในอดีต เปรียบเทียบกับการรับรู้รายได้ตามต้นทุนที่เกิดขึ้นจริงและขั้นความสำเร็จของงานในปัจจุบันตามสัญญา ตลอดจนทดสอบการคำนวณ</w:t>
            </w:r>
          </w:p>
          <w:p w14:paraId="227DAA55" w14:textId="77777777" w:rsidR="00EF724D" w:rsidRPr="007535E3" w:rsidRDefault="00266594" w:rsidP="0087341C">
            <w:pPr>
              <w:numPr>
                <w:ilvl w:val="0"/>
                <w:numId w:val="21"/>
              </w:numPr>
              <w:tabs>
                <w:tab w:val="clear" w:pos="227"/>
                <w:tab w:val="clear" w:pos="454"/>
                <w:tab w:val="clear" w:pos="680"/>
                <w:tab w:val="left" w:pos="342"/>
              </w:tabs>
              <w:autoSpaceDE w:val="0"/>
              <w:autoSpaceDN w:val="0"/>
              <w:adjustRightInd w:val="0"/>
              <w:ind w:left="342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535E3">
              <w:rPr>
                <w:rFonts w:ascii="Angsana New" w:hAnsi="Angsana New"/>
                <w:sz w:val="30"/>
                <w:szCs w:val="30"/>
                <w:cs/>
              </w:rPr>
              <w:t>ประเมิน</w:t>
            </w:r>
            <w:r w:rsidR="00C17C0F" w:rsidRPr="007535E3">
              <w:rPr>
                <w:rFonts w:ascii="Angsana New" w:hAnsi="Angsana New"/>
                <w:sz w:val="30"/>
                <w:szCs w:val="30"/>
                <w:cs/>
              </w:rPr>
              <w:t>ความ</w:t>
            </w:r>
            <w:r w:rsidR="0004131B" w:rsidRPr="007535E3">
              <w:rPr>
                <w:rFonts w:ascii="Angsana New" w:hAnsi="Angsana New"/>
                <w:sz w:val="30"/>
                <w:szCs w:val="30"/>
                <w:cs/>
              </w:rPr>
              <w:t>เพียง</w:t>
            </w:r>
            <w:r w:rsidR="00C17C0F" w:rsidRPr="007535E3">
              <w:rPr>
                <w:rFonts w:ascii="Angsana New" w:hAnsi="Angsana New"/>
                <w:sz w:val="30"/>
                <w:szCs w:val="30"/>
                <w:cs/>
              </w:rPr>
              <w:t>พอ</w:t>
            </w:r>
            <w:r w:rsidR="008D3F25" w:rsidRPr="007535E3">
              <w:rPr>
                <w:rFonts w:ascii="Angsana New" w:hAnsi="Angsana New"/>
                <w:sz w:val="30"/>
                <w:szCs w:val="30"/>
                <w:cs/>
              </w:rPr>
              <w:t>ของการเปิดเผยข้อมูล</w:t>
            </w:r>
            <w:r w:rsidR="0004131B" w:rsidRPr="007535E3">
              <w:rPr>
                <w:rFonts w:ascii="Angsana New" w:hAnsi="Angsana New"/>
                <w:sz w:val="30"/>
                <w:szCs w:val="30"/>
                <w:cs/>
              </w:rPr>
              <w:t>ตามมาตรฐานการรายงานทางการเงิน</w:t>
            </w:r>
          </w:p>
        </w:tc>
      </w:tr>
    </w:tbl>
    <w:p w14:paraId="6EAE15FE" w14:textId="77777777" w:rsidR="00421AD7" w:rsidRPr="007535E3" w:rsidRDefault="00421AD7" w:rsidP="00421AD7">
      <w:pPr>
        <w:pStyle w:val="Default"/>
        <w:jc w:val="thaiDistribute"/>
        <w:rPr>
          <w:rFonts w:ascii="Angsana New" w:hAnsi="Angsana New" w:cs="Angsana New"/>
          <w:i/>
          <w:iCs/>
          <w:sz w:val="30"/>
          <w:szCs w:val="30"/>
        </w:rPr>
      </w:pPr>
    </w:p>
    <w:p w14:paraId="278E90E2" w14:textId="77777777" w:rsidR="001B032A" w:rsidRPr="007535E3" w:rsidRDefault="001B032A" w:rsidP="001B03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i/>
          <w:iCs/>
          <w:sz w:val="30"/>
          <w:szCs w:val="30"/>
        </w:rPr>
      </w:pPr>
      <w:r w:rsidRPr="007535E3">
        <w:rPr>
          <w:rFonts w:ascii="Angsana New" w:hAnsi="Angsana New"/>
          <w:sz w:val="30"/>
          <w:szCs w:val="30"/>
        </w:rPr>
        <w:br w:type="page"/>
      </w:r>
      <w:r w:rsidRPr="007535E3">
        <w:rPr>
          <w:rFonts w:ascii="Angsana New" w:eastAsia="Calibri" w:hAnsi="Angsana New"/>
          <w:i/>
          <w:iCs/>
          <w:sz w:val="30"/>
          <w:szCs w:val="30"/>
          <w:cs/>
        </w:rPr>
        <w:lastRenderedPageBreak/>
        <w:t xml:space="preserve">ข้อมูลอื่น </w:t>
      </w:r>
    </w:p>
    <w:p w14:paraId="2358FF40" w14:textId="77777777" w:rsidR="001B032A" w:rsidRPr="007535E3" w:rsidRDefault="001B032A" w:rsidP="001B032A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2845093A" w14:textId="77777777" w:rsidR="001B032A" w:rsidRPr="007535E3" w:rsidRDefault="001B032A" w:rsidP="001B032A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 แต่ไม่รวมถึงงบการเงิน</w:t>
      </w:r>
      <w:r w:rsidRPr="007535E3">
        <w:rPr>
          <w:rFonts w:ascii="Angsana New" w:hAnsi="Angsana New"/>
          <w:color w:val="000000"/>
          <w:sz w:val="30"/>
          <w:szCs w:val="30"/>
          <w:cs/>
        </w:rPr>
        <w:t>รวมและงบการเงินเฉพาะกิจการ</w:t>
      </w: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และรายงานของผู้สอบบัญชีที่อยู่ในรายงานนั้น 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7B7FBAC7" w14:textId="77777777" w:rsidR="001B032A" w:rsidRPr="007535E3" w:rsidRDefault="001B032A" w:rsidP="001B032A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6E2D53C9" w14:textId="77777777" w:rsidR="001B032A" w:rsidRPr="007535E3" w:rsidRDefault="001B032A" w:rsidP="001B032A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ความเห็นของข้าพเจ้าต่องบการเงิน</w:t>
      </w:r>
      <w:r w:rsidRPr="007535E3">
        <w:rPr>
          <w:rFonts w:ascii="Angsana New" w:hAnsi="Angsana New"/>
          <w:color w:val="000000"/>
          <w:sz w:val="30"/>
          <w:szCs w:val="30"/>
          <w:cs/>
        </w:rPr>
        <w:t>รวมและงบการเงินเฉพาะกิจการ</w:t>
      </w: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 xml:space="preserve">ไม่ครอบคลุมถึงข้อมูลอื่นและข้าพเจ้าไม่ได้ให้ความเชื่อมั่นต่อข้อมูลอื่น </w:t>
      </w:r>
    </w:p>
    <w:p w14:paraId="5BF42AA6" w14:textId="77777777" w:rsidR="001B032A" w:rsidRPr="007535E3" w:rsidRDefault="001B032A" w:rsidP="001B032A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4114FA0C" w14:textId="77777777" w:rsidR="001B032A" w:rsidRPr="007535E3" w:rsidRDefault="001B032A" w:rsidP="001B032A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</w:t>
      </w:r>
      <w:r w:rsidRPr="007535E3">
        <w:rPr>
          <w:rFonts w:ascii="Angsana New" w:hAnsi="Angsana New"/>
          <w:color w:val="000000"/>
          <w:sz w:val="30"/>
          <w:szCs w:val="30"/>
          <w:cs/>
        </w:rPr>
        <w:t xml:space="preserve">รวมและงบการเงินเฉพาะกิจการ </w:t>
      </w: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คือ การอ่านข้อมูลอื่นตามที่ระบุข้างต้นเมื่อจัดทำแล้ว และพิจารณาว่าข้อมูลอื่นมีความขัดแย้งที่มีสาระสำคัญกับงบการเงิน</w:t>
      </w:r>
      <w:r w:rsidRPr="007535E3">
        <w:rPr>
          <w:rFonts w:ascii="Angsana New" w:hAnsi="Angsana New"/>
          <w:color w:val="000000"/>
          <w:sz w:val="30"/>
          <w:szCs w:val="30"/>
          <w:cs/>
        </w:rPr>
        <w:t>รวมและงบการเงินเฉพาะกิจการ</w:t>
      </w: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 xml:space="preserve">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 </w:t>
      </w:r>
    </w:p>
    <w:p w14:paraId="5CC96CBC" w14:textId="77777777" w:rsidR="004C0C66" w:rsidRPr="007535E3" w:rsidRDefault="004C0C66" w:rsidP="001B032A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365D41FD" w14:textId="77777777" w:rsidR="004C0C66" w:rsidRPr="007535E3" w:rsidRDefault="004C0C66" w:rsidP="004C0C6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7535E3">
        <w:rPr>
          <w:rFonts w:ascii="Angsana New" w:hAnsi="Angsana New" w:cs="Angsana New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32B94AA5" w14:textId="77777777" w:rsidR="001B032A" w:rsidRPr="007535E3" w:rsidRDefault="001B032A" w:rsidP="0016076F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09717D94" w14:textId="77777777" w:rsidR="001B032A" w:rsidRPr="007535E3" w:rsidRDefault="001B032A" w:rsidP="001B032A">
      <w:pPr>
        <w:jc w:val="thaiDistribute"/>
        <w:rPr>
          <w:rFonts w:ascii="Angsana New" w:eastAsia="Calibri" w:hAnsi="Angsana New"/>
          <w:i/>
          <w:iCs/>
          <w:color w:val="000000"/>
          <w:sz w:val="30"/>
          <w:szCs w:val="30"/>
        </w:rPr>
      </w:pPr>
      <w:r w:rsidRPr="007535E3">
        <w:rPr>
          <w:rFonts w:ascii="Angsana New" w:eastAsia="Calibri" w:hAnsi="Angsana New"/>
          <w:i/>
          <w:iCs/>
          <w:color w:val="000000"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  <w:r w:rsidRPr="007535E3">
        <w:rPr>
          <w:rFonts w:ascii="Angsana New" w:hAnsi="Angsana New"/>
          <w:i/>
          <w:iCs/>
          <w:color w:val="000000"/>
          <w:sz w:val="30"/>
          <w:szCs w:val="30"/>
          <w:cs/>
        </w:rPr>
        <w:t>รวมและงบการเงินเฉพาะกิจการ</w:t>
      </w:r>
    </w:p>
    <w:p w14:paraId="61EB3DE0" w14:textId="77777777" w:rsidR="001B032A" w:rsidRPr="007535E3" w:rsidRDefault="001B032A" w:rsidP="001B032A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18B1B389" w14:textId="77777777" w:rsidR="001B032A" w:rsidRPr="007535E3" w:rsidRDefault="001B032A" w:rsidP="001B032A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Pr="007535E3">
        <w:rPr>
          <w:rFonts w:ascii="Angsana New" w:hAnsi="Angsana New"/>
          <w:color w:val="000000"/>
          <w:sz w:val="30"/>
          <w:szCs w:val="30"/>
          <w:cs/>
        </w:rPr>
        <w:t>รวมและงบการเงินเฉพาะกิจการ</w:t>
      </w: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7535E3">
        <w:rPr>
          <w:rFonts w:ascii="Angsana New" w:hAnsi="Angsana New"/>
          <w:color w:val="000000"/>
          <w:sz w:val="30"/>
          <w:szCs w:val="30"/>
          <w:cs/>
        </w:rPr>
        <w:t>รวมและงบการเงินเฉพาะกิจการ</w:t>
      </w: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74415D97" w14:textId="77777777" w:rsidR="001B032A" w:rsidRPr="007535E3" w:rsidRDefault="001B032A" w:rsidP="001B032A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0AB06D5C" w14:textId="77777777" w:rsidR="001B032A" w:rsidRPr="007535E3" w:rsidRDefault="001B032A" w:rsidP="001B032A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ในการจัดทำงบการเงิน</w:t>
      </w:r>
      <w:r w:rsidRPr="007535E3">
        <w:rPr>
          <w:rFonts w:ascii="Angsana New" w:hAnsi="Angsana New"/>
          <w:color w:val="000000"/>
          <w:sz w:val="30"/>
          <w:szCs w:val="30"/>
          <w:cs/>
        </w:rPr>
        <w:t>รวมและงบการเงินเฉพาะกิจการ</w:t>
      </w: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 xml:space="preserve"> 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 หรือหยุดดำเนินงานหรือไม่สามารถดำเนินงานต่อเนื่องต่อไปได้</w:t>
      </w:r>
    </w:p>
    <w:p w14:paraId="2D600D82" w14:textId="77777777" w:rsidR="001B032A" w:rsidRPr="007535E3" w:rsidRDefault="001B032A" w:rsidP="001B032A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58F2F8B6" w14:textId="77777777" w:rsidR="001B032A" w:rsidRPr="007535E3" w:rsidRDefault="001B032A" w:rsidP="001B032A">
      <w:pPr>
        <w:jc w:val="thaiDistribute"/>
        <w:rPr>
          <w:rFonts w:ascii="Angsana New" w:hAnsi="Angsana New"/>
          <w:color w:val="000000"/>
          <w:spacing w:val="-4"/>
          <w:sz w:val="30"/>
          <w:szCs w:val="30"/>
        </w:rPr>
      </w:pPr>
      <w:r w:rsidRPr="007535E3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</w:t>
      </w:r>
      <w:r w:rsidRPr="007535E3">
        <w:rPr>
          <w:rFonts w:ascii="Angsana New" w:hAnsi="Angsana New"/>
          <w:color w:val="000000"/>
          <w:spacing w:val="-4"/>
          <w:sz w:val="30"/>
          <w:szCs w:val="30"/>
          <w:cs/>
        </w:rPr>
        <w:t>กลุ่มบริษัทและบริษัท</w:t>
      </w:r>
    </w:p>
    <w:p w14:paraId="7C3C38B4" w14:textId="77777777" w:rsidR="001B032A" w:rsidRPr="007535E3" w:rsidRDefault="001B032A" w:rsidP="001B032A">
      <w:pPr>
        <w:jc w:val="thaiDistribute"/>
        <w:rPr>
          <w:rFonts w:ascii="Angsana New" w:hAnsi="Angsana New"/>
          <w:i/>
          <w:iCs/>
          <w:sz w:val="30"/>
          <w:szCs w:val="30"/>
          <w:cs/>
        </w:rPr>
      </w:pPr>
    </w:p>
    <w:p w14:paraId="2D584262" w14:textId="77777777" w:rsidR="001B032A" w:rsidRPr="007535E3" w:rsidRDefault="001B032A" w:rsidP="00CF17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color w:val="000000"/>
          <w:sz w:val="30"/>
          <w:szCs w:val="30"/>
        </w:rPr>
      </w:pPr>
      <w:r w:rsidRPr="007535E3">
        <w:rPr>
          <w:rFonts w:ascii="Angsana New" w:hAnsi="Angsana New"/>
          <w:i/>
          <w:iCs/>
          <w:color w:val="000000"/>
          <w:sz w:val="30"/>
          <w:szCs w:val="30"/>
          <w:cs/>
        </w:rPr>
        <w:br w:type="page"/>
      </w:r>
      <w:r w:rsidRPr="007535E3">
        <w:rPr>
          <w:rFonts w:ascii="Angsana New" w:hAnsi="Angsana New"/>
          <w:i/>
          <w:iCs/>
          <w:color w:val="000000"/>
          <w:sz w:val="30"/>
          <w:szCs w:val="30"/>
          <w:cs/>
        </w:rPr>
        <w:lastRenderedPageBreak/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2DF78025" w14:textId="77777777" w:rsidR="001B032A" w:rsidRPr="007535E3" w:rsidRDefault="001B032A" w:rsidP="001B032A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0AFBDD6B" w14:textId="77777777" w:rsidR="001B032A" w:rsidRPr="007535E3" w:rsidRDefault="001B032A" w:rsidP="001B032A">
      <w:pPr>
        <w:jc w:val="thaiDistribute"/>
        <w:rPr>
          <w:rFonts w:ascii="Angsana New" w:hAnsi="Angsana New"/>
          <w:color w:val="000000"/>
          <w:sz w:val="30"/>
          <w:szCs w:val="30"/>
          <w:rtl/>
          <w:cs/>
        </w:rPr>
      </w:pP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7535E3">
        <w:rPr>
          <w:rFonts w:ascii="Angsana New" w:hAnsi="Angsana New"/>
          <w:color w:val="000000"/>
          <w:sz w:val="30"/>
          <w:szCs w:val="30"/>
          <w:cs/>
        </w:rPr>
        <w:t>รวมและงบการเงินเฉพาะกิจการ</w:t>
      </w: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7535E3">
        <w:rPr>
          <w:rFonts w:ascii="Angsana New" w:hAnsi="Angsana New"/>
          <w:color w:val="000000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</w:t>
      </w:r>
    </w:p>
    <w:p w14:paraId="7B69FA67" w14:textId="77777777" w:rsidR="001B032A" w:rsidRPr="007535E3" w:rsidRDefault="001B032A" w:rsidP="001B032A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7535E3">
        <w:rPr>
          <w:rFonts w:ascii="Angsana New" w:hAnsi="Angsana New"/>
          <w:color w:val="000000"/>
          <w:sz w:val="30"/>
          <w:szCs w:val="30"/>
          <w:rtl/>
          <w:cs/>
        </w:rPr>
        <w:t xml:space="preserve"> </w:t>
      </w:r>
    </w:p>
    <w:p w14:paraId="2BB84BE3" w14:textId="77777777" w:rsidR="001B032A" w:rsidRPr="007535E3" w:rsidRDefault="001B032A" w:rsidP="001B032A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584410B7" w14:textId="4EFC58D1" w:rsidR="001B032A" w:rsidRPr="007535E3" w:rsidRDefault="001B032A" w:rsidP="0087341C">
      <w:pPr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color w:val="000000"/>
          <w:sz w:val="30"/>
          <w:szCs w:val="30"/>
        </w:rPr>
      </w:pP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7535E3">
        <w:rPr>
          <w:rFonts w:ascii="Angsana New" w:hAnsi="Angsana New"/>
          <w:color w:val="000000"/>
          <w:sz w:val="30"/>
          <w:szCs w:val="30"/>
          <w:cs/>
        </w:rPr>
        <w:t>รวมและ</w:t>
      </w:r>
      <w:r w:rsidR="00473BD2" w:rsidRPr="007535E3">
        <w:rPr>
          <w:rFonts w:ascii="Angsana New" w:hAnsi="Angsana New"/>
          <w:color w:val="000000"/>
          <w:sz w:val="30"/>
          <w:szCs w:val="30"/>
          <w:cs/>
        </w:rPr>
        <w:br/>
      </w:r>
      <w:r w:rsidRPr="007535E3">
        <w:rPr>
          <w:rFonts w:ascii="Angsana New" w:hAnsi="Angsana New"/>
          <w:color w:val="000000"/>
          <w:sz w:val="30"/>
          <w:szCs w:val="30"/>
          <w:cs/>
        </w:rPr>
        <w:t>งบการเงินเฉพาะกิจการ</w:t>
      </w: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7535E3">
        <w:rPr>
          <w:rFonts w:ascii="Angsana New" w:hAnsi="Angsana New"/>
          <w:color w:val="000000"/>
          <w:sz w:val="30"/>
          <w:szCs w:val="30"/>
          <w:cs/>
        </w:rPr>
        <w:t>ายใน</w:t>
      </w:r>
    </w:p>
    <w:p w14:paraId="464220BC" w14:textId="77777777" w:rsidR="001B032A" w:rsidRPr="007535E3" w:rsidRDefault="001B032A" w:rsidP="0087341C">
      <w:pPr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color w:val="000000"/>
          <w:sz w:val="30"/>
          <w:szCs w:val="30"/>
          <w:rtl/>
          <w:cs/>
        </w:rPr>
      </w:pP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</w:t>
      </w:r>
      <w:r w:rsidRPr="007535E3">
        <w:rPr>
          <w:rFonts w:ascii="Angsana New" w:hAnsi="Angsana New"/>
          <w:color w:val="000000"/>
          <w:sz w:val="30"/>
          <w:szCs w:val="30"/>
          <w:cs/>
        </w:rPr>
        <w:t>บริษัท</w:t>
      </w:r>
    </w:p>
    <w:p w14:paraId="71EEA77B" w14:textId="37271084" w:rsidR="00CF17AC" w:rsidRDefault="001B032A" w:rsidP="0087341C">
      <w:pPr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color w:val="000000"/>
          <w:sz w:val="30"/>
          <w:szCs w:val="30"/>
        </w:rPr>
      </w:pP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7535E3">
        <w:rPr>
          <w:rFonts w:ascii="Angsana New" w:hAnsi="Angsana New"/>
          <w:color w:val="000000"/>
          <w:sz w:val="30"/>
          <w:szCs w:val="30"/>
          <w:cs/>
        </w:rPr>
        <w:t xml:space="preserve">ผยข้อมูลที่เกี่ยวข้องซึ่งจัดทำขึ้นโดยผู้บริหาร </w:t>
      </w:r>
    </w:p>
    <w:p w14:paraId="6B9C1C0E" w14:textId="530FBF7B" w:rsidR="001B032A" w:rsidRDefault="001B032A" w:rsidP="0087341C">
      <w:pPr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color w:val="000000"/>
          <w:sz w:val="30"/>
          <w:szCs w:val="30"/>
        </w:rPr>
      </w:pPr>
      <w:r w:rsidRPr="00BA26DC">
        <w:rPr>
          <w:rFonts w:ascii="Angsana New" w:hAnsi="Angsana New"/>
          <w:color w:val="000000"/>
          <w:sz w:val="30"/>
          <w:szCs w:val="30"/>
          <w:cs/>
        </w:rPr>
        <w:t xml:space="preserve"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 </w:t>
      </w:r>
      <w:r w:rsidR="00473BD2" w:rsidRPr="00BA26DC">
        <w:rPr>
          <w:rFonts w:ascii="Angsana New" w:hAnsi="Angsana New"/>
          <w:color w:val="000000"/>
          <w:sz w:val="30"/>
          <w:szCs w:val="30"/>
          <w:cs/>
        </w:rPr>
        <w:br/>
      </w:r>
      <w:r w:rsidRPr="00BA26DC">
        <w:rPr>
          <w:rFonts w:ascii="Angsana New" w:hAnsi="Angsana New"/>
          <w:color w:val="000000"/>
          <w:sz w:val="30"/>
          <w:szCs w:val="30"/>
          <w:cs/>
        </w:rPr>
        <w:t>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</w:t>
      </w:r>
      <w:r w:rsidR="00E11B7C" w:rsidRPr="00BA26DC">
        <w:rPr>
          <w:rFonts w:ascii="Angsana New" w:hAnsi="Angsana New"/>
          <w:color w:val="000000"/>
          <w:sz w:val="30"/>
          <w:szCs w:val="30"/>
          <w:cs/>
        </w:rPr>
        <w:t>โดยให้ข้อสังเกต</w:t>
      </w:r>
      <w:r w:rsidRPr="00BA26DC">
        <w:rPr>
          <w:rFonts w:ascii="Angsana New" w:hAnsi="Angsana New"/>
          <w:color w:val="000000"/>
          <w:sz w:val="30"/>
          <w:szCs w:val="30"/>
          <w:cs/>
        </w:rPr>
        <w:t>ถึงการเปิดเผย</w:t>
      </w:r>
      <w:r w:rsidR="00E11B7C" w:rsidRPr="00BA26DC">
        <w:rPr>
          <w:rFonts w:ascii="Angsana New" w:hAnsi="Angsana New"/>
          <w:color w:val="000000"/>
          <w:sz w:val="30"/>
          <w:szCs w:val="30"/>
          <w:cs/>
        </w:rPr>
        <w:t>ข้อมูล</w:t>
      </w:r>
      <w:r w:rsidRPr="00BA26DC">
        <w:rPr>
          <w:rFonts w:ascii="Angsana New" w:hAnsi="Angsana New"/>
          <w:color w:val="000000"/>
          <w:sz w:val="30"/>
          <w:szCs w:val="30"/>
          <w:cs/>
        </w:rPr>
        <w:t>ในงบการเงินรวมและงบการเงินเฉพาะกิจการ</w:t>
      </w:r>
      <w:r w:rsidR="00E11B7C" w:rsidRPr="00BA26DC">
        <w:rPr>
          <w:rFonts w:ascii="Angsana New" w:hAnsi="Angsana New"/>
          <w:color w:val="000000"/>
          <w:sz w:val="30"/>
          <w:szCs w:val="30"/>
          <w:cs/>
        </w:rPr>
        <w:t>ที่เกี่ยวข้อง</w:t>
      </w:r>
      <w:r w:rsidRPr="00BA26DC">
        <w:rPr>
          <w:rFonts w:ascii="Angsana New" w:hAnsi="Angsana New"/>
          <w:color w:val="000000"/>
          <w:sz w:val="30"/>
          <w:szCs w:val="30"/>
          <w:cs/>
        </w:rPr>
        <w:t xml:space="preserve"> หรือถ้าการเปิดเผย</w:t>
      </w:r>
      <w:r w:rsidR="00E11B7C" w:rsidRPr="00BA26DC">
        <w:rPr>
          <w:rFonts w:ascii="Angsana New" w:hAnsi="Angsana New"/>
          <w:color w:val="000000"/>
          <w:sz w:val="30"/>
          <w:szCs w:val="30"/>
          <w:cs/>
        </w:rPr>
        <w:t>ข้อมูล</w:t>
      </w:r>
      <w:r w:rsidRPr="00BA26DC">
        <w:rPr>
          <w:rFonts w:ascii="Angsana New" w:hAnsi="Angsana New"/>
          <w:color w:val="000000"/>
          <w:sz w:val="30"/>
          <w:szCs w:val="30"/>
          <w:cs/>
        </w:rPr>
        <w:t xml:space="preserve">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เหตุการณ์หรือสถานการณ์ในอนาคตอาจเป็นเหตุให้กลุ่มบริษัทและบริษัทต้องหยุดการดำเนินงานต่อเนื่อง </w:t>
      </w:r>
    </w:p>
    <w:p w14:paraId="1E31C41A" w14:textId="4B49F687" w:rsidR="00E60539" w:rsidRDefault="00E605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/>
          <w:color w:val="000000"/>
          <w:sz w:val="30"/>
          <w:szCs w:val="30"/>
        </w:rPr>
        <w:br w:type="page"/>
      </w:r>
    </w:p>
    <w:p w14:paraId="5EED4762" w14:textId="77777777" w:rsidR="001B032A" w:rsidRPr="007535E3" w:rsidRDefault="001B032A" w:rsidP="0087341C">
      <w:pPr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color w:val="000000"/>
          <w:sz w:val="30"/>
          <w:szCs w:val="30"/>
        </w:rPr>
      </w:pPr>
      <w:r w:rsidRPr="007535E3">
        <w:rPr>
          <w:rFonts w:ascii="Angsana New" w:hAnsi="Angsana New"/>
          <w:color w:val="000000"/>
          <w:sz w:val="30"/>
          <w:szCs w:val="30"/>
          <w:cs/>
        </w:rPr>
        <w:lastRenderedPageBreak/>
        <w:t>ประเมินการนำเสนอโครงสร้างและเนื้อหาของงบการเงินรวมและงบการเงินเฉพาะกิจการ</w:t>
      </w:r>
      <w:r w:rsidRPr="007535E3">
        <w:rPr>
          <w:rFonts w:ascii="Angsana New" w:hAnsi="Angsana New"/>
          <w:color w:val="000000"/>
          <w:spacing w:val="-6"/>
          <w:sz w:val="30"/>
          <w:szCs w:val="30"/>
          <w:cs/>
        </w:rPr>
        <w:t>โ</w:t>
      </w:r>
      <w:r w:rsidRPr="007535E3">
        <w:rPr>
          <w:rFonts w:ascii="Angsana New" w:hAnsi="Angsana New"/>
          <w:color w:val="000000"/>
          <w:sz w:val="30"/>
          <w:szCs w:val="30"/>
          <w:cs/>
        </w:rPr>
        <w:t>ดยรวม รวมถึงการเปิดเผย</w:t>
      </w:r>
      <w:r w:rsidR="00E11B7C" w:rsidRPr="007535E3">
        <w:rPr>
          <w:rFonts w:ascii="Angsana New" w:hAnsi="Angsana New"/>
          <w:color w:val="000000"/>
          <w:sz w:val="30"/>
          <w:szCs w:val="30"/>
          <w:cs/>
        </w:rPr>
        <w:t>ข้อมูล</w:t>
      </w:r>
      <w:r w:rsidRPr="007535E3">
        <w:rPr>
          <w:rFonts w:ascii="Angsana New" w:hAnsi="Angsana New"/>
          <w:color w:val="000000"/>
          <w:sz w:val="30"/>
          <w:szCs w:val="30"/>
          <w:cs/>
        </w:rPr>
        <w:t>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</w:t>
      </w:r>
      <w:r w:rsidR="00E11B7C" w:rsidRPr="007535E3">
        <w:rPr>
          <w:rFonts w:ascii="Angsana New" w:hAnsi="Angsana New"/>
          <w:color w:val="000000"/>
          <w:sz w:val="30"/>
          <w:szCs w:val="30"/>
          <w:cs/>
        </w:rPr>
        <w:t>หรือไม่</w:t>
      </w:r>
    </w:p>
    <w:p w14:paraId="4FD87602" w14:textId="7FEABC4E" w:rsidR="001B032A" w:rsidRPr="007535E3" w:rsidRDefault="001B032A" w:rsidP="0087341C">
      <w:pPr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color w:val="000000"/>
          <w:sz w:val="30"/>
          <w:szCs w:val="30"/>
        </w:rPr>
      </w:pPr>
      <w:r w:rsidRPr="007535E3">
        <w:rPr>
          <w:rFonts w:ascii="Angsana New" w:hAnsi="Angsana New"/>
          <w:color w:val="000000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 ข้า</w:t>
      </w:r>
      <w:r w:rsidR="0079302C" w:rsidRPr="007535E3">
        <w:rPr>
          <w:rFonts w:ascii="Angsana New" w:hAnsi="Angsana New"/>
          <w:color w:val="000000"/>
          <w:sz w:val="30"/>
          <w:szCs w:val="30"/>
          <w:cs/>
        </w:rPr>
        <w:t>พเจ้ารับผิดชอบต่อการกำหนดแนวทาง</w:t>
      </w:r>
      <w:r w:rsidR="003770A9" w:rsidRPr="007535E3">
        <w:rPr>
          <w:rFonts w:ascii="Angsana New" w:hAnsi="Angsana New"/>
          <w:color w:val="000000"/>
          <w:sz w:val="30"/>
          <w:szCs w:val="30"/>
        </w:rPr>
        <w:t xml:space="preserve"> </w:t>
      </w:r>
      <w:r w:rsidRPr="007535E3">
        <w:rPr>
          <w:rFonts w:ascii="Angsana New" w:hAnsi="Angsana New"/>
          <w:color w:val="000000"/>
          <w:sz w:val="30"/>
          <w:szCs w:val="30"/>
          <w:cs/>
        </w:rPr>
        <w:t>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</w:p>
    <w:p w14:paraId="3E340AC9" w14:textId="77777777" w:rsidR="001B032A" w:rsidRPr="007535E3" w:rsidRDefault="001B032A" w:rsidP="001B03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after="200" w:line="276" w:lineRule="auto"/>
        <w:ind w:left="540"/>
        <w:contextualSpacing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6D8E959C" w14:textId="77777777" w:rsidR="001B032A" w:rsidRPr="007535E3" w:rsidRDefault="001B032A" w:rsidP="001B032A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ข้าพเจ้าได้สื่อสารกับผู้</w:t>
      </w:r>
      <w:r w:rsidR="0079302C" w:rsidRPr="007535E3">
        <w:rPr>
          <w:rFonts w:ascii="Angsana New" w:eastAsia="Calibri" w:hAnsi="Angsana New"/>
          <w:color w:val="000000"/>
          <w:sz w:val="30"/>
          <w:szCs w:val="30"/>
          <w:cs/>
        </w:rPr>
        <w:t>มีหน้าที่ในการกำกับดูแล</w:t>
      </w:r>
      <w:r w:rsidR="00E11B7C" w:rsidRPr="007535E3">
        <w:rPr>
          <w:rFonts w:ascii="Angsana New" w:eastAsia="Calibri" w:hAnsi="Angsana New"/>
          <w:color w:val="000000"/>
          <w:sz w:val="30"/>
          <w:szCs w:val="30"/>
          <w:cs/>
        </w:rPr>
        <w:t>ในเรื่องต่าง</w:t>
      </w:r>
      <w:r w:rsidR="008D2BCE" w:rsidRPr="007535E3">
        <w:rPr>
          <w:rFonts w:ascii="Angsana New" w:eastAsia="Calibri" w:hAnsi="Angsana New"/>
          <w:color w:val="000000"/>
          <w:sz w:val="30"/>
          <w:szCs w:val="30"/>
          <w:cs/>
        </w:rPr>
        <w:t xml:space="preserve"> </w:t>
      </w:r>
      <w:r w:rsidR="00E11B7C" w:rsidRPr="007535E3">
        <w:rPr>
          <w:rFonts w:ascii="Angsana New" w:eastAsia="Calibri" w:hAnsi="Angsana New"/>
          <w:color w:val="000000"/>
          <w:sz w:val="30"/>
          <w:szCs w:val="30"/>
          <w:cs/>
        </w:rPr>
        <w:t>ๆ</w:t>
      </w:r>
      <w:r w:rsidR="008D2BCE" w:rsidRPr="007535E3">
        <w:rPr>
          <w:rFonts w:ascii="Angsana New" w:eastAsia="Calibri" w:hAnsi="Angsana New"/>
          <w:color w:val="000000"/>
          <w:sz w:val="30"/>
          <w:szCs w:val="30"/>
          <w:cs/>
        </w:rPr>
        <w:t xml:space="preserve"> </w:t>
      </w:r>
      <w:r w:rsidR="00E11B7C" w:rsidRPr="007535E3">
        <w:rPr>
          <w:rFonts w:ascii="Angsana New" w:eastAsia="Calibri" w:hAnsi="Angsana New"/>
          <w:color w:val="000000"/>
          <w:sz w:val="30"/>
          <w:szCs w:val="30"/>
          <w:cs/>
        </w:rPr>
        <w:t>ที่สำคัญซึ่งรวมถึง</w:t>
      </w: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</w:t>
      </w:r>
      <w:r w:rsidR="00E11B7C" w:rsidRPr="007535E3">
        <w:rPr>
          <w:rFonts w:ascii="Angsana New" w:eastAsia="Calibri" w:hAnsi="Angsana New"/>
          <w:color w:val="000000"/>
          <w:sz w:val="30"/>
          <w:szCs w:val="30"/>
          <w:cs/>
        </w:rPr>
        <w:t>นัยสำคัญในระบบการควบคุมภายในหาก</w:t>
      </w: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ข้าพเจ้าได้พบในระหว่างการตรวจสอบขอ</w:t>
      </w:r>
      <w:r w:rsidRPr="007535E3">
        <w:rPr>
          <w:rFonts w:ascii="Angsana New" w:hAnsi="Angsana New"/>
          <w:color w:val="000000"/>
          <w:sz w:val="30"/>
          <w:szCs w:val="30"/>
          <w:cs/>
        </w:rPr>
        <w:t>งข้าพเจ้า</w:t>
      </w:r>
    </w:p>
    <w:p w14:paraId="120E84A6" w14:textId="77777777" w:rsidR="001B032A" w:rsidRPr="007535E3" w:rsidRDefault="001B032A" w:rsidP="001B032A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52039B43" w14:textId="77777777" w:rsidR="001B032A" w:rsidRPr="007535E3" w:rsidRDefault="001B032A" w:rsidP="001B032A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7535E3">
        <w:rPr>
          <w:rFonts w:ascii="Angsana New" w:hAnsi="Angsana New"/>
          <w:color w:val="000000"/>
          <w:sz w:val="30"/>
          <w:szCs w:val="30"/>
          <w:cs/>
        </w:rPr>
        <w:t>อิสระ</w:t>
      </w:r>
    </w:p>
    <w:p w14:paraId="1C5F07CD" w14:textId="77777777" w:rsidR="00BA26DC" w:rsidRDefault="00BA26DC" w:rsidP="001B032A">
      <w:pPr>
        <w:jc w:val="thaiDistribute"/>
        <w:rPr>
          <w:rFonts w:ascii="Angsana New" w:hAnsi="Angsana New"/>
          <w:sz w:val="30"/>
          <w:szCs w:val="30"/>
        </w:rPr>
      </w:pPr>
    </w:p>
    <w:p w14:paraId="6F6833B3" w14:textId="17A7D33A" w:rsidR="001B032A" w:rsidRPr="007535E3" w:rsidRDefault="001B032A" w:rsidP="001B032A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7535E3">
        <w:rPr>
          <w:rFonts w:ascii="Angsana New" w:eastAsia="Calibri" w:hAnsi="Angsana New"/>
          <w:color w:val="000000"/>
          <w:spacing w:val="7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</w:t>
      </w:r>
      <w:r w:rsidRPr="007535E3">
        <w:rPr>
          <w:rFonts w:ascii="Angsana New" w:eastAsia="Calibri" w:hAnsi="Angsana New"/>
          <w:color w:val="000000"/>
          <w:sz w:val="30"/>
          <w:szCs w:val="30"/>
          <w:cs/>
        </w:rPr>
        <w:t>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0B945C7B" w14:textId="77777777" w:rsidR="001B032A" w:rsidRPr="007535E3" w:rsidRDefault="001B032A" w:rsidP="001B032A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24"/>
          <w:szCs w:val="24"/>
        </w:rPr>
      </w:pPr>
    </w:p>
    <w:p w14:paraId="55AC974D" w14:textId="77777777" w:rsidR="001B032A" w:rsidRPr="007535E3" w:rsidRDefault="001B032A" w:rsidP="001B032A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24"/>
          <w:szCs w:val="24"/>
        </w:rPr>
      </w:pPr>
    </w:p>
    <w:p w14:paraId="59353CCA" w14:textId="77777777" w:rsidR="001B032A" w:rsidRPr="007535E3" w:rsidRDefault="001B032A" w:rsidP="001B032A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24"/>
          <w:szCs w:val="24"/>
        </w:rPr>
      </w:pPr>
    </w:p>
    <w:p w14:paraId="6A69E6B9" w14:textId="77777777" w:rsidR="001B032A" w:rsidRPr="007535E3" w:rsidRDefault="001B032A" w:rsidP="001B03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01B8F9F" w14:textId="77777777" w:rsidR="00E707CD" w:rsidRPr="007535E3" w:rsidRDefault="00E707CD" w:rsidP="001646ED">
      <w:pPr>
        <w:pStyle w:val="a"/>
        <w:tabs>
          <w:tab w:val="clear" w:pos="1080"/>
        </w:tabs>
        <w:spacing w:line="240" w:lineRule="atLeast"/>
        <w:jc w:val="both"/>
        <w:rPr>
          <w:rFonts w:ascii="Angsana New" w:hAnsi="Angsana New" w:cs="Angsana New"/>
          <w:cs/>
        </w:rPr>
      </w:pPr>
      <w:r w:rsidRPr="007535E3">
        <w:rPr>
          <w:rFonts w:ascii="Angsana New" w:hAnsi="Angsana New" w:cs="Angsana New"/>
          <w:cs/>
        </w:rPr>
        <w:t>(</w:t>
      </w:r>
      <w:r w:rsidR="00192BF9" w:rsidRPr="007535E3">
        <w:rPr>
          <w:rFonts w:ascii="Angsana New" w:hAnsi="Angsana New" w:cs="Angsana New"/>
          <w:cs/>
        </w:rPr>
        <w:t>ชนารัตน์ จัน</w:t>
      </w:r>
      <w:r w:rsidR="00E25869" w:rsidRPr="007535E3">
        <w:rPr>
          <w:rFonts w:ascii="Angsana New" w:hAnsi="Angsana New" w:cs="Angsana New"/>
          <w:cs/>
        </w:rPr>
        <w:t>ทร์</w:t>
      </w:r>
      <w:r w:rsidR="00192BF9" w:rsidRPr="007535E3">
        <w:rPr>
          <w:rFonts w:ascii="Angsana New" w:hAnsi="Angsana New" w:cs="Angsana New"/>
          <w:cs/>
        </w:rPr>
        <w:t>หวา</w:t>
      </w:r>
      <w:r w:rsidR="00A0313C" w:rsidRPr="007535E3">
        <w:rPr>
          <w:rFonts w:ascii="Angsana New" w:hAnsi="Angsana New" w:cs="Angsana New"/>
          <w:cs/>
        </w:rPr>
        <w:t xml:space="preserve">)  </w:t>
      </w:r>
    </w:p>
    <w:p w14:paraId="6C61ACF6" w14:textId="77777777" w:rsidR="00E707CD" w:rsidRPr="007535E3" w:rsidRDefault="00E707CD" w:rsidP="001646ED">
      <w:pPr>
        <w:pStyle w:val="T"/>
        <w:spacing w:line="240" w:lineRule="atLeast"/>
        <w:ind w:left="0" w:right="0"/>
        <w:jc w:val="both"/>
        <w:rPr>
          <w:rFonts w:ascii="Angsana New" w:hAnsi="Angsana New" w:cs="Angsana New"/>
          <w:cs/>
        </w:rPr>
      </w:pPr>
      <w:r w:rsidRPr="007535E3">
        <w:rPr>
          <w:rFonts w:ascii="Angsana New" w:hAnsi="Angsana New" w:cs="Angsana New"/>
          <w:cs/>
        </w:rPr>
        <w:t>ผู้สอบบัญชีรับอนุญาต</w:t>
      </w:r>
    </w:p>
    <w:p w14:paraId="7A355046" w14:textId="77777777" w:rsidR="00E707CD" w:rsidRPr="007535E3" w:rsidRDefault="007515B8" w:rsidP="001646ED">
      <w:pPr>
        <w:pStyle w:val="T"/>
        <w:spacing w:line="240" w:lineRule="atLeast"/>
        <w:ind w:left="0" w:right="0"/>
        <w:jc w:val="both"/>
        <w:rPr>
          <w:rFonts w:ascii="Angsana New" w:hAnsi="Angsana New" w:cs="Angsana New"/>
          <w:lang w:val="en-US"/>
        </w:rPr>
      </w:pPr>
      <w:r w:rsidRPr="007535E3">
        <w:rPr>
          <w:rFonts w:ascii="Angsana New" w:hAnsi="Angsana New" w:cs="Angsana New"/>
          <w:cs/>
          <w:lang w:val="en-US"/>
        </w:rPr>
        <w:t>เลข</w:t>
      </w:r>
      <w:r w:rsidR="00E707CD" w:rsidRPr="007535E3">
        <w:rPr>
          <w:rFonts w:ascii="Angsana New" w:hAnsi="Angsana New" w:cs="Angsana New"/>
          <w:cs/>
        </w:rPr>
        <w:t>ทะเบียน</w:t>
      </w:r>
      <w:r w:rsidRPr="007535E3">
        <w:rPr>
          <w:rFonts w:ascii="Angsana New" w:hAnsi="Angsana New" w:cs="Angsana New"/>
          <w:cs/>
        </w:rPr>
        <w:t xml:space="preserve"> </w:t>
      </w:r>
      <w:r w:rsidR="00E25869" w:rsidRPr="007535E3">
        <w:rPr>
          <w:rFonts w:ascii="Angsana New" w:hAnsi="Angsana New" w:cs="Angsana New"/>
          <w:lang w:val="en-US"/>
        </w:rPr>
        <w:t>9052</w:t>
      </w:r>
    </w:p>
    <w:p w14:paraId="6A5597D2" w14:textId="77777777" w:rsidR="002E7CAF" w:rsidRPr="007535E3" w:rsidRDefault="002E7CAF" w:rsidP="004E38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center" w:pos="4802"/>
        </w:tabs>
        <w:jc w:val="both"/>
        <w:rPr>
          <w:rFonts w:ascii="Angsana New" w:hAnsi="Angsana New"/>
          <w:sz w:val="30"/>
          <w:szCs w:val="30"/>
        </w:rPr>
      </w:pPr>
    </w:p>
    <w:p w14:paraId="70AE4002" w14:textId="77777777" w:rsidR="00E707CD" w:rsidRPr="007535E3" w:rsidRDefault="00E707CD" w:rsidP="004E38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center" w:pos="4802"/>
        </w:tabs>
        <w:jc w:val="both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67DA7C11" w14:textId="77777777" w:rsidR="00E707CD" w:rsidRPr="007535E3" w:rsidRDefault="00E707CD" w:rsidP="001646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43D69562" w14:textId="0A680C1C" w:rsidR="005A3916" w:rsidRPr="007535E3" w:rsidRDefault="005A564B" w:rsidP="00E913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</w:rPr>
      </w:pPr>
      <w:r w:rsidRPr="007535E3">
        <w:rPr>
          <w:rFonts w:ascii="Angsana New" w:hAnsi="Angsana New"/>
          <w:sz w:val="30"/>
          <w:szCs w:val="30"/>
        </w:rPr>
        <w:t>2</w:t>
      </w:r>
      <w:r w:rsidR="009E108D">
        <w:rPr>
          <w:rFonts w:ascii="Angsana New" w:hAnsi="Angsana New"/>
          <w:sz w:val="30"/>
          <w:szCs w:val="30"/>
        </w:rPr>
        <w:t>4</w:t>
      </w:r>
      <w:r w:rsidR="00FD7A0E" w:rsidRPr="007535E3">
        <w:rPr>
          <w:rFonts w:ascii="Angsana New" w:hAnsi="Angsana New"/>
          <w:sz w:val="30"/>
          <w:szCs w:val="30"/>
        </w:rPr>
        <w:t xml:space="preserve"> </w:t>
      </w:r>
      <w:r w:rsidR="00FD7A0E" w:rsidRPr="007535E3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="004464EF" w:rsidRPr="007535E3">
        <w:rPr>
          <w:rFonts w:ascii="Angsana New" w:hAnsi="Angsana New"/>
          <w:sz w:val="30"/>
          <w:szCs w:val="30"/>
        </w:rPr>
        <w:t>256</w:t>
      </w:r>
      <w:r w:rsidR="005F4F74">
        <w:rPr>
          <w:rFonts w:ascii="Angsana New" w:hAnsi="Angsana New"/>
          <w:sz w:val="30"/>
          <w:szCs w:val="30"/>
        </w:rPr>
        <w:t>4</w:t>
      </w:r>
      <w:bookmarkStart w:id="2" w:name="_GoBack"/>
      <w:bookmarkEnd w:id="2"/>
    </w:p>
    <w:p w14:paraId="147130D5" w14:textId="4354E3ED" w:rsidR="00555DA3" w:rsidRPr="00EE7E1A" w:rsidRDefault="00555DA3" w:rsidP="006347B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170"/>
        <w:jc w:val="thaiDistribute"/>
        <w:rPr>
          <w:rFonts w:ascii="Angsana New" w:hAnsi="Angsana New"/>
          <w:sz w:val="30"/>
          <w:szCs w:val="30"/>
          <w:cs/>
        </w:rPr>
      </w:pPr>
    </w:p>
    <w:sectPr w:rsidR="00555DA3" w:rsidRPr="00EE7E1A" w:rsidSect="00A74558">
      <w:headerReference w:type="default" r:id="rId16"/>
      <w:footerReference w:type="default" r:id="rId17"/>
      <w:pgSz w:w="11909" w:h="16834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01BFD" w14:textId="77777777" w:rsidR="00626A51" w:rsidRDefault="00626A51">
      <w:r>
        <w:separator/>
      </w:r>
    </w:p>
  </w:endnote>
  <w:endnote w:type="continuationSeparator" w:id="0">
    <w:p w14:paraId="566DA2A4" w14:textId="77777777" w:rsidR="00626A51" w:rsidRDefault="00626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3BD7A" w14:textId="77777777" w:rsidR="003D47F6" w:rsidRDefault="003D47F6" w:rsidP="0041673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>
      <w:rPr>
        <w:rStyle w:val="PageNumber"/>
        <w:noProof/>
        <w:cs/>
      </w:rPr>
      <w:t>2</w:t>
    </w:r>
    <w:r>
      <w:rPr>
        <w:rStyle w:val="PageNumber"/>
        <w:cs/>
      </w:rPr>
      <w:fldChar w:fldCharType="end"/>
    </w:r>
  </w:p>
  <w:p w14:paraId="63C89702" w14:textId="77777777" w:rsidR="003D47F6" w:rsidRDefault="003D47F6" w:rsidP="00CA461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07129" w14:textId="2D9C8C9F" w:rsidR="003D47F6" w:rsidRPr="0041673A" w:rsidRDefault="003D47F6" w:rsidP="0041673A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41673A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41673A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41673A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2</w:t>
    </w:r>
    <w:r w:rsidRPr="0041673A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F222E47" w14:textId="2B050940" w:rsidR="003D47F6" w:rsidRPr="0041673A" w:rsidRDefault="003D47F6" w:rsidP="008A4521">
    <w:pPr>
      <w:ind w:right="360"/>
      <w:rPr>
        <w:b/>
        <w:bCs/>
        <w:i/>
        <w:iCs/>
      </w:rPr>
    </w:pPr>
    <w:r w:rsidRPr="0041673A">
      <w:rPr>
        <w:rStyle w:val="PageNumber"/>
        <w:rFonts w:ascii="Angsana New" w:hAnsi="Angsana New"/>
        <w:i/>
        <w:iCs/>
        <w:sz w:val="30"/>
        <w:szCs w:val="30"/>
      </w:rPr>
      <w:fldChar w:fldCharType="begin"/>
    </w:r>
    <w:r w:rsidRPr="0041673A">
      <w:rPr>
        <w:rStyle w:val="PageNumber"/>
        <w:rFonts w:ascii="Angsana New" w:hAnsi="Angsana New"/>
        <w:i/>
        <w:iCs/>
        <w:sz w:val="30"/>
        <w:szCs w:val="30"/>
      </w:rPr>
      <w:instrText xml:space="preserve"> FILENAME </w:instrText>
    </w:r>
    <w:r w:rsidRPr="0041673A">
      <w:rPr>
        <w:rStyle w:val="PageNumber"/>
        <w:rFonts w:ascii="Angsana New" w:hAnsi="Angsana New"/>
        <w:i/>
        <w:iCs/>
        <w:sz w:val="30"/>
        <w:szCs w:val="30"/>
      </w:rPr>
      <w:fldChar w:fldCharType="separate"/>
    </w:r>
    <w:r w:rsidR="00E60539">
      <w:rPr>
        <w:rStyle w:val="PageNumber"/>
        <w:rFonts w:ascii="Angsana New" w:hAnsi="Angsana New"/>
        <w:i/>
        <w:iCs/>
        <w:noProof/>
        <w:sz w:val="30"/>
        <w:szCs w:val="30"/>
      </w:rPr>
      <w:t>UECt1-Set</w:t>
    </w:r>
    <w:r w:rsidRPr="0041673A">
      <w:rPr>
        <w:rStyle w:val="PageNumber"/>
        <w:rFonts w:ascii="Angsana New" w:hAnsi="Angsana New"/>
        <w:i/>
        <w:iCs/>
        <w:sz w:val="30"/>
        <w:szCs w:val="30"/>
      </w:rPr>
      <w:fldChar w:fldCharType="end"/>
    </w:r>
    <w:r w:rsidRPr="0041673A">
      <w:rPr>
        <w:rStyle w:val="PageNumber"/>
        <w:rFonts w:ascii="Angsana New" w:hAnsi="Angsana New" w:hint="cs"/>
        <w:i/>
        <w:iCs/>
        <w:sz w:val="30"/>
        <w:szCs w:val="30"/>
        <w:cs/>
        <w:lang w:val="en-GB"/>
      </w:rPr>
      <w:t xml:space="preserve">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61D32" w14:textId="77777777" w:rsidR="003D47F6" w:rsidRPr="0041673A" w:rsidRDefault="003D47F6" w:rsidP="0041673A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41673A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41673A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41673A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6</w:t>
    </w:r>
    <w:r w:rsidRPr="0041673A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302AB399" w14:textId="77777777" w:rsidR="003D47F6" w:rsidRPr="0041673A" w:rsidRDefault="003D47F6" w:rsidP="008A4521">
    <w:pPr>
      <w:ind w:right="360"/>
      <w:rPr>
        <w:b/>
        <w:bCs/>
        <w:i/>
        <w:iCs/>
      </w:rPr>
    </w:pPr>
    <w:r w:rsidRPr="0041673A">
      <w:rPr>
        <w:rStyle w:val="PageNumber"/>
        <w:rFonts w:ascii="Angsana New" w:hAnsi="Angsana New" w:hint="cs"/>
        <w:i/>
        <w:iCs/>
        <w:sz w:val="30"/>
        <w:szCs w:val="30"/>
        <w:cs/>
        <w:lang w:val="en-GB"/>
      </w:rPr>
      <w:t xml:space="preserve">                                                                                                                                                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6453C" w14:textId="77777777" w:rsidR="003D47F6" w:rsidRPr="009207D7" w:rsidRDefault="003D47F6">
    <w:pPr>
      <w:pStyle w:val="Footer"/>
      <w:rPr>
        <w:lang w:val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9CDD1" w14:textId="77777777" w:rsidR="00E60539" w:rsidRPr="00E60539" w:rsidRDefault="00E60539" w:rsidP="0041673A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E60539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E60539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E60539">
      <w:rPr>
        <w:rStyle w:val="PageNumber"/>
        <w:rFonts w:ascii="Angsana New" w:hAnsi="Angsana New"/>
        <w:sz w:val="30"/>
        <w:szCs w:val="30"/>
        <w:cs/>
      </w:rPr>
      <w:fldChar w:fldCharType="separate"/>
    </w:r>
    <w:r w:rsidRPr="00E60539">
      <w:rPr>
        <w:rStyle w:val="PageNumber"/>
        <w:rFonts w:ascii="Angsana New" w:hAnsi="Angsana New"/>
        <w:noProof/>
        <w:sz w:val="30"/>
        <w:szCs w:val="30"/>
        <w:cs/>
      </w:rPr>
      <w:t>6</w:t>
    </w:r>
    <w:r w:rsidRPr="00E60539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7E69C175" w14:textId="77777777" w:rsidR="00E60539" w:rsidRPr="0041673A" w:rsidRDefault="00E60539" w:rsidP="008A4521">
    <w:pPr>
      <w:ind w:right="360"/>
      <w:rPr>
        <w:b/>
        <w:bCs/>
        <w:i/>
        <w:iCs/>
      </w:rPr>
    </w:pPr>
    <w:r w:rsidRPr="0041673A">
      <w:rPr>
        <w:rStyle w:val="PageNumber"/>
        <w:rFonts w:ascii="Angsana New" w:hAnsi="Angsana New" w:hint="cs"/>
        <w:i/>
        <w:iCs/>
        <w:sz w:val="30"/>
        <w:szCs w:val="30"/>
        <w:cs/>
        <w:lang w:val="en-GB"/>
      </w:rPr>
      <w:t xml:space="preserve">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7C02F" w14:textId="77777777" w:rsidR="00626A51" w:rsidRDefault="00626A51">
      <w:r>
        <w:separator/>
      </w:r>
    </w:p>
  </w:footnote>
  <w:footnote w:type="continuationSeparator" w:id="0">
    <w:p w14:paraId="64C55FCE" w14:textId="77777777" w:rsidR="00626A51" w:rsidRDefault="00626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8E8F6" w14:textId="77777777" w:rsidR="003D47F6" w:rsidRPr="00AE343D" w:rsidRDefault="003D47F6" w:rsidP="005D733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DC0F48">
      <w:rPr>
        <w:rFonts w:ascii="Angsana New" w:hAnsi="Angsana New"/>
        <w:b/>
        <w:bCs/>
        <w:sz w:val="32"/>
        <w:szCs w:val="32"/>
        <w:cs/>
      </w:rPr>
      <w:t>บริษัท ยูนิมิต เอนจิเนียริ่ง จำกัด</w:t>
    </w:r>
    <w:r w:rsidRPr="00DC0F48">
      <w:rPr>
        <w:rFonts w:ascii="Angsana New" w:hAnsi="Angsana New"/>
        <w:b/>
        <w:bCs/>
        <w:sz w:val="32"/>
        <w:szCs w:val="32"/>
      </w:rPr>
      <w:t xml:space="preserve"> </w:t>
    </w:r>
    <w:r w:rsidRPr="00DC0F48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14:paraId="08DE1E3B" w14:textId="77777777" w:rsidR="003D47F6" w:rsidRDefault="003D47F6" w:rsidP="005D733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DC0F48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4C3A7076" w14:textId="77777777" w:rsidR="003D47F6" w:rsidRPr="005D733C" w:rsidRDefault="003D47F6" w:rsidP="005D733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A3F14" w14:textId="77777777" w:rsidR="003D47F6" w:rsidRDefault="003D47F6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2762C3C0" w14:textId="77777777" w:rsidR="003D47F6" w:rsidRDefault="003D47F6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12FC5C4B" w14:textId="77777777" w:rsidR="003D47F6" w:rsidRDefault="003D47F6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766D5DEB" w14:textId="77777777" w:rsidR="003D47F6" w:rsidRDefault="003D47F6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5CB8F4CF" w14:textId="77777777" w:rsidR="003D47F6" w:rsidRDefault="003D47F6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3E948D87" w14:textId="77777777" w:rsidR="003D47F6" w:rsidRDefault="003D47F6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64065632" w14:textId="77777777" w:rsidR="003D47F6" w:rsidRPr="008A4521" w:rsidRDefault="003D47F6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709FF" w14:textId="77777777" w:rsidR="003D47F6" w:rsidRPr="0068517C" w:rsidRDefault="003D47F6" w:rsidP="005D733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0"/>
        <w:szCs w:val="3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D49EB" w14:textId="77777777" w:rsidR="003D47F6" w:rsidRDefault="003D47F6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77F98DD1" w14:textId="77777777" w:rsidR="003D47F6" w:rsidRDefault="003D47F6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3BC275C6" w14:textId="77777777" w:rsidR="003D47F6" w:rsidRDefault="003D47F6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2E2D07AB" w14:textId="77777777" w:rsidR="003D47F6" w:rsidRPr="008A4521" w:rsidRDefault="003D47F6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7B3C5" w14:textId="39B87868" w:rsidR="003D47F6" w:rsidRDefault="003D47F6" w:rsidP="0054236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</w:p>
  <w:p w14:paraId="74EFF962" w14:textId="77777777" w:rsidR="00E60539" w:rsidRPr="005D733C" w:rsidRDefault="00E60539" w:rsidP="0054236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5DC0631"/>
    <w:multiLevelType w:val="hybridMultilevel"/>
    <w:tmpl w:val="E8742F68"/>
    <w:lvl w:ilvl="0" w:tplc="F0BCEE86">
      <w:start w:val="1"/>
      <w:numFmt w:val="thaiLetters"/>
      <w:lvlText w:val="(%1)"/>
      <w:lvlJc w:val="left"/>
      <w:pPr>
        <w:ind w:left="720" w:hanging="360"/>
      </w:pPr>
      <w:rPr>
        <w:rFonts w:hint="default"/>
        <w:b/>
        <w:bCs/>
        <w:i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FC8247F"/>
    <w:multiLevelType w:val="hybridMultilevel"/>
    <w:tmpl w:val="C7B030B4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145C4712"/>
    <w:multiLevelType w:val="hybridMultilevel"/>
    <w:tmpl w:val="0334259E"/>
    <w:lvl w:ilvl="0" w:tplc="67E674E8">
      <w:start w:val="17"/>
      <w:numFmt w:val="bullet"/>
      <w:lvlText w:val=""/>
      <w:lvlJc w:val="left"/>
      <w:pPr>
        <w:ind w:left="72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5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i/>
        <w:iCs/>
      </w:rPr>
    </w:lvl>
    <w:lvl w:ilvl="1" w:tplc="0409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0" w15:restartNumberingAfterBreak="0">
    <w:nsid w:val="3FC94AA7"/>
    <w:multiLevelType w:val="hybridMultilevel"/>
    <w:tmpl w:val="0CEE6B42"/>
    <w:lvl w:ilvl="0" w:tplc="A4C6CBA0">
      <w:start w:val="1"/>
      <w:numFmt w:val="bullet"/>
      <w:lvlText w:val="-"/>
      <w:lvlJc w:val="left"/>
      <w:pPr>
        <w:ind w:left="900" w:hanging="360"/>
      </w:pPr>
      <w:rPr>
        <w:rFonts w:ascii="Angsana New" w:hAnsi="Angsana New" w:hint="default"/>
        <w:color w:val="auto"/>
        <w:sz w:val="22"/>
        <w:szCs w:val="28"/>
        <w:lang w:val="en-US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146537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3" w15:restartNumberingAfterBreak="0">
    <w:nsid w:val="59000DAD"/>
    <w:multiLevelType w:val="hybridMultilevel"/>
    <w:tmpl w:val="F986416A"/>
    <w:lvl w:ilvl="0" w:tplc="04044900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 w15:restartNumberingAfterBreak="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6FCC2992"/>
    <w:multiLevelType w:val="hybridMultilevel"/>
    <w:tmpl w:val="EA266B5E"/>
    <w:lvl w:ilvl="0" w:tplc="5A8C445C">
      <w:numFmt w:val="bullet"/>
      <w:lvlText w:val="-"/>
      <w:lvlJc w:val="left"/>
      <w:pPr>
        <w:ind w:left="720" w:hanging="360"/>
      </w:pPr>
      <w:rPr>
        <w:rFonts w:ascii="Angsana New" w:eastAsia="Arial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C7E48"/>
    <w:multiLevelType w:val="hybridMultilevel"/>
    <w:tmpl w:val="BFF0ED42"/>
    <w:lvl w:ilvl="0" w:tplc="7B9EE9B2">
      <w:start w:val="2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0F7F36"/>
    <w:multiLevelType w:val="hybridMultilevel"/>
    <w:tmpl w:val="49489BAC"/>
    <w:lvl w:ilvl="0" w:tplc="A4A6FC60">
      <w:start w:val="1"/>
      <w:numFmt w:val="thaiLetters"/>
      <w:lvlText w:val="(%1)"/>
      <w:lvlJc w:val="left"/>
      <w:pPr>
        <w:ind w:left="720" w:hanging="360"/>
      </w:pPr>
      <w:rPr>
        <w:rFonts w:hint="default"/>
        <w:lang w:val="x-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D63451"/>
    <w:multiLevelType w:val="hybridMultilevel"/>
    <w:tmpl w:val="83E21382"/>
    <w:lvl w:ilvl="0" w:tplc="5A8C445C">
      <w:numFmt w:val="bullet"/>
      <w:lvlText w:val="-"/>
      <w:lvlJc w:val="left"/>
      <w:pPr>
        <w:ind w:left="810" w:hanging="360"/>
      </w:pPr>
      <w:rPr>
        <w:rFonts w:ascii="Angsana New" w:eastAsia="Arial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1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32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7"/>
  </w:num>
  <w:num w:numId="12">
    <w:abstractNumId w:val="14"/>
  </w:num>
  <w:num w:numId="13">
    <w:abstractNumId w:val="25"/>
  </w:num>
  <w:num w:numId="14">
    <w:abstractNumId w:val="16"/>
  </w:num>
  <w:num w:numId="15">
    <w:abstractNumId w:val="18"/>
  </w:num>
  <w:num w:numId="16">
    <w:abstractNumId w:val="10"/>
  </w:num>
  <w:num w:numId="17">
    <w:abstractNumId w:val="29"/>
  </w:num>
  <w:num w:numId="18">
    <w:abstractNumId w:val="20"/>
  </w:num>
  <w:num w:numId="19">
    <w:abstractNumId w:val="11"/>
  </w:num>
  <w:num w:numId="20">
    <w:abstractNumId w:val="24"/>
  </w:num>
  <w:num w:numId="21">
    <w:abstractNumId w:val="27"/>
  </w:num>
  <w:num w:numId="22">
    <w:abstractNumId w:val="30"/>
  </w:num>
  <w:num w:numId="23">
    <w:abstractNumId w:val="28"/>
  </w:num>
  <w:num w:numId="24">
    <w:abstractNumId w:val="26"/>
  </w:num>
  <w:num w:numId="25">
    <w:abstractNumId w:val="15"/>
  </w:num>
  <w:num w:numId="26">
    <w:abstractNumId w:val="22"/>
  </w:num>
  <w:num w:numId="27">
    <w:abstractNumId w:val="13"/>
  </w:num>
  <w:num w:numId="28">
    <w:abstractNumId w:val="21"/>
  </w:num>
  <w:num w:numId="29">
    <w:abstractNumId w:val="12"/>
  </w:num>
  <w:num w:numId="30">
    <w:abstractNumId w:val="32"/>
  </w:num>
  <w:num w:numId="31">
    <w:abstractNumId w:val="19"/>
  </w:num>
  <w:num w:numId="32">
    <w:abstractNumId w:val="31"/>
  </w:num>
  <w:num w:numId="33">
    <w:abstractNumId w:val="2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6145" fill="f" fillcolor="white" strokecolor="silver">
      <v:fill color="white" on="f"/>
      <v:stroke color="silver"/>
      <v:shadow color="#868686"/>
      <o:colormru v:ext="edit" colors="#f49100,#8f9286,#ddd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EBE"/>
    <w:rsid w:val="000006EA"/>
    <w:rsid w:val="0000081A"/>
    <w:rsid w:val="00000A23"/>
    <w:rsid w:val="00000F6F"/>
    <w:rsid w:val="00000FF6"/>
    <w:rsid w:val="00001049"/>
    <w:rsid w:val="00001385"/>
    <w:rsid w:val="0000143A"/>
    <w:rsid w:val="000022C0"/>
    <w:rsid w:val="000024B9"/>
    <w:rsid w:val="00003149"/>
    <w:rsid w:val="000036E9"/>
    <w:rsid w:val="0000411F"/>
    <w:rsid w:val="00005179"/>
    <w:rsid w:val="00005209"/>
    <w:rsid w:val="00006B2C"/>
    <w:rsid w:val="00006E02"/>
    <w:rsid w:val="00007492"/>
    <w:rsid w:val="000076BA"/>
    <w:rsid w:val="00007795"/>
    <w:rsid w:val="00010767"/>
    <w:rsid w:val="00012F04"/>
    <w:rsid w:val="00012F35"/>
    <w:rsid w:val="000130F0"/>
    <w:rsid w:val="00013D04"/>
    <w:rsid w:val="000156BC"/>
    <w:rsid w:val="000156C4"/>
    <w:rsid w:val="00015980"/>
    <w:rsid w:val="000159FD"/>
    <w:rsid w:val="00015DB7"/>
    <w:rsid w:val="000161E6"/>
    <w:rsid w:val="000169BA"/>
    <w:rsid w:val="00017E80"/>
    <w:rsid w:val="00020A06"/>
    <w:rsid w:val="00020DA6"/>
    <w:rsid w:val="00021302"/>
    <w:rsid w:val="00021673"/>
    <w:rsid w:val="00021AA7"/>
    <w:rsid w:val="000220D4"/>
    <w:rsid w:val="00022395"/>
    <w:rsid w:val="00022980"/>
    <w:rsid w:val="00022D15"/>
    <w:rsid w:val="00022E2B"/>
    <w:rsid w:val="0002325D"/>
    <w:rsid w:val="000234C2"/>
    <w:rsid w:val="000237B4"/>
    <w:rsid w:val="00023F12"/>
    <w:rsid w:val="00024929"/>
    <w:rsid w:val="000259A2"/>
    <w:rsid w:val="00025A2E"/>
    <w:rsid w:val="00025BC7"/>
    <w:rsid w:val="00025C88"/>
    <w:rsid w:val="00025C8F"/>
    <w:rsid w:val="00025E8B"/>
    <w:rsid w:val="000262DE"/>
    <w:rsid w:val="00027639"/>
    <w:rsid w:val="0002789C"/>
    <w:rsid w:val="00027A37"/>
    <w:rsid w:val="00027DD0"/>
    <w:rsid w:val="000302D3"/>
    <w:rsid w:val="000308F1"/>
    <w:rsid w:val="00031144"/>
    <w:rsid w:val="000316AC"/>
    <w:rsid w:val="00031B0A"/>
    <w:rsid w:val="00031D92"/>
    <w:rsid w:val="00032573"/>
    <w:rsid w:val="00032AC8"/>
    <w:rsid w:val="00032E27"/>
    <w:rsid w:val="000331D9"/>
    <w:rsid w:val="000334DA"/>
    <w:rsid w:val="00033AAD"/>
    <w:rsid w:val="00033D07"/>
    <w:rsid w:val="000340FF"/>
    <w:rsid w:val="000342C8"/>
    <w:rsid w:val="000344B6"/>
    <w:rsid w:val="00034B3F"/>
    <w:rsid w:val="0003522C"/>
    <w:rsid w:val="0003560E"/>
    <w:rsid w:val="00035702"/>
    <w:rsid w:val="0003706C"/>
    <w:rsid w:val="00037494"/>
    <w:rsid w:val="000379AF"/>
    <w:rsid w:val="000405E6"/>
    <w:rsid w:val="00040779"/>
    <w:rsid w:val="000409CA"/>
    <w:rsid w:val="00040D5B"/>
    <w:rsid w:val="0004131B"/>
    <w:rsid w:val="00042FBA"/>
    <w:rsid w:val="000431DC"/>
    <w:rsid w:val="00043474"/>
    <w:rsid w:val="00044003"/>
    <w:rsid w:val="00044345"/>
    <w:rsid w:val="0004486F"/>
    <w:rsid w:val="000449F1"/>
    <w:rsid w:val="0004559F"/>
    <w:rsid w:val="0004596D"/>
    <w:rsid w:val="00045EB1"/>
    <w:rsid w:val="000464CB"/>
    <w:rsid w:val="00046B58"/>
    <w:rsid w:val="00050707"/>
    <w:rsid w:val="0005078A"/>
    <w:rsid w:val="000509C1"/>
    <w:rsid w:val="000514D6"/>
    <w:rsid w:val="000517C6"/>
    <w:rsid w:val="00052AD1"/>
    <w:rsid w:val="0005383E"/>
    <w:rsid w:val="00053A9D"/>
    <w:rsid w:val="0005490F"/>
    <w:rsid w:val="00054C44"/>
    <w:rsid w:val="00054E1D"/>
    <w:rsid w:val="00055080"/>
    <w:rsid w:val="00055871"/>
    <w:rsid w:val="00055D39"/>
    <w:rsid w:val="00055F0E"/>
    <w:rsid w:val="000574E8"/>
    <w:rsid w:val="00060179"/>
    <w:rsid w:val="000602B3"/>
    <w:rsid w:val="000604E8"/>
    <w:rsid w:val="00060634"/>
    <w:rsid w:val="00060ADF"/>
    <w:rsid w:val="00060BEC"/>
    <w:rsid w:val="00061EC9"/>
    <w:rsid w:val="00061F7B"/>
    <w:rsid w:val="000627DA"/>
    <w:rsid w:val="00062A40"/>
    <w:rsid w:val="00062B27"/>
    <w:rsid w:val="00063009"/>
    <w:rsid w:val="000634B0"/>
    <w:rsid w:val="000646F4"/>
    <w:rsid w:val="00064719"/>
    <w:rsid w:val="0006526E"/>
    <w:rsid w:val="0006563C"/>
    <w:rsid w:val="00065699"/>
    <w:rsid w:val="000666C3"/>
    <w:rsid w:val="00066A24"/>
    <w:rsid w:val="00070140"/>
    <w:rsid w:val="000702F3"/>
    <w:rsid w:val="00071A55"/>
    <w:rsid w:val="00071C92"/>
    <w:rsid w:val="000724A9"/>
    <w:rsid w:val="00072939"/>
    <w:rsid w:val="0007356F"/>
    <w:rsid w:val="00073664"/>
    <w:rsid w:val="00074587"/>
    <w:rsid w:val="00074A44"/>
    <w:rsid w:val="00074EAE"/>
    <w:rsid w:val="00074F74"/>
    <w:rsid w:val="000756B3"/>
    <w:rsid w:val="0007572D"/>
    <w:rsid w:val="000757CB"/>
    <w:rsid w:val="00075B2F"/>
    <w:rsid w:val="00076364"/>
    <w:rsid w:val="0007648D"/>
    <w:rsid w:val="00077D9D"/>
    <w:rsid w:val="000801C3"/>
    <w:rsid w:val="000801D8"/>
    <w:rsid w:val="000806C3"/>
    <w:rsid w:val="00080700"/>
    <w:rsid w:val="00080C4D"/>
    <w:rsid w:val="00081E59"/>
    <w:rsid w:val="0008295F"/>
    <w:rsid w:val="00082A13"/>
    <w:rsid w:val="00082C6D"/>
    <w:rsid w:val="000835AC"/>
    <w:rsid w:val="000843CE"/>
    <w:rsid w:val="0008588A"/>
    <w:rsid w:val="00086FC3"/>
    <w:rsid w:val="00087EC3"/>
    <w:rsid w:val="00087F40"/>
    <w:rsid w:val="000909D1"/>
    <w:rsid w:val="00090AD2"/>
    <w:rsid w:val="00090B98"/>
    <w:rsid w:val="00091069"/>
    <w:rsid w:val="0009168F"/>
    <w:rsid w:val="000922AF"/>
    <w:rsid w:val="000938EB"/>
    <w:rsid w:val="00093EF6"/>
    <w:rsid w:val="00094EBB"/>
    <w:rsid w:val="00096560"/>
    <w:rsid w:val="00096C08"/>
    <w:rsid w:val="00096F4B"/>
    <w:rsid w:val="000A0460"/>
    <w:rsid w:val="000A0526"/>
    <w:rsid w:val="000A0857"/>
    <w:rsid w:val="000A135D"/>
    <w:rsid w:val="000A1C38"/>
    <w:rsid w:val="000A1D4B"/>
    <w:rsid w:val="000A298A"/>
    <w:rsid w:val="000A2D71"/>
    <w:rsid w:val="000A35AD"/>
    <w:rsid w:val="000A4EB5"/>
    <w:rsid w:val="000A51AF"/>
    <w:rsid w:val="000A5390"/>
    <w:rsid w:val="000A59C1"/>
    <w:rsid w:val="000A5A12"/>
    <w:rsid w:val="000A5A75"/>
    <w:rsid w:val="000A638C"/>
    <w:rsid w:val="000A73B0"/>
    <w:rsid w:val="000A7417"/>
    <w:rsid w:val="000A7492"/>
    <w:rsid w:val="000A767C"/>
    <w:rsid w:val="000B0BD2"/>
    <w:rsid w:val="000B0FBD"/>
    <w:rsid w:val="000B124C"/>
    <w:rsid w:val="000B23E8"/>
    <w:rsid w:val="000B283D"/>
    <w:rsid w:val="000B29D3"/>
    <w:rsid w:val="000B2D72"/>
    <w:rsid w:val="000B301E"/>
    <w:rsid w:val="000B3080"/>
    <w:rsid w:val="000B31F3"/>
    <w:rsid w:val="000B3638"/>
    <w:rsid w:val="000B3BFA"/>
    <w:rsid w:val="000B3D12"/>
    <w:rsid w:val="000B4ABD"/>
    <w:rsid w:val="000B4D03"/>
    <w:rsid w:val="000B6920"/>
    <w:rsid w:val="000B6C18"/>
    <w:rsid w:val="000B719C"/>
    <w:rsid w:val="000B71F1"/>
    <w:rsid w:val="000B72B9"/>
    <w:rsid w:val="000B766C"/>
    <w:rsid w:val="000C0826"/>
    <w:rsid w:val="000C087F"/>
    <w:rsid w:val="000C0A0B"/>
    <w:rsid w:val="000C0D98"/>
    <w:rsid w:val="000C195A"/>
    <w:rsid w:val="000C1A97"/>
    <w:rsid w:val="000C2E87"/>
    <w:rsid w:val="000C2E91"/>
    <w:rsid w:val="000C2F69"/>
    <w:rsid w:val="000C3699"/>
    <w:rsid w:val="000C3D7D"/>
    <w:rsid w:val="000C40F7"/>
    <w:rsid w:val="000C49E5"/>
    <w:rsid w:val="000C4E24"/>
    <w:rsid w:val="000C511C"/>
    <w:rsid w:val="000C5305"/>
    <w:rsid w:val="000C55AE"/>
    <w:rsid w:val="000C5616"/>
    <w:rsid w:val="000C5AD2"/>
    <w:rsid w:val="000C611B"/>
    <w:rsid w:val="000C69AD"/>
    <w:rsid w:val="000C6A1C"/>
    <w:rsid w:val="000C7083"/>
    <w:rsid w:val="000C7C6C"/>
    <w:rsid w:val="000D05BF"/>
    <w:rsid w:val="000D0661"/>
    <w:rsid w:val="000D0DAA"/>
    <w:rsid w:val="000D0E9F"/>
    <w:rsid w:val="000D1C86"/>
    <w:rsid w:val="000D2305"/>
    <w:rsid w:val="000D23BE"/>
    <w:rsid w:val="000D3419"/>
    <w:rsid w:val="000D3582"/>
    <w:rsid w:val="000D372A"/>
    <w:rsid w:val="000D3ADF"/>
    <w:rsid w:val="000D47B0"/>
    <w:rsid w:val="000D4D4C"/>
    <w:rsid w:val="000D515D"/>
    <w:rsid w:val="000D5FBC"/>
    <w:rsid w:val="000D6187"/>
    <w:rsid w:val="000D68C8"/>
    <w:rsid w:val="000D6B9F"/>
    <w:rsid w:val="000D6C6F"/>
    <w:rsid w:val="000D6CAC"/>
    <w:rsid w:val="000D6E7E"/>
    <w:rsid w:val="000D7813"/>
    <w:rsid w:val="000D7C94"/>
    <w:rsid w:val="000D7FC3"/>
    <w:rsid w:val="000E051B"/>
    <w:rsid w:val="000E053E"/>
    <w:rsid w:val="000E112F"/>
    <w:rsid w:val="000E12FA"/>
    <w:rsid w:val="000E1333"/>
    <w:rsid w:val="000E174F"/>
    <w:rsid w:val="000E1E2E"/>
    <w:rsid w:val="000E22EF"/>
    <w:rsid w:val="000E344E"/>
    <w:rsid w:val="000E4157"/>
    <w:rsid w:val="000E4242"/>
    <w:rsid w:val="000E4D1D"/>
    <w:rsid w:val="000E4F49"/>
    <w:rsid w:val="000E50A6"/>
    <w:rsid w:val="000E54B3"/>
    <w:rsid w:val="000E54D5"/>
    <w:rsid w:val="000E5573"/>
    <w:rsid w:val="000E5701"/>
    <w:rsid w:val="000E57F3"/>
    <w:rsid w:val="000E5A05"/>
    <w:rsid w:val="000E5F38"/>
    <w:rsid w:val="000E5F85"/>
    <w:rsid w:val="000E6C2B"/>
    <w:rsid w:val="000E6D79"/>
    <w:rsid w:val="000F012E"/>
    <w:rsid w:val="000F055F"/>
    <w:rsid w:val="000F069B"/>
    <w:rsid w:val="000F0DE5"/>
    <w:rsid w:val="000F12B5"/>
    <w:rsid w:val="000F12D2"/>
    <w:rsid w:val="000F1491"/>
    <w:rsid w:val="000F14DE"/>
    <w:rsid w:val="000F1BDC"/>
    <w:rsid w:val="000F2B2E"/>
    <w:rsid w:val="000F2D91"/>
    <w:rsid w:val="000F328F"/>
    <w:rsid w:val="000F3D9A"/>
    <w:rsid w:val="000F3F8A"/>
    <w:rsid w:val="000F4037"/>
    <w:rsid w:val="000F4921"/>
    <w:rsid w:val="000F5411"/>
    <w:rsid w:val="000F577B"/>
    <w:rsid w:val="000F58CD"/>
    <w:rsid w:val="000F5BC6"/>
    <w:rsid w:val="000F5D83"/>
    <w:rsid w:val="000F62DE"/>
    <w:rsid w:val="000F6C80"/>
    <w:rsid w:val="000F6EAA"/>
    <w:rsid w:val="000F72E8"/>
    <w:rsid w:val="000F735F"/>
    <w:rsid w:val="000F7542"/>
    <w:rsid w:val="000F77D2"/>
    <w:rsid w:val="000F7920"/>
    <w:rsid w:val="000F7A12"/>
    <w:rsid w:val="00100C3A"/>
    <w:rsid w:val="00101619"/>
    <w:rsid w:val="00101AE7"/>
    <w:rsid w:val="00101B2B"/>
    <w:rsid w:val="001025D8"/>
    <w:rsid w:val="001025F9"/>
    <w:rsid w:val="0010291B"/>
    <w:rsid w:val="00102C61"/>
    <w:rsid w:val="00103A66"/>
    <w:rsid w:val="00104B1D"/>
    <w:rsid w:val="00105418"/>
    <w:rsid w:val="0010567A"/>
    <w:rsid w:val="0010621C"/>
    <w:rsid w:val="00106854"/>
    <w:rsid w:val="001101A9"/>
    <w:rsid w:val="0011048B"/>
    <w:rsid w:val="001104B9"/>
    <w:rsid w:val="0011105E"/>
    <w:rsid w:val="0011118A"/>
    <w:rsid w:val="00111B09"/>
    <w:rsid w:val="00111E8A"/>
    <w:rsid w:val="00112CB6"/>
    <w:rsid w:val="001132F5"/>
    <w:rsid w:val="001134D0"/>
    <w:rsid w:val="0011523C"/>
    <w:rsid w:val="0011734C"/>
    <w:rsid w:val="0011753B"/>
    <w:rsid w:val="00117AC6"/>
    <w:rsid w:val="00117C91"/>
    <w:rsid w:val="00120267"/>
    <w:rsid w:val="0012065B"/>
    <w:rsid w:val="00120BAB"/>
    <w:rsid w:val="00120CF0"/>
    <w:rsid w:val="00120E1A"/>
    <w:rsid w:val="00120E3D"/>
    <w:rsid w:val="0012158C"/>
    <w:rsid w:val="0012184F"/>
    <w:rsid w:val="001220B9"/>
    <w:rsid w:val="00122DB5"/>
    <w:rsid w:val="00123705"/>
    <w:rsid w:val="00124A11"/>
    <w:rsid w:val="00125167"/>
    <w:rsid w:val="0012588D"/>
    <w:rsid w:val="00125961"/>
    <w:rsid w:val="001265AB"/>
    <w:rsid w:val="00127507"/>
    <w:rsid w:val="00127563"/>
    <w:rsid w:val="001301BF"/>
    <w:rsid w:val="00130D9E"/>
    <w:rsid w:val="00131328"/>
    <w:rsid w:val="00131B95"/>
    <w:rsid w:val="00131FD4"/>
    <w:rsid w:val="00132349"/>
    <w:rsid w:val="0013283B"/>
    <w:rsid w:val="00132E22"/>
    <w:rsid w:val="0013417A"/>
    <w:rsid w:val="00134A5B"/>
    <w:rsid w:val="00134EBE"/>
    <w:rsid w:val="00135590"/>
    <w:rsid w:val="00137727"/>
    <w:rsid w:val="001400A1"/>
    <w:rsid w:val="00140502"/>
    <w:rsid w:val="00140C90"/>
    <w:rsid w:val="0014140D"/>
    <w:rsid w:val="0014162B"/>
    <w:rsid w:val="00142721"/>
    <w:rsid w:val="0014295C"/>
    <w:rsid w:val="00142A33"/>
    <w:rsid w:val="00142AD9"/>
    <w:rsid w:val="00143EA8"/>
    <w:rsid w:val="001448E6"/>
    <w:rsid w:val="00145637"/>
    <w:rsid w:val="001458E1"/>
    <w:rsid w:val="00145A74"/>
    <w:rsid w:val="00145EC3"/>
    <w:rsid w:val="00146504"/>
    <w:rsid w:val="001465B2"/>
    <w:rsid w:val="0014665B"/>
    <w:rsid w:val="00146725"/>
    <w:rsid w:val="0014686F"/>
    <w:rsid w:val="00147977"/>
    <w:rsid w:val="00147B5F"/>
    <w:rsid w:val="00147EC9"/>
    <w:rsid w:val="001509D8"/>
    <w:rsid w:val="00150FBA"/>
    <w:rsid w:val="0015183C"/>
    <w:rsid w:val="001518F0"/>
    <w:rsid w:val="00151A24"/>
    <w:rsid w:val="00151E83"/>
    <w:rsid w:val="001520DA"/>
    <w:rsid w:val="00153CA2"/>
    <w:rsid w:val="0015462D"/>
    <w:rsid w:val="0015518C"/>
    <w:rsid w:val="00155945"/>
    <w:rsid w:val="00155C9C"/>
    <w:rsid w:val="00156082"/>
    <w:rsid w:val="00156964"/>
    <w:rsid w:val="00157F07"/>
    <w:rsid w:val="00160400"/>
    <w:rsid w:val="001605B7"/>
    <w:rsid w:val="00160753"/>
    <w:rsid w:val="0016076F"/>
    <w:rsid w:val="00160E9B"/>
    <w:rsid w:val="00161501"/>
    <w:rsid w:val="00161A41"/>
    <w:rsid w:val="00162490"/>
    <w:rsid w:val="0016265E"/>
    <w:rsid w:val="001628CB"/>
    <w:rsid w:val="00162AF2"/>
    <w:rsid w:val="00163253"/>
    <w:rsid w:val="00163383"/>
    <w:rsid w:val="00163B7A"/>
    <w:rsid w:val="00164185"/>
    <w:rsid w:val="0016453B"/>
    <w:rsid w:val="001646ED"/>
    <w:rsid w:val="00164D8E"/>
    <w:rsid w:val="00165F50"/>
    <w:rsid w:val="00166369"/>
    <w:rsid w:val="0016672D"/>
    <w:rsid w:val="0016682E"/>
    <w:rsid w:val="00166E7C"/>
    <w:rsid w:val="00166EB2"/>
    <w:rsid w:val="00167A00"/>
    <w:rsid w:val="00167C0C"/>
    <w:rsid w:val="00170550"/>
    <w:rsid w:val="0017087C"/>
    <w:rsid w:val="00170EEF"/>
    <w:rsid w:val="0017102D"/>
    <w:rsid w:val="001714B3"/>
    <w:rsid w:val="00171552"/>
    <w:rsid w:val="0017157D"/>
    <w:rsid w:val="00172B77"/>
    <w:rsid w:val="00172DE9"/>
    <w:rsid w:val="001735A0"/>
    <w:rsid w:val="00173C56"/>
    <w:rsid w:val="00173DB7"/>
    <w:rsid w:val="00174BAE"/>
    <w:rsid w:val="00174EB6"/>
    <w:rsid w:val="00175246"/>
    <w:rsid w:val="00175533"/>
    <w:rsid w:val="00175610"/>
    <w:rsid w:val="001759BA"/>
    <w:rsid w:val="00176511"/>
    <w:rsid w:val="00176E07"/>
    <w:rsid w:val="00176EAA"/>
    <w:rsid w:val="001810ED"/>
    <w:rsid w:val="0018190F"/>
    <w:rsid w:val="001819BA"/>
    <w:rsid w:val="0018266A"/>
    <w:rsid w:val="00182D79"/>
    <w:rsid w:val="001833A3"/>
    <w:rsid w:val="001838E5"/>
    <w:rsid w:val="00184581"/>
    <w:rsid w:val="00184599"/>
    <w:rsid w:val="0018501E"/>
    <w:rsid w:val="00185076"/>
    <w:rsid w:val="001855C2"/>
    <w:rsid w:val="0018608D"/>
    <w:rsid w:val="00186107"/>
    <w:rsid w:val="001864DB"/>
    <w:rsid w:val="0018655B"/>
    <w:rsid w:val="001870CD"/>
    <w:rsid w:val="00187DF8"/>
    <w:rsid w:val="001909EE"/>
    <w:rsid w:val="00190EBA"/>
    <w:rsid w:val="00191568"/>
    <w:rsid w:val="00191AA0"/>
    <w:rsid w:val="00191E72"/>
    <w:rsid w:val="00192051"/>
    <w:rsid w:val="00192BF9"/>
    <w:rsid w:val="00193221"/>
    <w:rsid w:val="0019350F"/>
    <w:rsid w:val="00193644"/>
    <w:rsid w:val="00193CE7"/>
    <w:rsid w:val="001947D7"/>
    <w:rsid w:val="00195833"/>
    <w:rsid w:val="00195A14"/>
    <w:rsid w:val="00195E64"/>
    <w:rsid w:val="00196239"/>
    <w:rsid w:val="001962C6"/>
    <w:rsid w:val="001971FB"/>
    <w:rsid w:val="001974FA"/>
    <w:rsid w:val="001A01F1"/>
    <w:rsid w:val="001A02A9"/>
    <w:rsid w:val="001A0956"/>
    <w:rsid w:val="001A0AB6"/>
    <w:rsid w:val="001A0CC0"/>
    <w:rsid w:val="001A1EDD"/>
    <w:rsid w:val="001A3243"/>
    <w:rsid w:val="001A35B4"/>
    <w:rsid w:val="001A37E8"/>
    <w:rsid w:val="001A3CCB"/>
    <w:rsid w:val="001A3D42"/>
    <w:rsid w:val="001A41CF"/>
    <w:rsid w:val="001A4A52"/>
    <w:rsid w:val="001A4EAE"/>
    <w:rsid w:val="001A52CB"/>
    <w:rsid w:val="001A6B75"/>
    <w:rsid w:val="001A6E0A"/>
    <w:rsid w:val="001A6F3D"/>
    <w:rsid w:val="001A75B7"/>
    <w:rsid w:val="001B032A"/>
    <w:rsid w:val="001B0723"/>
    <w:rsid w:val="001B0801"/>
    <w:rsid w:val="001B0FED"/>
    <w:rsid w:val="001B0FF8"/>
    <w:rsid w:val="001B1177"/>
    <w:rsid w:val="001B135E"/>
    <w:rsid w:val="001B14EA"/>
    <w:rsid w:val="001B18FB"/>
    <w:rsid w:val="001B2805"/>
    <w:rsid w:val="001B31AD"/>
    <w:rsid w:val="001B33F6"/>
    <w:rsid w:val="001B386B"/>
    <w:rsid w:val="001B3911"/>
    <w:rsid w:val="001B3CC2"/>
    <w:rsid w:val="001B4C39"/>
    <w:rsid w:val="001B4F52"/>
    <w:rsid w:val="001B4FC2"/>
    <w:rsid w:val="001B55D8"/>
    <w:rsid w:val="001B5D78"/>
    <w:rsid w:val="001B610C"/>
    <w:rsid w:val="001B678A"/>
    <w:rsid w:val="001B67C9"/>
    <w:rsid w:val="001B6E7F"/>
    <w:rsid w:val="001B71AA"/>
    <w:rsid w:val="001B7806"/>
    <w:rsid w:val="001B7D77"/>
    <w:rsid w:val="001B7E10"/>
    <w:rsid w:val="001C09F6"/>
    <w:rsid w:val="001C0BAF"/>
    <w:rsid w:val="001C0EC6"/>
    <w:rsid w:val="001C120D"/>
    <w:rsid w:val="001C1B8C"/>
    <w:rsid w:val="001C1F75"/>
    <w:rsid w:val="001C2482"/>
    <w:rsid w:val="001C2740"/>
    <w:rsid w:val="001C28D5"/>
    <w:rsid w:val="001C35CE"/>
    <w:rsid w:val="001C3865"/>
    <w:rsid w:val="001C3D40"/>
    <w:rsid w:val="001C47B8"/>
    <w:rsid w:val="001C480E"/>
    <w:rsid w:val="001C4958"/>
    <w:rsid w:val="001C4987"/>
    <w:rsid w:val="001C5A9D"/>
    <w:rsid w:val="001C632F"/>
    <w:rsid w:val="001C6BC4"/>
    <w:rsid w:val="001C76B5"/>
    <w:rsid w:val="001D0992"/>
    <w:rsid w:val="001D1037"/>
    <w:rsid w:val="001D151C"/>
    <w:rsid w:val="001D1647"/>
    <w:rsid w:val="001D1A12"/>
    <w:rsid w:val="001D1C76"/>
    <w:rsid w:val="001D2C4D"/>
    <w:rsid w:val="001D2E26"/>
    <w:rsid w:val="001D323D"/>
    <w:rsid w:val="001D3454"/>
    <w:rsid w:val="001D35A7"/>
    <w:rsid w:val="001D35EC"/>
    <w:rsid w:val="001D3773"/>
    <w:rsid w:val="001D3ED3"/>
    <w:rsid w:val="001D46EE"/>
    <w:rsid w:val="001D4C60"/>
    <w:rsid w:val="001D4E48"/>
    <w:rsid w:val="001D4F5A"/>
    <w:rsid w:val="001D579C"/>
    <w:rsid w:val="001D5A6A"/>
    <w:rsid w:val="001D5C38"/>
    <w:rsid w:val="001D6FAF"/>
    <w:rsid w:val="001D7313"/>
    <w:rsid w:val="001D7369"/>
    <w:rsid w:val="001D7CD8"/>
    <w:rsid w:val="001D7D16"/>
    <w:rsid w:val="001D7EA1"/>
    <w:rsid w:val="001E06E0"/>
    <w:rsid w:val="001E0A75"/>
    <w:rsid w:val="001E0B85"/>
    <w:rsid w:val="001E0E26"/>
    <w:rsid w:val="001E1318"/>
    <w:rsid w:val="001E18C9"/>
    <w:rsid w:val="001E1E0A"/>
    <w:rsid w:val="001E1EC6"/>
    <w:rsid w:val="001E1EF0"/>
    <w:rsid w:val="001E2647"/>
    <w:rsid w:val="001E29B7"/>
    <w:rsid w:val="001E2AD8"/>
    <w:rsid w:val="001E34BF"/>
    <w:rsid w:val="001E3EA6"/>
    <w:rsid w:val="001E4045"/>
    <w:rsid w:val="001E4728"/>
    <w:rsid w:val="001E48E9"/>
    <w:rsid w:val="001E4D52"/>
    <w:rsid w:val="001E5258"/>
    <w:rsid w:val="001E5D28"/>
    <w:rsid w:val="001E66ED"/>
    <w:rsid w:val="001E692D"/>
    <w:rsid w:val="001E6A18"/>
    <w:rsid w:val="001E7619"/>
    <w:rsid w:val="001E7720"/>
    <w:rsid w:val="001E7F25"/>
    <w:rsid w:val="001F0A4F"/>
    <w:rsid w:val="001F2314"/>
    <w:rsid w:val="001F2A43"/>
    <w:rsid w:val="001F2A6B"/>
    <w:rsid w:val="001F2B69"/>
    <w:rsid w:val="001F2FDE"/>
    <w:rsid w:val="001F30BD"/>
    <w:rsid w:val="001F35BE"/>
    <w:rsid w:val="001F41CC"/>
    <w:rsid w:val="001F4E4F"/>
    <w:rsid w:val="001F5A0B"/>
    <w:rsid w:val="001F5DDA"/>
    <w:rsid w:val="001F6070"/>
    <w:rsid w:val="001F63CD"/>
    <w:rsid w:val="001F73FE"/>
    <w:rsid w:val="001F763B"/>
    <w:rsid w:val="00201320"/>
    <w:rsid w:val="0020285C"/>
    <w:rsid w:val="002028FD"/>
    <w:rsid w:val="00202E55"/>
    <w:rsid w:val="00202EC2"/>
    <w:rsid w:val="002033B2"/>
    <w:rsid w:val="0020484C"/>
    <w:rsid w:val="00204C30"/>
    <w:rsid w:val="00205395"/>
    <w:rsid w:val="00205D40"/>
    <w:rsid w:val="00205E94"/>
    <w:rsid w:val="00205FA7"/>
    <w:rsid w:val="00206185"/>
    <w:rsid w:val="00206502"/>
    <w:rsid w:val="00206B70"/>
    <w:rsid w:val="00210107"/>
    <w:rsid w:val="00210116"/>
    <w:rsid w:val="002101EB"/>
    <w:rsid w:val="002109A0"/>
    <w:rsid w:val="00210FCF"/>
    <w:rsid w:val="00211268"/>
    <w:rsid w:val="002118B8"/>
    <w:rsid w:val="002119BA"/>
    <w:rsid w:val="00211E7F"/>
    <w:rsid w:val="00212017"/>
    <w:rsid w:val="002122EE"/>
    <w:rsid w:val="00212DDA"/>
    <w:rsid w:val="00212F09"/>
    <w:rsid w:val="00213B1B"/>
    <w:rsid w:val="002149BE"/>
    <w:rsid w:val="00214C06"/>
    <w:rsid w:val="00215517"/>
    <w:rsid w:val="00216574"/>
    <w:rsid w:val="00216C44"/>
    <w:rsid w:val="00216D60"/>
    <w:rsid w:val="00216E6A"/>
    <w:rsid w:val="00217143"/>
    <w:rsid w:val="002179D3"/>
    <w:rsid w:val="00217A70"/>
    <w:rsid w:val="00220127"/>
    <w:rsid w:val="002201B5"/>
    <w:rsid w:val="00220699"/>
    <w:rsid w:val="00220988"/>
    <w:rsid w:val="00220EAF"/>
    <w:rsid w:val="002220B5"/>
    <w:rsid w:val="002228F6"/>
    <w:rsid w:val="00223622"/>
    <w:rsid w:val="002238C6"/>
    <w:rsid w:val="00223950"/>
    <w:rsid w:val="00223A7F"/>
    <w:rsid w:val="00224BB6"/>
    <w:rsid w:val="00225107"/>
    <w:rsid w:val="002251DE"/>
    <w:rsid w:val="002252B7"/>
    <w:rsid w:val="002254C5"/>
    <w:rsid w:val="002254CF"/>
    <w:rsid w:val="00225B4B"/>
    <w:rsid w:val="00225CE6"/>
    <w:rsid w:val="00225EB6"/>
    <w:rsid w:val="00226054"/>
    <w:rsid w:val="002260B7"/>
    <w:rsid w:val="00226106"/>
    <w:rsid w:val="0022620B"/>
    <w:rsid w:val="002262E2"/>
    <w:rsid w:val="002266CF"/>
    <w:rsid w:val="00226881"/>
    <w:rsid w:val="00226A80"/>
    <w:rsid w:val="00227763"/>
    <w:rsid w:val="002278A6"/>
    <w:rsid w:val="0022792E"/>
    <w:rsid w:val="002279E2"/>
    <w:rsid w:val="00227CBA"/>
    <w:rsid w:val="00227CC2"/>
    <w:rsid w:val="00227DA6"/>
    <w:rsid w:val="00227ED2"/>
    <w:rsid w:val="00230DE1"/>
    <w:rsid w:val="0023103D"/>
    <w:rsid w:val="00231086"/>
    <w:rsid w:val="00231CE3"/>
    <w:rsid w:val="00232094"/>
    <w:rsid w:val="00232AB4"/>
    <w:rsid w:val="00233353"/>
    <w:rsid w:val="00233536"/>
    <w:rsid w:val="00233A39"/>
    <w:rsid w:val="002346D8"/>
    <w:rsid w:val="0023492E"/>
    <w:rsid w:val="00234F50"/>
    <w:rsid w:val="0023557E"/>
    <w:rsid w:val="0023566E"/>
    <w:rsid w:val="00235711"/>
    <w:rsid w:val="00235819"/>
    <w:rsid w:val="002359A8"/>
    <w:rsid w:val="00235B34"/>
    <w:rsid w:val="00235D9E"/>
    <w:rsid w:val="0023607D"/>
    <w:rsid w:val="0023636F"/>
    <w:rsid w:val="002365DB"/>
    <w:rsid w:val="002365EF"/>
    <w:rsid w:val="002368F6"/>
    <w:rsid w:val="00236F58"/>
    <w:rsid w:val="0023700D"/>
    <w:rsid w:val="0023729F"/>
    <w:rsid w:val="002408AE"/>
    <w:rsid w:val="002412C5"/>
    <w:rsid w:val="0024158B"/>
    <w:rsid w:val="00242729"/>
    <w:rsid w:val="00243652"/>
    <w:rsid w:val="002444CE"/>
    <w:rsid w:val="00244AF8"/>
    <w:rsid w:val="002451DC"/>
    <w:rsid w:val="00246096"/>
    <w:rsid w:val="0024614D"/>
    <w:rsid w:val="002466E0"/>
    <w:rsid w:val="00246B4A"/>
    <w:rsid w:val="00246FC0"/>
    <w:rsid w:val="00246FC8"/>
    <w:rsid w:val="002470AD"/>
    <w:rsid w:val="002478E3"/>
    <w:rsid w:val="0024793E"/>
    <w:rsid w:val="00247BFE"/>
    <w:rsid w:val="00247F6D"/>
    <w:rsid w:val="002502BF"/>
    <w:rsid w:val="00250558"/>
    <w:rsid w:val="002507CD"/>
    <w:rsid w:val="002511BF"/>
    <w:rsid w:val="00251802"/>
    <w:rsid w:val="00251AF4"/>
    <w:rsid w:val="00251FE0"/>
    <w:rsid w:val="00252C7A"/>
    <w:rsid w:val="00252E35"/>
    <w:rsid w:val="0025358D"/>
    <w:rsid w:val="002537A6"/>
    <w:rsid w:val="0025417D"/>
    <w:rsid w:val="0025470A"/>
    <w:rsid w:val="0025470B"/>
    <w:rsid w:val="0025495D"/>
    <w:rsid w:val="00254DBF"/>
    <w:rsid w:val="002550CD"/>
    <w:rsid w:val="0025514A"/>
    <w:rsid w:val="002551F4"/>
    <w:rsid w:val="00256639"/>
    <w:rsid w:val="00256664"/>
    <w:rsid w:val="00256728"/>
    <w:rsid w:val="00256C34"/>
    <w:rsid w:val="00256C82"/>
    <w:rsid w:val="00256FC7"/>
    <w:rsid w:val="00256FFC"/>
    <w:rsid w:val="00257117"/>
    <w:rsid w:val="00257680"/>
    <w:rsid w:val="00257C34"/>
    <w:rsid w:val="002609D7"/>
    <w:rsid w:val="002617DB"/>
    <w:rsid w:val="00261973"/>
    <w:rsid w:val="002619BA"/>
    <w:rsid w:val="00263013"/>
    <w:rsid w:val="00263799"/>
    <w:rsid w:val="002638B3"/>
    <w:rsid w:val="002639B9"/>
    <w:rsid w:val="00263B40"/>
    <w:rsid w:val="00263CB3"/>
    <w:rsid w:val="00263D92"/>
    <w:rsid w:val="00263EA0"/>
    <w:rsid w:val="00263F3E"/>
    <w:rsid w:val="00264308"/>
    <w:rsid w:val="00264318"/>
    <w:rsid w:val="002647DD"/>
    <w:rsid w:val="00265017"/>
    <w:rsid w:val="00265928"/>
    <w:rsid w:val="00265DEF"/>
    <w:rsid w:val="00266316"/>
    <w:rsid w:val="00266594"/>
    <w:rsid w:val="00266980"/>
    <w:rsid w:val="002671E3"/>
    <w:rsid w:val="00267DB7"/>
    <w:rsid w:val="002705A2"/>
    <w:rsid w:val="00270A73"/>
    <w:rsid w:val="00270D27"/>
    <w:rsid w:val="00270E14"/>
    <w:rsid w:val="0027149C"/>
    <w:rsid w:val="002719C1"/>
    <w:rsid w:val="00271A88"/>
    <w:rsid w:val="0027254C"/>
    <w:rsid w:val="00272784"/>
    <w:rsid w:val="002732D4"/>
    <w:rsid w:val="00273B80"/>
    <w:rsid w:val="00274E94"/>
    <w:rsid w:val="002750A1"/>
    <w:rsid w:val="00275279"/>
    <w:rsid w:val="00275361"/>
    <w:rsid w:val="002756FC"/>
    <w:rsid w:val="00275CD6"/>
    <w:rsid w:val="0027612A"/>
    <w:rsid w:val="00276EFE"/>
    <w:rsid w:val="00277067"/>
    <w:rsid w:val="00277263"/>
    <w:rsid w:val="002774AD"/>
    <w:rsid w:val="002777E9"/>
    <w:rsid w:val="002779C8"/>
    <w:rsid w:val="00280C9E"/>
    <w:rsid w:val="00280D5D"/>
    <w:rsid w:val="0028137A"/>
    <w:rsid w:val="00281D86"/>
    <w:rsid w:val="00281D96"/>
    <w:rsid w:val="00282743"/>
    <w:rsid w:val="00282827"/>
    <w:rsid w:val="00282DF4"/>
    <w:rsid w:val="0028378E"/>
    <w:rsid w:val="00283DDC"/>
    <w:rsid w:val="00283EB0"/>
    <w:rsid w:val="00283ED6"/>
    <w:rsid w:val="002841C4"/>
    <w:rsid w:val="00284361"/>
    <w:rsid w:val="00285334"/>
    <w:rsid w:val="00285397"/>
    <w:rsid w:val="00285E3A"/>
    <w:rsid w:val="002869E2"/>
    <w:rsid w:val="00286CE9"/>
    <w:rsid w:val="00286CEA"/>
    <w:rsid w:val="00287EC4"/>
    <w:rsid w:val="00287EC9"/>
    <w:rsid w:val="00290290"/>
    <w:rsid w:val="002903EF"/>
    <w:rsid w:val="002911AE"/>
    <w:rsid w:val="002921B2"/>
    <w:rsid w:val="00292BEA"/>
    <w:rsid w:val="00292D79"/>
    <w:rsid w:val="00293054"/>
    <w:rsid w:val="00293116"/>
    <w:rsid w:val="00293BE7"/>
    <w:rsid w:val="00294D6B"/>
    <w:rsid w:val="0029547C"/>
    <w:rsid w:val="002955E4"/>
    <w:rsid w:val="002959F1"/>
    <w:rsid w:val="00296390"/>
    <w:rsid w:val="00297051"/>
    <w:rsid w:val="00297C05"/>
    <w:rsid w:val="00297FCB"/>
    <w:rsid w:val="002A00E7"/>
    <w:rsid w:val="002A0281"/>
    <w:rsid w:val="002A0BC2"/>
    <w:rsid w:val="002A1039"/>
    <w:rsid w:val="002A16F2"/>
    <w:rsid w:val="002A2025"/>
    <w:rsid w:val="002A24FE"/>
    <w:rsid w:val="002A26B1"/>
    <w:rsid w:val="002A3596"/>
    <w:rsid w:val="002A3A95"/>
    <w:rsid w:val="002A42A5"/>
    <w:rsid w:val="002A4678"/>
    <w:rsid w:val="002A473E"/>
    <w:rsid w:val="002A496B"/>
    <w:rsid w:val="002A4ED8"/>
    <w:rsid w:val="002A528B"/>
    <w:rsid w:val="002A61FE"/>
    <w:rsid w:val="002A6528"/>
    <w:rsid w:val="002A7206"/>
    <w:rsid w:val="002A7C19"/>
    <w:rsid w:val="002B0E0C"/>
    <w:rsid w:val="002B134B"/>
    <w:rsid w:val="002B1C20"/>
    <w:rsid w:val="002B29D0"/>
    <w:rsid w:val="002B3B08"/>
    <w:rsid w:val="002B3DB5"/>
    <w:rsid w:val="002B3FAB"/>
    <w:rsid w:val="002B42B7"/>
    <w:rsid w:val="002B4A27"/>
    <w:rsid w:val="002B4AA9"/>
    <w:rsid w:val="002B4F64"/>
    <w:rsid w:val="002B5602"/>
    <w:rsid w:val="002B5AC3"/>
    <w:rsid w:val="002B5E78"/>
    <w:rsid w:val="002B6827"/>
    <w:rsid w:val="002B6FE0"/>
    <w:rsid w:val="002B7482"/>
    <w:rsid w:val="002B7DED"/>
    <w:rsid w:val="002B7FD7"/>
    <w:rsid w:val="002C072A"/>
    <w:rsid w:val="002C11AD"/>
    <w:rsid w:val="002C1365"/>
    <w:rsid w:val="002C1648"/>
    <w:rsid w:val="002C1AC0"/>
    <w:rsid w:val="002C1AFF"/>
    <w:rsid w:val="002C2119"/>
    <w:rsid w:val="002C28F9"/>
    <w:rsid w:val="002C3D86"/>
    <w:rsid w:val="002C4BDE"/>
    <w:rsid w:val="002C5172"/>
    <w:rsid w:val="002C5A32"/>
    <w:rsid w:val="002C6059"/>
    <w:rsid w:val="002C64A8"/>
    <w:rsid w:val="002C7099"/>
    <w:rsid w:val="002C7ADE"/>
    <w:rsid w:val="002D0146"/>
    <w:rsid w:val="002D25CA"/>
    <w:rsid w:val="002D25D6"/>
    <w:rsid w:val="002D2797"/>
    <w:rsid w:val="002D3716"/>
    <w:rsid w:val="002D3BBB"/>
    <w:rsid w:val="002D3C09"/>
    <w:rsid w:val="002D3FFF"/>
    <w:rsid w:val="002D4125"/>
    <w:rsid w:val="002D4946"/>
    <w:rsid w:val="002D4D12"/>
    <w:rsid w:val="002D5067"/>
    <w:rsid w:val="002D5C9E"/>
    <w:rsid w:val="002D6057"/>
    <w:rsid w:val="002D6B24"/>
    <w:rsid w:val="002D7855"/>
    <w:rsid w:val="002D7B37"/>
    <w:rsid w:val="002E019F"/>
    <w:rsid w:val="002E0CF8"/>
    <w:rsid w:val="002E0E38"/>
    <w:rsid w:val="002E12AC"/>
    <w:rsid w:val="002E18A9"/>
    <w:rsid w:val="002E1B6B"/>
    <w:rsid w:val="002E1F16"/>
    <w:rsid w:val="002E2104"/>
    <w:rsid w:val="002E2517"/>
    <w:rsid w:val="002E2567"/>
    <w:rsid w:val="002E26A4"/>
    <w:rsid w:val="002E291E"/>
    <w:rsid w:val="002E340C"/>
    <w:rsid w:val="002E3524"/>
    <w:rsid w:val="002E3A02"/>
    <w:rsid w:val="002E54F2"/>
    <w:rsid w:val="002E56CC"/>
    <w:rsid w:val="002E5B20"/>
    <w:rsid w:val="002E5CD2"/>
    <w:rsid w:val="002E6149"/>
    <w:rsid w:val="002E6707"/>
    <w:rsid w:val="002E6DF0"/>
    <w:rsid w:val="002E710A"/>
    <w:rsid w:val="002E784E"/>
    <w:rsid w:val="002E7867"/>
    <w:rsid w:val="002E7CAF"/>
    <w:rsid w:val="002F03B6"/>
    <w:rsid w:val="002F0715"/>
    <w:rsid w:val="002F076C"/>
    <w:rsid w:val="002F0879"/>
    <w:rsid w:val="002F092C"/>
    <w:rsid w:val="002F1073"/>
    <w:rsid w:val="002F2143"/>
    <w:rsid w:val="002F3244"/>
    <w:rsid w:val="002F3664"/>
    <w:rsid w:val="002F36C1"/>
    <w:rsid w:val="002F3A07"/>
    <w:rsid w:val="002F3A4C"/>
    <w:rsid w:val="002F3EB9"/>
    <w:rsid w:val="002F3EF2"/>
    <w:rsid w:val="002F4794"/>
    <w:rsid w:val="002F4E42"/>
    <w:rsid w:val="002F4F90"/>
    <w:rsid w:val="002F5078"/>
    <w:rsid w:val="002F6A0B"/>
    <w:rsid w:val="002F7006"/>
    <w:rsid w:val="002F7476"/>
    <w:rsid w:val="002F7639"/>
    <w:rsid w:val="002F7AD3"/>
    <w:rsid w:val="002F7F07"/>
    <w:rsid w:val="00300725"/>
    <w:rsid w:val="003013C2"/>
    <w:rsid w:val="0030157F"/>
    <w:rsid w:val="00301C48"/>
    <w:rsid w:val="00302146"/>
    <w:rsid w:val="003027DA"/>
    <w:rsid w:val="003036C8"/>
    <w:rsid w:val="0030469F"/>
    <w:rsid w:val="00304DB5"/>
    <w:rsid w:val="00306778"/>
    <w:rsid w:val="00306A40"/>
    <w:rsid w:val="0030737C"/>
    <w:rsid w:val="0031012D"/>
    <w:rsid w:val="0031025B"/>
    <w:rsid w:val="0031037F"/>
    <w:rsid w:val="00310A8F"/>
    <w:rsid w:val="00310DBF"/>
    <w:rsid w:val="003110F0"/>
    <w:rsid w:val="00311293"/>
    <w:rsid w:val="00311B0B"/>
    <w:rsid w:val="00311B5F"/>
    <w:rsid w:val="00311C5F"/>
    <w:rsid w:val="00311CF6"/>
    <w:rsid w:val="00311EB5"/>
    <w:rsid w:val="00312007"/>
    <w:rsid w:val="0031221C"/>
    <w:rsid w:val="0031279B"/>
    <w:rsid w:val="00312834"/>
    <w:rsid w:val="0031285C"/>
    <w:rsid w:val="003130EE"/>
    <w:rsid w:val="003132AA"/>
    <w:rsid w:val="00313918"/>
    <w:rsid w:val="00314BE0"/>
    <w:rsid w:val="00314F07"/>
    <w:rsid w:val="00314F28"/>
    <w:rsid w:val="00315250"/>
    <w:rsid w:val="0031546B"/>
    <w:rsid w:val="00315545"/>
    <w:rsid w:val="003157AA"/>
    <w:rsid w:val="00315A6F"/>
    <w:rsid w:val="003162F8"/>
    <w:rsid w:val="00316776"/>
    <w:rsid w:val="00316C55"/>
    <w:rsid w:val="00316DF8"/>
    <w:rsid w:val="003170C1"/>
    <w:rsid w:val="003177BE"/>
    <w:rsid w:val="003179FE"/>
    <w:rsid w:val="00317AEA"/>
    <w:rsid w:val="00320923"/>
    <w:rsid w:val="00320D12"/>
    <w:rsid w:val="0032168A"/>
    <w:rsid w:val="003217C5"/>
    <w:rsid w:val="00321E4D"/>
    <w:rsid w:val="003220BB"/>
    <w:rsid w:val="00322E71"/>
    <w:rsid w:val="00322F73"/>
    <w:rsid w:val="003237C0"/>
    <w:rsid w:val="00323832"/>
    <w:rsid w:val="00323F82"/>
    <w:rsid w:val="00324774"/>
    <w:rsid w:val="00325025"/>
    <w:rsid w:val="00325866"/>
    <w:rsid w:val="00325FED"/>
    <w:rsid w:val="003263BA"/>
    <w:rsid w:val="00326C20"/>
    <w:rsid w:val="00326E9E"/>
    <w:rsid w:val="003279F1"/>
    <w:rsid w:val="00327A00"/>
    <w:rsid w:val="00327BC0"/>
    <w:rsid w:val="003304E2"/>
    <w:rsid w:val="00330500"/>
    <w:rsid w:val="00330782"/>
    <w:rsid w:val="003307B2"/>
    <w:rsid w:val="003307CF"/>
    <w:rsid w:val="00330BAD"/>
    <w:rsid w:val="00331DBA"/>
    <w:rsid w:val="00331DFA"/>
    <w:rsid w:val="00332567"/>
    <w:rsid w:val="003329DB"/>
    <w:rsid w:val="0033339C"/>
    <w:rsid w:val="00333608"/>
    <w:rsid w:val="00333721"/>
    <w:rsid w:val="00333BF7"/>
    <w:rsid w:val="00334F6B"/>
    <w:rsid w:val="00335025"/>
    <w:rsid w:val="00335B8B"/>
    <w:rsid w:val="00335FFC"/>
    <w:rsid w:val="0033645B"/>
    <w:rsid w:val="003372E3"/>
    <w:rsid w:val="0034015D"/>
    <w:rsid w:val="00340BCF"/>
    <w:rsid w:val="00340C08"/>
    <w:rsid w:val="0034186F"/>
    <w:rsid w:val="00341D03"/>
    <w:rsid w:val="00341D85"/>
    <w:rsid w:val="003423FE"/>
    <w:rsid w:val="0034292A"/>
    <w:rsid w:val="00342EA1"/>
    <w:rsid w:val="0034322A"/>
    <w:rsid w:val="003434F3"/>
    <w:rsid w:val="003441CA"/>
    <w:rsid w:val="0034427B"/>
    <w:rsid w:val="00344357"/>
    <w:rsid w:val="00344504"/>
    <w:rsid w:val="00344783"/>
    <w:rsid w:val="003447E6"/>
    <w:rsid w:val="00344A93"/>
    <w:rsid w:val="00344EC0"/>
    <w:rsid w:val="00344EFD"/>
    <w:rsid w:val="003450FE"/>
    <w:rsid w:val="003451F5"/>
    <w:rsid w:val="00345272"/>
    <w:rsid w:val="003456A1"/>
    <w:rsid w:val="00345D07"/>
    <w:rsid w:val="0034646C"/>
    <w:rsid w:val="00346D12"/>
    <w:rsid w:val="0035061B"/>
    <w:rsid w:val="003516E0"/>
    <w:rsid w:val="0035186D"/>
    <w:rsid w:val="00351C89"/>
    <w:rsid w:val="00351EA9"/>
    <w:rsid w:val="00352AA1"/>
    <w:rsid w:val="00352EFF"/>
    <w:rsid w:val="0035328D"/>
    <w:rsid w:val="00353AF1"/>
    <w:rsid w:val="00353CD5"/>
    <w:rsid w:val="00353DAC"/>
    <w:rsid w:val="00353E38"/>
    <w:rsid w:val="00354A8A"/>
    <w:rsid w:val="00354C08"/>
    <w:rsid w:val="00354C1B"/>
    <w:rsid w:val="0035500B"/>
    <w:rsid w:val="0035549F"/>
    <w:rsid w:val="003556CC"/>
    <w:rsid w:val="00355870"/>
    <w:rsid w:val="00355D43"/>
    <w:rsid w:val="003560EE"/>
    <w:rsid w:val="00356D2A"/>
    <w:rsid w:val="00357895"/>
    <w:rsid w:val="00357A2E"/>
    <w:rsid w:val="003602F2"/>
    <w:rsid w:val="003609BF"/>
    <w:rsid w:val="00360F88"/>
    <w:rsid w:val="00361AAE"/>
    <w:rsid w:val="00361C7E"/>
    <w:rsid w:val="00361DB0"/>
    <w:rsid w:val="00361F62"/>
    <w:rsid w:val="003621BF"/>
    <w:rsid w:val="00362827"/>
    <w:rsid w:val="00362D7F"/>
    <w:rsid w:val="00363E99"/>
    <w:rsid w:val="0036498A"/>
    <w:rsid w:val="00365A31"/>
    <w:rsid w:val="00365E68"/>
    <w:rsid w:val="0036631E"/>
    <w:rsid w:val="00366CDD"/>
    <w:rsid w:val="00366D8B"/>
    <w:rsid w:val="00366E90"/>
    <w:rsid w:val="00367B70"/>
    <w:rsid w:val="00367CA7"/>
    <w:rsid w:val="00370261"/>
    <w:rsid w:val="00370602"/>
    <w:rsid w:val="00370752"/>
    <w:rsid w:val="003708D0"/>
    <w:rsid w:val="00370FCB"/>
    <w:rsid w:val="00370FF6"/>
    <w:rsid w:val="0037151C"/>
    <w:rsid w:val="00371BBE"/>
    <w:rsid w:val="00372E9D"/>
    <w:rsid w:val="00372FEF"/>
    <w:rsid w:val="00373033"/>
    <w:rsid w:val="003730E7"/>
    <w:rsid w:val="003733E4"/>
    <w:rsid w:val="00373F0A"/>
    <w:rsid w:val="003741DE"/>
    <w:rsid w:val="003748D5"/>
    <w:rsid w:val="00374A7B"/>
    <w:rsid w:val="00374B5B"/>
    <w:rsid w:val="00374EB7"/>
    <w:rsid w:val="00374F31"/>
    <w:rsid w:val="00375172"/>
    <w:rsid w:val="00375617"/>
    <w:rsid w:val="00375A9A"/>
    <w:rsid w:val="00375C3A"/>
    <w:rsid w:val="00376447"/>
    <w:rsid w:val="0037654B"/>
    <w:rsid w:val="0037695D"/>
    <w:rsid w:val="003769B3"/>
    <w:rsid w:val="00376CD2"/>
    <w:rsid w:val="003770A9"/>
    <w:rsid w:val="003776EF"/>
    <w:rsid w:val="00377BF8"/>
    <w:rsid w:val="00377C81"/>
    <w:rsid w:val="00377E66"/>
    <w:rsid w:val="003801D6"/>
    <w:rsid w:val="00380CDA"/>
    <w:rsid w:val="00381B90"/>
    <w:rsid w:val="00381B9B"/>
    <w:rsid w:val="00382019"/>
    <w:rsid w:val="00382ACB"/>
    <w:rsid w:val="00382E17"/>
    <w:rsid w:val="00382E67"/>
    <w:rsid w:val="00383001"/>
    <w:rsid w:val="0038309B"/>
    <w:rsid w:val="00383720"/>
    <w:rsid w:val="00383DC8"/>
    <w:rsid w:val="003844A8"/>
    <w:rsid w:val="00384B87"/>
    <w:rsid w:val="00384F6F"/>
    <w:rsid w:val="003855A5"/>
    <w:rsid w:val="00385873"/>
    <w:rsid w:val="00385E92"/>
    <w:rsid w:val="00385F39"/>
    <w:rsid w:val="003869EC"/>
    <w:rsid w:val="00386D89"/>
    <w:rsid w:val="003877A0"/>
    <w:rsid w:val="00387B85"/>
    <w:rsid w:val="00391184"/>
    <w:rsid w:val="00392925"/>
    <w:rsid w:val="0039379D"/>
    <w:rsid w:val="003939EB"/>
    <w:rsid w:val="00394055"/>
    <w:rsid w:val="0039549B"/>
    <w:rsid w:val="003957DE"/>
    <w:rsid w:val="003960D5"/>
    <w:rsid w:val="003967AC"/>
    <w:rsid w:val="003968F6"/>
    <w:rsid w:val="003968FA"/>
    <w:rsid w:val="00397230"/>
    <w:rsid w:val="0039744D"/>
    <w:rsid w:val="003977F7"/>
    <w:rsid w:val="003979CD"/>
    <w:rsid w:val="003A03F1"/>
    <w:rsid w:val="003A0F98"/>
    <w:rsid w:val="003A1158"/>
    <w:rsid w:val="003A13F7"/>
    <w:rsid w:val="003A15CC"/>
    <w:rsid w:val="003A1679"/>
    <w:rsid w:val="003A2604"/>
    <w:rsid w:val="003A2883"/>
    <w:rsid w:val="003A2EE9"/>
    <w:rsid w:val="003A317B"/>
    <w:rsid w:val="003A3229"/>
    <w:rsid w:val="003A38C8"/>
    <w:rsid w:val="003A4748"/>
    <w:rsid w:val="003A478F"/>
    <w:rsid w:val="003A4E43"/>
    <w:rsid w:val="003A5869"/>
    <w:rsid w:val="003A60D7"/>
    <w:rsid w:val="003A6911"/>
    <w:rsid w:val="003A6A06"/>
    <w:rsid w:val="003A6C47"/>
    <w:rsid w:val="003A6D22"/>
    <w:rsid w:val="003A6D49"/>
    <w:rsid w:val="003B00BF"/>
    <w:rsid w:val="003B112F"/>
    <w:rsid w:val="003B120B"/>
    <w:rsid w:val="003B2C43"/>
    <w:rsid w:val="003B2EC9"/>
    <w:rsid w:val="003B2EE4"/>
    <w:rsid w:val="003B3717"/>
    <w:rsid w:val="003B4515"/>
    <w:rsid w:val="003B4A37"/>
    <w:rsid w:val="003B509D"/>
    <w:rsid w:val="003B5FB4"/>
    <w:rsid w:val="003B607C"/>
    <w:rsid w:val="003B62E6"/>
    <w:rsid w:val="003B62EC"/>
    <w:rsid w:val="003B66B8"/>
    <w:rsid w:val="003B6938"/>
    <w:rsid w:val="003B6C72"/>
    <w:rsid w:val="003B6FCA"/>
    <w:rsid w:val="003B767F"/>
    <w:rsid w:val="003B78B1"/>
    <w:rsid w:val="003C0A83"/>
    <w:rsid w:val="003C0D80"/>
    <w:rsid w:val="003C135C"/>
    <w:rsid w:val="003C17D8"/>
    <w:rsid w:val="003C1D72"/>
    <w:rsid w:val="003C316E"/>
    <w:rsid w:val="003C372B"/>
    <w:rsid w:val="003C3B83"/>
    <w:rsid w:val="003C3EFD"/>
    <w:rsid w:val="003C403F"/>
    <w:rsid w:val="003C42CC"/>
    <w:rsid w:val="003C446B"/>
    <w:rsid w:val="003C4D98"/>
    <w:rsid w:val="003C5B4B"/>
    <w:rsid w:val="003C5DA0"/>
    <w:rsid w:val="003C6387"/>
    <w:rsid w:val="003C7249"/>
    <w:rsid w:val="003C73F3"/>
    <w:rsid w:val="003D1D2C"/>
    <w:rsid w:val="003D2683"/>
    <w:rsid w:val="003D27BE"/>
    <w:rsid w:val="003D2F76"/>
    <w:rsid w:val="003D3425"/>
    <w:rsid w:val="003D3476"/>
    <w:rsid w:val="003D391F"/>
    <w:rsid w:val="003D4162"/>
    <w:rsid w:val="003D44C2"/>
    <w:rsid w:val="003D45D9"/>
    <w:rsid w:val="003D45E8"/>
    <w:rsid w:val="003D46F1"/>
    <w:rsid w:val="003D47F6"/>
    <w:rsid w:val="003D54E5"/>
    <w:rsid w:val="003D604C"/>
    <w:rsid w:val="003D62E1"/>
    <w:rsid w:val="003D7928"/>
    <w:rsid w:val="003D7B8B"/>
    <w:rsid w:val="003E044D"/>
    <w:rsid w:val="003E08B0"/>
    <w:rsid w:val="003E0A4B"/>
    <w:rsid w:val="003E0B15"/>
    <w:rsid w:val="003E0C49"/>
    <w:rsid w:val="003E1130"/>
    <w:rsid w:val="003E1DB1"/>
    <w:rsid w:val="003E1DFF"/>
    <w:rsid w:val="003E2272"/>
    <w:rsid w:val="003E2275"/>
    <w:rsid w:val="003E2844"/>
    <w:rsid w:val="003E2862"/>
    <w:rsid w:val="003E303C"/>
    <w:rsid w:val="003E32F9"/>
    <w:rsid w:val="003E3E25"/>
    <w:rsid w:val="003E4605"/>
    <w:rsid w:val="003E4661"/>
    <w:rsid w:val="003E46D8"/>
    <w:rsid w:val="003E48C1"/>
    <w:rsid w:val="003E4B36"/>
    <w:rsid w:val="003E4F7D"/>
    <w:rsid w:val="003E510E"/>
    <w:rsid w:val="003E51B4"/>
    <w:rsid w:val="003E53B6"/>
    <w:rsid w:val="003E53CC"/>
    <w:rsid w:val="003E571E"/>
    <w:rsid w:val="003E618A"/>
    <w:rsid w:val="003E7013"/>
    <w:rsid w:val="003E7227"/>
    <w:rsid w:val="003E728B"/>
    <w:rsid w:val="003E7538"/>
    <w:rsid w:val="003E7A77"/>
    <w:rsid w:val="003E7B0E"/>
    <w:rsid w:val="003E7D89"/>
    <w:rsid w:val="003F04F3"/>
    <w:rsid w:val="003F12AE"/>
    <w:rsid w:val="003F1431"/>
    <w:rsid w:val="003F1A57"/>
    <w:rsid w:val="003F345E"/>
    <w:rsid w:val="003F371B"/>
    <w:rsid w:val="003F388D"/>
    <w:rsid w:val="003F3DD4"/>
    <w:rsid w:val="003F3FCC"/>
    <w:rsid w:val="003F459F"/>
    <w:rsid w:val="003F4DF8"/>
    <w:rsid w:val="003F55E2"/>
    <w:rsid w:val="003F6FAA"/>
    <w:rsid w:val="003F7B1B"/>
    <w:rsid w:val="004003F0"/>
    <w:rsid w:val="0040067C"/>
    <w:rsid w:val="00400AD2"/>
    <w:rsid w:val="004017FE"/>
    <w:rsid w:val="00401B27"/>
    <w:rsid w:val="00402830"/>
    <w:rsid w:val="00402A9B"/>
    <w:rsid w:val="00402AA0"/>
    <w:rsid w:val="00402B89"/>
    <w:rsid w:val="00402D9C"/>
    <w:rsid w:val="00403763"/>
    <w:rsid w:val="00403905"/>
    <w:rsid w:val="00403F45"/>
    <w:rsid w:val="00403F6E"/>
    <w:rsid w:val="0040461F"/>
    <w:rsid w:val="00404F6F"/>
    <w:rsid w:val="00404FB4"/>
    <w:rsid w:val="0040515E"/>
    <w:rsid w:val="0040579B"/>
    <w:rsid w:val="004060E5"/>
    <w:rsid w:val="00406CBB"/>
    <w:rsid w:val="00406F71"/>
    <w:rsid w:val="00407103"/>
    <w:rsid w:val="00407BF4"/>
    <w:rsid w:val="00407D74"/>
    <w:rsid w:val="00407FAF"/>
    <w:rsid w:val="0041003C"/>
    <w:rsid w:val="00410BC0"/>
    <w:rsid w:val="00410E0B"/>
    <w:rsid w:val="004116D1"/>
    <w:rsid w:val="004126C0"/>
    <w:rsid w:val="004126CB"/>
    <w:rsid w:val="00412D69"/>
    <w:rsid w:val="004134AF"/>
    <w:rsid w:val="004135EB"/>
    <w:rsid w:val="00413630"/>
    <w:rsid w:val="00414D23"/>
    <w:rsid w:val="004150B4"/>
    <w:rsid w:val="00415B21"/>
    <w:rsid w:val="004162E9"/>
    <w:rsid w:val="0041673A"/>
    <w:rsid w:val="00416961"/>
    <w:rsid w:val="004170FD"/>
    <w:rsid w:val="00417623"/>
    <w:rsid w:val="00417F7C"/>
    <w:rsid w:val="00420981"/>
    <w:rsid w:val="00420B62"/>
    <w:rsid w:val="00420E73"/>
    <w:rsid w:val="00421229"/>
    <w:rsid w:val="00421AD7"/>
    <w:rsid w:val="00421B63"/>
    <w:rsid w:val="00421E76"/>
    <w:rsid w:val="00421FA9"/>
    <w:rsid w:val="00422010"/>
    <w:rsid w:val="0042273B"/>
    <w:rsid w:val="0042334B"/>
    <w:rsid w:val="0042334D"/>
    <w:rsid w:val="004235D4"/>
    <w:rsid w:val="004237FF"/>
    <w:rsid w:val="00423847"/>
    <w:rsid w:val="00423C78"/>
    <w:rsid w:val="00424652"/>
    <w:rsid w:val="004254E7"/>
    <w:rsid w:val="004261E6"/>
    <w:rsid w:val="00426FD3"/>
    <w:rsid w:val="00426FF6"/>
    <w:rsid w:val="004270C2"/>
    <w:rsid w:val="004271AD"/>
    <w:rsid w:val="00427558"/>
    <w:rsid w:val="00427BAD"/>
    <w:rsid w:val="00427C49"/>
    <w:rsid w:val="00427CC9"/>
    <w:rsid w:val="00427FF1"/>
    <w:rsid w:val="00430E35"/>
    <w:rsid w:val="004311C0"/>
    <w:rsid w:val="004315D2"/>
    <w:rsid w:val="00431F5A"/>
    <w:rsid w:val="00432038"/>
    <w:rsid w:val="0043240B"/>
    <w:rsid w:val="00432492"/>
    <w:rsid w:val="004325F7"/>
    <w:rsid w:val="00432888"/>
    <w:rsid w:val="00432C6C"/>
    <w:rsid w:val="004334C1"/>
    <w:rsid w:val="004336B1"/>
    <w:rsid w:val="004339BC"/>
    <w:rsid w:val="00433D70"/>
    <w:rsid w:val="00433EEA"/>
    <w:rsid w:val="00434639"/>
    <w:rsid w:val="004353F2"/>
    <w:rsid w:val="0043572E"/>
    <w:rsid w:val="00435955"/>
    <w:rsid w:val="0043599B"/>
    <w:rsid w:val="004361EA"/>
    <w:rsid w:val="00436320"/>
    <w:rsid w:val="00436622"/>
    <w:rsid w:val="004379FC"/>
    <w:rsid w:val="00437A33"/>
    <w:rsid w:val="0044005E"/>
    <w:rsid w:val="00440629"/>
    <w:rsid w:val="0044098F"/>
    <w:rsid w:val="00440CCF"/>
    <w:rsid w:val="00440EE6"/>
    <w:rsid w:val="00440F57"/>
    <w:rsid w:val="0044119D"/>
    <w:rsid w:val="00441E95"/>
    <w:rsid w:val="00442973"/>
    <w:rsid w:val="004432E5"/>
    <w:rsid w:val="004437C4"/>
    <w:rsid w:val="00443A14"/>
    <w:rsid w:val="00444C15"/>
    <w:rsid w:val="00444E34"/>
    <w:rsid w:val="00445BF6"/>
    <w:rsid w:val="00445E2C"/>
    <w:rsid w:val="00446058"/>
    <w:rsid w:val="004464EF"/>
    <w:rsid w:val="004469EB"/>
    <w:rsid w:val="00446D6F"/>
    <w:rsid w:val="00447532"/>
    <w:rsid w:val="00447ACC"/>
    <w:rsid w:val="00447BAF"/>
    <w:rsid w:val="00447FD7"/>
    <w:rsid w:val="004505A9"/>
    <w:rsid w:val="00450B39"/>
    <w:rsid w:val="00450E51"/>
    <w:rsid w:val="00451EFC"/>
    <w:rsid w:val="00452439"/>
    <w:rsid w:val="0045283B"/>
    <w:rsid w:val="00452BAC"/>
    <w:rsid w:val="00452E67"/>
    <w:rsid w:val="00452ECE"/>
    <w:rsid w:val="004535A8"/>
    <w:rsid w:val="004537FD"/>
    <w:rsid w:val="00454057"/>
    <w:rsid w:val="004544A5"/>
    <w:rsid w:val="00454FCC"/>
    <w:rsid w:val="004550C4"/>
    <w:rsid w:val="0045531A"/>
    <w:rsid w:val="00455C5A"/>
    <w:rsid w:val="00455C6B"/>
    <w:rsid w:val="00455D80"/>
    <w:rsid w:val="00456157"/>
    <w:rsid w:val="00456A34"/>
    <w:rsid w:val="00456F4F"/>
    <w:rsid w:val="0045775B"/>
    <w:rsid w:val="00457B1B"/>
    <w:rsid w:val="004601B4"/>
    <w:rsid w:val="004602A0"/>
    <w:rsid w:val="00460596"/>
    <w:rsid w:val="00461038"/>
    <w:rsid w:val="004613ED"/>
    <w:rsid w:val="00461B24"/>
    <w:rsid w:val="00461E61"/>
    <w:rsid w:val="0046246C"/>
    <w:rsid w:val="004627C2"/>
    <w:rsid w:val="00462B4F"/>
    <w:rsid w:val="00462BA7"/>
    <w:rsid w:val="004647B8"/>
    <w:rsid w:val="00464A10"/>
    <w:rsid w:val="00464DD7"/>
    <w:rsid w:val="00465070"/>
    <w:rsid w:val="004655EA"/>
    <w:rsid w:val="00465D95"/>
    <w:rsid w:val="00465F80"/>
    <w:rsid w:val="004662DE"/>
    <w:rsid w:val="0046632D"/>
    <w:rsid w:val="00466EE3"/>
    <w:rsid w:val="004679F3"/>
    <w:rsid w:val="00467A38"/>
    <w:rsid w:val="00470245"/>
    <w:rsid w:val="004707A7"/>
    <w:rsid w:val="00470D8C"/>
    <w:rsid w:val="0047140A"/>
    <w:rsid w:val="00471D6F"/>
    <w:rsid w:val="00471D85"/>
    <w:rsid w:val="00471DB2"/>
    <w:rsid w:val="004732CB"/>
    <w:rsid w:val="00473424"/>
    <w:rsid w:val="00473BD2"/>
    <w:rsid w:val="00473D18"/>
    <w:rsid w:val="0047406A"/>
    <w:rsid w:val="004742A0"/>
    <w:rsid w:val="00474475"/>
    <w:rsid w:val="004746FC"/>
    <w:rsid w:val="004747B5"/>
    <w:rsid w:val="0047500B"/>
    <w:rsid w:val="00475275"/>
    <w:rsid w:val="00475F18"/>
    <w:rsid w:val="004764A4"/>
    <w:rsid w:val="00476B91"/>
    <w:rsid w:val="00476C68"/>
    <w:rsid w:val="0048052B"/>
    <w:rsid w:val="00480566"/>
    <w:rsid w:val="00480944"/>
    <w:rsid w:val="00481026"/>
    <w:rsid w:val="004821E0"/>
    <w:rsid w:val="0048265C"/>
    <w:rsid w:val="00482792"/>
    <w:rsid w:val="00482C3F"/>
    <w:rsid w:val="00482F86"/>
    <w:rsid w:val="0048347A"/>
    <w:rsid w:val="00483AA9"/>
    <w:rsid w:val="00484148"/>
    <w:rsid w:val="004863DA"/>
    <w:rsid w:val="0048669C"/>
    <w:rsid w:val="0048697B"/>
    <w:rsid w:val="00486EC1"/>
    <w:rsid w:val="004872F8"/>
    <w:rsid w:val="00487A00"/>
    <w:rsid w:val="00490416"/>
    <w:rsid w:val="00490CF4"/>
    <w:rsid w:val="00490F9C"/>
    <w:rsid w:val="004927ED"/>
    <w:rsid w:val="00492955"/>
    <w:rsid w:val="004929D3"/>
    <w:rsid w:val="00493515"/>
    <w:rsid w:val="00493D51"/>
    <w:rsid w:val="004940EE"/>
    <w:rsid w:val="00494932"/>
    <w:rsid w:val="00495A74"/>
    <w:rsid w:val="00495D93"/>
    <w:rsid w:val="00495DD7"/>
    <w:rsid w:val="004964A5"/>
    <w:rsid w:val="0049675F"/>
    <w:rsid w:val="004A0113"/>
    <w:rsid w:val="004A03FC"/>
    <w:rsid w:val="004A0F56"/>
    <w:rsid w:val="004A10AD"/>
    <w:rsid w:val="004A1190"/>
    <w:rsid w:val="004A140C"/>
    <w:rsid w:val="004A16C9"/>
    <w:rsid w:val="004A2009"/>
    <w:rsid w:val="004A2323"/>
    <w:rsid w:val="004A2B51"/>
    <w:rsid w:val="004A3087"/>
    <w:rsid w:val="004A3E5D"/>
    <w:rsid w:val="004A4675"/>
    <w:rsid w:val="004A48BB"/>
    <w:rsid w:val="004A4E35"/>
    <w:rsid w:val="004A58BD"/>
    <w:rsid w:val="004A5CDA"/>
    <w:rsid w:val="004A60C5"/>
    <w:rsid w:val="004A6178"/>
    <w:rsid w:val="004A61C0"/>
    <w:rsid w:val="004A6217"/>
    <w:rsid w:val="004A7883"/>
    <w:rsid w:val="004A79EE"/>
    <w:rsid w:val="004A7D2E"/>
    <w:rsid w:val="004A7E90"/>
    <w:rsid w:val="004B0223"/>
    <w:rsid w:val="004B1927"/>
    <w:rsid w:val="004B1B56"/>
    <w:rsid w:val="004B1C4E"/>
    <w:rsid w:val="004B2A38"/>
    <w:rsid w:val="004B3123"/>
    <w:rsid w:val="004B3124"/>
    <w:rsid w:val="004B32B0"/>
    <w:rsid w:val="004B34E7"/>
    <w:rsid w:val="004B3899"/>
    <w:rsid w:val="004B50E8"/>
    <w:rsid w:val="004B58C8"/>
    <w:rsid w:val="004B6382"/>
    <w:rsid w:val="004B6777"/>
    <w:rsid w:val="004B6DD6"/>
    <w:rsid w:val="004B743F"/>
    <w:rsid w:val="004B75C0"/>
    <w:rsid w:val="004B795D"/>
    <w:rsid w:val="004B7D9B"/>
    <w:rsid w:val="004C0835"/>
    <w:rsid w:val="004C0C66"/>
    <w:rsid w:val="004C14C2"/>
    <w:rsid w:val="004C153B"/>
    <w:rsid w:val="004C15F0"/>
    <w:rsid w:val="004C1845"/>
    <w:rsid w:val="004C23DA"/>
    <w:rsid w:val="004C27B1"/>
    <w:rsid w:val="004C2EFD"/>
    <w:rsid w:val="004C340E"/>
    <w:rsid w:val="004C3743"/>
    <w:rsid w:val="004C40E8"/>
    <w:rsid w:val="004C4B86"/>
    <w:rsid w:val="004C4CE8"/>
    <w:rsid w:val="004C5920"/>
    <w:rsid w:val="004C6545"/>
    <w:rsid w:val="004C6680"/>
    <w:rsid w:val="004C6DC6"/>
    <w:rsid w:val="004C7F15"/>
    <w:rsid w:val="004D0E76"/>
    <w:rsid w:val="004D100F"/>
    <w:rsid w:val="004D2255"/>
    <w:rsid w:val="004D2C27"/>
    <w:rsid w:val="004D2D00"/>
    <w:rsid w:val="004D30E4"/>
    <w:rsid w:val="004D3A69"/>
    <w:rsid w:val="004D3BE2"/>
    <w:rsid w:val="004D437F"/>
    <w:rsid w:val="004D452A"/>
    <w:rsid w:val="004D4E5D"/>
    <w:rsid w:val="004D5248"/>
    <w:rsid w:val="004D5429"/>
    <w:rsid w:val="004D5BC2"/>
    <w:rsid w:val="004D5C2A"/>
    <w:rsid w:val="004D5D40"/>
    <w:rsid w:val="004D5D8B"/>
    <w:rsid w:val="004D6F83"/>
    <w:rsid w:val="004D703E"/>
    <w:rsid w:val="004D70A9"/>
    <w:rsid w:val="004D7A3D"/>
    <w:rsid w:val="004E0015"/>
    <w:rsid w:val="004E0E30"/>
    <w:rsid w:val="004E132B"/>
    <w:rsid w:val="004E14E7"/>
    <w:rsid w:val="004E1DBE"/>
    <w:rsid w:val="004E1F24"/>
    <w:rsid w:val="004E34DB"/>
    <w:rsid w:val="004E360E"/>
    <w:rsid w:val="004E38A8"/>
    <w:rsid w:val="004E38B6"/>
    <w:rsid w:val="004E3BBD"/>
    <w:rsid w:val="004E42ED"/>
    <w:rsid w:val="004E4A90"/>
    <w:rsid w:val="004E5153"/>
    <w:rsid w:val="004E5233"/>
    <w:rsid w:val="004E534B"/>
    <w:rsid w:val="004E5499"/>
    <w:rsid w:val="004E5B02"/>
    <w:rsid w:val="004E5BBD"/>
    <w:rsid w:val="004E5E8F"/>
    <w:rsid w:val="004E6377"/>
    <w:rsid w:val="004E64F5"/>
    <w:rsid w:val="004E6EFD"/>
    <w:rsid w:val="004E71C9"/>
    <w:rsid w:val="004E7B27"/>
    <w:rsid w:val="004E7E48"/>
    <w:rsid w:val="004E7F69"/>
    <w:rsid w:val="004F16A4"/>
    <w:rsid w:val="004F22C0"/>
    <w:rsid w:val="004F2D15"/>
    <w:rsid w:val="004F2D98"/>
    <w:rsid w:val="004F3C91"/>
    <w:rsid w:val="004F4361"/>
    <w:rsid w:val="004F44C0"/>
    <w:rsid w:val="004F46B6"/>
    <w:rsid w:val="004F47E2"/>
    <w:rsid w:val="004F513F"/>
    <w:rsid w:val="004F5C15"/>
    <w:rsid w:val="004F5C2C"/>
    <w:rsid w:val="004F5FA7"/>
    <w:rsid w:val="004F6794"/>
    <w:rsid w:val="004F757A"/>
    <w:rsid w:val="004F7939"/>
    <w:rsid w:val="004F7F8B"/>
    <w:rsid w:val="00500359"/>
    <w:rsid w:val="00500783"/>
    <w:rsid w:val="00500944"/>
    <w:rsid w:val="00500FE8"/>
    <w:rsid w:val="00501422"/>
    <w:rsid w:val="00501C62"/>
    <w:rsid w:val="00502092"/>
    <w:rsid w:val="005021C1"/>
    <w:rsid w:val="00502B9D"/>
    <w:rsid w:val="005031AC"/>
    <w:rsid w:val="005033AB"/>
    <w:rsid w:val="00503A49"/>
    <w:rsid w:val="00503CF9"/>
    <w:rsid w:val="00504507"/>
    <w:rsid w:val="005047CD"/>
    <w:rsid w:val="005049FA"/>
    <w:rsid w:val="00504A41"/>
    <w:rsid w:val="00504E3B"/>
    <w:rsid w:val="00505694"/>
    <w:rsid w:val="0050606A"/>
    <w:rsid w:val="005063DD"/>
    <w:rsid w:val="005073FC"/>
    <w:rsid w:val="00507604"/>
    <w:rsid w:val="00507701"/>
    <w:rsid w:val="00507703"/>
    <w:rsid w:val="00512193"/>
    <w:rsid w:val="00512BB1"/>
    <w:rsid w:val="00512C99"/>
    <w:rsid w:val="00513036"/>
    <w:rsid w:val="00513C6B"/>
    <w:rsid w:val="0051514B"/>
    <w:rsid w:val="00515560"/>
    <w:rsid w:val="00515700"/>
    <w:rsid w:val="00515B2A"/>
    <w:rsid w:val="00516086"/>
    <w:rsid w:val="0051625E"/>
    <w:rsid w:val="005163B3"/>
    <w:rsid w:val="00516618"/>
    <w:rsid w:val="00516AA0"/>
    <w:rsid w:val="00516D4D"/>
    <w:rsid w:val="00516EF7"/>
    <w:rsid w:val="00516FA7"/>
    <w:rsid w:val="00517941"/>
    <w:rsid w:val="00520D00"/>
    <w:rsid w:val="00521471"/>
    <w:rsid w:val="00521C55"/>
    <w:rsid w:val="00522647"/>
    <w:rsid w:val="005226A6"/>
    <w:rsid w:val="00522F37"/>
    <w:rsid w:val="00523000"/>
    <w:rsid w:val="005232D5"/>
    <w:rsid w:val="005254A3"/>
    <w:rsid w:val="00525854"/>
    <w:rsid w:val="00525EF9"/>
    <w:rsid w:val="005267F4"/>
    <w:rsid w:val="005269ED"/>
    <w:rsid w:val="00526E94"/>
    <w:rsid w:val="00527122"/>
    <w:rsid w:val="00527A1E"/>
    <w:rsid w:val="00527DAF"/>
    <w:rsid w:val="00530BF2"/>
    <w:rsid w:val="005318F9"/>
    <w:rsid w:val="00531C81"/>
    <w:rsid w:val="00531F60"/>
    <w:rsid w:val="00532495"/>
    <w:rsid w:val="00532C96"/>
    <w:rsid w:val="00532EDB"/>
    <w:rsid w:val="00532F35"/>
    <w:rsid w:val="00533325"/>
    <w:rsid w:val="005337FC"/>
    <w:rsid w:val="00534997"/>
    <w:rsid w:val="0053522E"/>
    <w:rsid w:val="00535238"/>
    <w:rsid w:val="00535E88"/>
    <w:rsid w:val="0053696A"/>
    <w:rsid w:val="00536A7E"/>
    <w:rsid w:val="00536B04"/>
    <w:rsid w:val="00536F07"/>
    <w:rsid w:val="00537324"/>
    <w:rsid w:val="005403D6"/>
    <w:rsid w:val="005406C1"/>
    <w:rsid w:val="0054087F"/>
    <w:rsid w:val="00540F8C"/>
    <w:rsid w:val="0054177D"/>
    <w:rsid w:val="00541DF4"/>
    <w:rsid w:val="0054236D"/>
    <w:rsid w:val="0054247E"/>
    <w:rsid w:val="005424D5"/>
    <w:rsid w:val="00542CE9"/>
    <w:rsid w:val="0054302E"/>
    <w:rsid w:val="00543610"/>
    <w:rsid w:val="00543C6E"/>
    <w:rsid w:val="00543C8C"/>
    <w:rsid w:val="0054451F"/>
    <w:rsid w:val="00544AC7"/>
    <w:rsid w:val="00544FE2"/>
    <w:rsid w:val="005455F8"/>
    <w:rsid w:val="00545DFB"/>
    <w:rsid w:val="00547089"/>
    <w:rsid w:val="00547504"/>
    <w:rsid w:val="005476C0"/>
    <w:rsid w:val="00550AFC"/>
    <w:rsid w:val="00550B5B"/>
    <w:rsid w:val="00550B6B"/>
    <w:rsid w:val="00551C51"/>
    <w:rsid w:val="00551C8D"/>
    <w:rsid w:val="00551ED4"/>
    <w:rsid w:val="00552034"/>
    <w:rsid w:val="005522C9"/>
    <w:rsid w:val="00552793"/>
    <w:rsid w:val="00553323"/>
    <w:rsid w:val="005537BE"/>
    <w:rsid w:val="00554274"/>
    <w:rsid w:val="005547D7"/>
    <w:rsid w:val="00555261"/>
    <w:rsid w:val="00555DA3"/>
    <w:rsid w:val="00555EB4"/>
    <w:rsid w:val="00556D08"/>
    <w:rsid w:val="00556DE6"/>
    <w:rsid w:val="00557B96"/>
    <w:rsid w:val="0056022E"/>
    <w:rsid w:val="005604BD"/>
    <w:rsid w:val="00561ABA"/>
    <w:rsid w:val="00562EC0"/>
    <w:rsid w:val="0056330F"/>
    <w:rsid w:val="005633F4"/>
    <w:rsid w:val="00563515"/>
    <w:rsid w:val="005635B9"/>
    <w:rsid w:val="00563E20"/>
    <w:rsid w:val="0056455D"/>
    <w:rsid w:val="00564A5D"/>
    <w:rsid w:val="00564A79"/>
    <w:rsid w:val="00564C07"/>
    <w:rsid w:val="005651E4"/>
    <w:rsid w:val="0056565F"/>
    <w:rsid w:val="00565F8F"/>
    <w:rsid w:val="00566135"/>
    <w:rsid w:val="005669CE"/>
    <w:rsid w:val="005673A8"/>
    <w:rsid w:val="0056773A"/>
    <w:rsid w:val="00567BE9"/>
    <w:rsid w:val="00570082"/>
    <w:rsid w:val="0057079D"/>
    <w:rsid w:val="00570DE3"/>
    <w:rsid w:val="00571319"/>
    <w:rsid w:val="005718D2"/>
    <w:rsid w:val="00571A57"/>
    <w:rsid w:val="00571DE0"/>
    <w:rsid w:val="00571E2E"/>
    <w:rsid w:val="00571E72"/>
    <w:rsid w:val="00571EC4"/>
    <w:rsid w:val="005723B7"/>
    <w:rsid w:val="0057260E"/>
    <w:rsid w:val="00572C28"/>
    <w:rsid w:val="0057346D"/>
    <w:rsid w:val="0057374B"/>
    <w:rsid w:val="005738A4"/>
    <w:rsid w:val="00573CF0"/>
    <w:rsid w:val="00573E42"/>
    <w:rsid w:val="00574203"/>
    <w:rsid w:val="00574219"/>
    <w:rsid w:val="0057471F"/>
    <w:rsid w:val="00575516"/>
    <w:rsid w:val="005759E6"/>
    <w:rsid w:val="00576BD8"/>
    <w:rsid w:val="0057706D"/>
    <w:rsid w:val="005770D0"/>
    <w:rsid w:val="00577F82"/>
    <w:rsid w:val="005801A2"/>
    <w:rsid w:val="00580B48"/>
    <w:rsid w:val="00581C35"/>
    <w:rsid w:val="0058227E"/>
    <w:rsid w:val="00582EC9"/>
    <w:rsid w:val="00583034"/>
    <w:rsid w:val="00583065"/>
    <w:rsid w:val="00585490"/>
    <w:rsid w:val="00585DEA"/>
    <w:rsid w:val="0058624C"/>
    <w:rsid w:val="00590A93"/>
    <w:rsid w:val="00590EA8"/>
    <w:rsid w:val="00591ABF"/>
    <w:rsid w:val="00592BAD"/>
    <w:rsid w:val="005931CE"/>
    <w:rsid w:val="00593294"/>
    <w:rsid w:val="00593D0F"/>
    <w:rsid w:val="00594462"/>
    <w:rsid w:val="00594A6F"/>
    <w:rsid w:val="0059687A"/>
    <w:rsid w:val="00596CC7"/>
    <w:rsid w:val="00597272"/>
    <w:rsid w:val="005973E8"/>
    <w:rsid w:val="0059782C"/>
    <w:rsid w:val="005A0438"/>
    <w:rsid w:val="005A0753"/>
    <w:rsid w:val="005A13BC"/>
    <w:rsid w:val="005A1822"/>
    <w:rsid w:val="005A1CAD"/>
    <w:rsid w:val="005A200A"/>
    <w:rsid w:val="005A2A67"/>
    <w:rsid w:val="005A2ACC"/>
    <w:rsid w:val="005A2B74"/>
    <w:rsid w:val="005A3916"/>
    <w:rsid w:val="005A3A74"/>
    <w:rsid w:val="005A3B8D"/>
    <w:rsid w:val="005A3BD5"/>
    <w:rsid w:val="005A3BDA"/>
    <w:rsid w:val="005A4BC9"/>
    <w:rsid w:val="005A5126"/>
    <w:rsid w:val="005A53A2"/>
    <w:rsid w:val="005A5429"/>
    <w:rsid w:val="005A564B"/>
    <w:rsid w:val="005A5654"/>
    <w:rsid w:val="005A597F"/>
    <w:rsid w:val="005A5EC1"/>
    <w:rsid w:val="005A6A4F"/>
    <w:rsid w:val="005A6E83"/>
    <w:rsid w:val="005A72FD"/>
    <w:rsid w:val="005B04BB"/>
    <w:rsid w:val="005B0DBF"/>
    <w:rsid w:val="005B1009"/>
    <w:rsid w:val="005B163E"/>
    <w:rsid w:val="005B2498"/>
    <w:rsid w:val="005B2E56"/>
    <w:rsid w:val="005B392D"/>
    <w:rsid w:val="005B404A"/>
    <w:rsid w:val="005B43C7"/>
    <w:rsid w:val="005B493C"/>
    <w:rsid w:val="005B4DDE"/>
    <w:rsid w:val="005B5471"/>
    <w:rsid w:val="005B56AB"/>
    <w:rsid w:val="005B5EDC"/>
    <w:rsid w:val="005B6E2B"/>
    <w:rsid w:val="005B754F"/>
    <w:rsid w:val="005B7FD3"/>
    <w:rsid w:val="005C0484"/>
    <w:rsid w:val="005C06B9"/>
    <w:rsid w:val="005C075F"/>
    <w:rsid w:val="005C0EF9"/>
    <w:rsid w:val="005C1375"/>
    <w:rsid w:val="005C187B"/>
    <w:rsid w:val="005C20C2"/>
    <w:rsid w:val="005C25C8"/>
    <w:rsid w:val="005C2A82"/>
    <w:rsid w:val="005C3081"/>
    <w:rsid w:val="005C38A1"/>
    <w:rsid w:val="005C40D7"/>
    <w:rsid w:val="005C4213"/>
    <w:rsid w:val="005C498E"/>
    <w:rsid w:val="005C4A76"/>
    <w:rsid w:val="005C4CD8"/>
    <w:rsid w:val="005C58A6"/>
    <w:rsid w:val="005C5A0D"/>
    <w:rsid w:val="005C5FEF"/>
    <w:rsid w:val="005C6506"/>
    <w:rsid w:val="005C6AF0"/>
    <w:rsid w:val="005C6CBD"/>
    <w:rsid w:val="005C6FB1"/>
    <w:rsid w:val="005C7588"/>
    <w:rsid w:val="005C76EF"/>
    <w:rsid w:val="005D0366"/>
    <w:rsid w:val="005D1855"/>
    <w:rsid w:val="005D200B"/>
    <w:rsid w:val="005D22D2"/>
    <w:rsid w:val="005D2716"/>
    <w:rsid w:val="005D2800"/>
    <w:rsid w:val="005D2CB9"/>
    <w:rsid w:val="005D2E24"/>
    <w:rsid w:val="005D443C"/>
    <w:rsid w:val="005D54E8"/>
    <w:rsid w:val="005D5964"/>
    <w:rsid w:val="005D5C81"/>
    <w:rsid w:val="005D5F1E"/>
    <w:rsid w:val="005D6563"/>
    <w:rsid w:val="005D6A04"/>
    <w:rsid w:val="005D6B0A"/>
    <w:rsid w:val="005D6DAD"/>
    <w:rsid w:val="005D733C"/>
    <w:rsid w:val="005D7437"/>
    <w:rsid w:val="005D7D79"/>
    <w:rsid w:val="005E01BE"/>
    <w:rsid w:val="005E07A4"/>
    <w:rsid w:val="005E0EF7"/>
    <w:rsid w:val="005E10F0"/>
    <w:rsid w:val="005E11C3"/>
    <w:rsid w:val="005E18C3"/>
    <w:rsid w:val="005E1B50"/>
    <w:rsid w:val="005E2FEF"/>
    <w:rsid w:val="005E3112"/>
    <w:rsid w:val="005E3C40"/>
    <w:rsid w:val="005E42C0"/>
    <w:rsid w:val="005E43FA"/>
    <w:rsid w:val="005E441A"/>
    <w:rsid w:val="005E4898"/>
    <w:rsid w:val="005E5553"/>
    <w:rsid w:val="005E55E9"/>
    <w:rsid w:val="005E5BA5"/>
    <w:rsid w:val="005E6160"/>
    <w:rsid w:val="005E61C6"/>
    <w:rsid w:val="005E642E"/>
    <w:rsid w:val="005E68FC"/>
    <w:rsid w:val="005E76EF"/>
    <w:rsid w:val="005E7CD7"/>
    <w:rsid w:val="005F04D5"/>
    <w:rsid w:val="005F063A"/>
    <w:rsid w:val="005F0A42"/>
    <w:rsid w:val="005F162F"/>
    <w:rsid w:val="005F19DD"/>
    <w:rsid w:val="005F2094"/>
    <w:rsid w:val="005F2CE8"/>
    <w:rsid w:val="005F362D"/>
    <w:rsid w:val="005F3BE4"/>
    <w:rsid w:val="005F44D5"/>
    <w:rsid w:val="005F4633"/>
    <w:rsid w:val="005F46CD"/>
    <w:rsid w:val="005F4F74"/>
    <w:rsid w:val="005F4FC0"/>
    <w:rsid w:val="005F5056"/>
    <w:rsid w:val="005F6101"/>
    <w:rsid w:val="005F6134"/>
    <w:rsid w:val="005F663F"/>
    <w:rsid w:val="005F676D"/>
    <w:rsid w:val="005F680E"/>
    <w:rsid w:val="005F69BF"/>
    <w:rsid w:val="005F6C1A"/>
    <w:rsid w:val="005F6D8D"/>
    <w:rsid w:val="005F6DF7"/>
    <w:rsid w:val="005F6F9D"/>
    <w:rsid w:val="005F772B"/>
    <w:rsid w:val="005F7C08"/>
    <w:rsid w:val="0060004F"/>
    <w:rsid w:val="0060007A"/>
    <w:rsid w:val="00600379"/>
    <w:rsid w:val="006005DF"/>
    <w:rsid w:val="00600B70"/>
    <w:rsid w:val="00602132"/>
    <w:rsid w:val="00602299"/>
    <w:rsid w:val="00602781"/>
    <w:rsid w:val="006029E1"/>
    <w:rsid w:val="00602FED"/>
    <w:rsid w:val="00603D07"/>
    <w:rsid w:val="00605D2F"/>
    <w:rsid w:val="00605FC7"/>
    <w:rsid w:val="006065AB"/>
    <w:rsid w:val="0060743E"/>
    <w:rsid w:val="006077CF"/>
    <w:rsid w:val="006105DA"/>
    <w:rsid w:val="00610742"/>
    <w:rsid w:val="0061089F"/>
    <w:rsid w:val="00610A5F"/>
    <w:rsid w:val="00610BE4"/>
    <w:rsid w:val="00610F51"/>
    <w:rsid w:val="00611A21"/>
    <w:rsid w:val="00611ED5"/>
    <w:rsid w:val="006120E8"/>
    <w:rsid w:val="0061241A"/>
    <w:rsid w:val="006126E4"/>
    <w:rsid w:val="00612BF0"/>
    <w:rsid w:val="00612D27"/>
    <w:rsid w:val="00612D97"/>
    <w:rsid w:val="00613174"/>
    <w:rsid w:val="006133D0"/>
    <w:rsid w:val="006135CA"/>
    <w:rsid w:val="00613600"/>
    <w:rsid w:val="00614DC0"/>
    <w:rsid w:val="00615636"/>
    <w:rsid w:val="0061579C"/>
    <w:rsid w:val="00615901"/>
    <w:rsid w:val="00615FE7"/>
    <w:rsid w:val="00616503"/>
    <w:rsid w:val="0061671F"/>
    <w:rsid w:val="00616BB7"/>
    <w:rsid w:val="00617C7F"/>
    <w:rsid w:val="006202E4"/>
    <w:rsid w:val="0062046B"/>
    <w:rsid w:val="0062117C"/>
    <w:rsid w:val="00621A52"/>
    <w:rsid w:val="00622196"/>
    <w:rsid w:val="006230AB"/>
    <w:rsid w:val="006230F8"/>
    <w:rsid w:val="00623DCF"/>
    <w:rsid w:val="00624D10"/>
    <w:rsid w:val="00624F6C"/>
    <w:rsid w:val="00625210"/>
    <w:rsid w:val="00625AEB"/>
    <w:rsid w:val="00626147"/>
    <w:rsid w:val="00626479"/>
    <w:rsid w:val="0062676E"/>
    <w:rsid w:val="006269BD"/>
    <w:rsid w:val="00626A51"/>
    <w:rsid w:val="00627006"/>
    <w:rsid w:val="0062743B"/>
    <w:rsid w:val="00627EBD"/>
    <w:rsid w:val="00630530"/>
    <w:rsid w:val="00630AFA"/>
    <w:rsid w:val="00630FC6"/>
    <w:rsid w:val="0063113E"/>
    <w:rsid w:val="00631C21"/>
    <w:rsid w:val="00631E76"/>
    <w:rsid w:val="00632070"/>
    <w:rsid w:val="00632AAE"/>
    <w:rsid w:val="00632FCF"/>
    <w:rsid w:val="006330D1"/>
    <w:rsid w:val="0063322D"/>
    <w:rsid w:val="00633645"/>
    <w:rsid w:val="00633791"/>
    <w:rsid w:val="00633B48"/>
    <w:rsid w:val="006347B4"/>
    <w:rsid w:val="00634E23"/>
    <w:rsid w:val="0063538C"/>
    <w:rsid w:val="006356DA"/>
    <w:rsid w:val="006359DD"/>
    <w:rsid w:val="00635BDB"/>
    <w:rsid w:val="00635EF2"/>
    <w:rsid w:val="00635F65"/>
    <w:rsid w:val="0063719E"/>
    <w:rsid w:val="0063723A"/>
    <w:rsid w:val="006375B6"/>
    <w:rsid w:val="006376AA"/>
    <w:rsid w:val="0064089B"/>
    <w:rsid w:val="00641492"/>
    <w:rsid w:val="00641594"/>
    <w:rsid w:val="0064160F"/>
    <w:rsid w:val="00641B73"/>
    <w:rsid w:val="00641BCC"/>
    <w:rsid w:val="0064217A"/>
    <w:rsid w:val="00642694"/>
    <w:rsid w:val="00642DB4"/>
    <w:rsid w:val="00642FED"/>
    <w:rsid w:val="00643678"/>
    <w:rsid w:val="00643A67"/>
    <w:rsid w:val="00643C1C"/>
    <w:rsid w:val="00644933"/>
    <w:rsid w:val="00644FE9"/>
    <w:rsid w:val="00645345"/>
    <w:rsid w:val="00646127"/>
    <w:rsid w:val="00647318"/>
    <w:rsid w:val="0064790B"/>
    <w:rsid w:val="006503AF"/>
    <w:rsid w:val="00650FDD"/>
    <w:rsid w:val="006511AA"/>
    <w:rsid w:val="00651A1E"/>
    <w:rsid w:val="00651A20"/>
    <w:rsid w:val="00651B15"/>
    <w:rsid w:val="00651D39"/>
    <w:rsid w:val="006520D4"/>
    <w:rsid w:val="00652401"/>
    <w:rsid w:val="0065297E"/>
    <w:rsid w:val="00653077"/>
    <w:rsid w:val="00653465"/>
    <w:rsid w:val="00653F70"/>
    <w:rsid w:val="0065403E"/>
    <w:rsid w:val="00654967"/>
    <w:rsid w:val="00654BB4"/>
    <w:rsid w:val="00654E23"/>
    <w:rsid w:val="006550E0"/>
    <w:rsid w:val="00655692"/>
    <w:rsid w:val="006558B8"/>
    <w:rsid w:val="006559ED"/>
    <w:rsid w:val="006574C7"/>
    <w:rsid w:val="006579D9"/>
    <w:rsid w:val="00657C4B"/>
    <w:rsid w:val="00657F29"/>
    <w:rsid w:val="00660097"/>
    <w:rsid w:val="00660CF4"/>
    <w:rsid w:val="006610D3"/>
    <w:rsid w:val="006617D1"/>
    <w:rsid w:val="00662569"/>
    <w:rsid w:val="00663013"/>
    <w:rsid w:val="006631F5"/>
    <w:rsid w:val="00663236"/>
    <w:rsid w:val="00663513"/>
    <w:rsid w:val="006639EE"/>
    <w:rsid w:val="00663F04"/>
    <w:rsid w:val="0066403B"/>
    <w:rsid w:val="0066452E"/>
    <w:rsid w:val="00664C86"/>
    <w:rsid w:val="006652A0"/>
    <w:rsid w:val="00665DFD"/>
    <w:rsid w:val="00666087"/>
    <w:rsid w:val="00666244"/>
    <w:rsid w:val="00666581"/>
    <w:rsid w:val="0066659C"/>
    <w:rsid w:val="00666701"/>
    <w:rsid w:val="00666924"/>
    <w:rsid w:val="00666990"/>
    <w:rsid w:val="00666BCA"/>
    <w:rsid w:val="00666C46"/>
    <w:rsid w:val="00667913"/>
    <w:rsid w:val="00670088"/>
    <w:rsid w:val="006708CD"/>
    <w:rsid w:val="00670CCE"/>
    <w:rsid w:val="00671A57"/>
    <w:rsid w:val="00672535"/>
    <w:rsid w:val="006728F0"/>
    <w:rsid w:val="00673105"/>
    <w:rsid w:val="006736FD"/>
    <w:rsid w:val="00673AE9"/>
    <w:rsid w:val="00675366"/>
    <w:rsid w:val="00676060"/>
    <w:rsid w:val="00676265"/>
    <w:rsid w:val="006764CB"/>
    <w:rsid w:val="006765FD"/>
    <w:rsid w:val="006767D4"/>
    <w:rsid w:val="006772DC"/>
    <w:rsid w:val="006774C8"/>
    <w:rsid w:val="00677C07"/>
    <w:rsid w:val="00677D75"/>
    <w:rsid w:val="006800F0"/>
    <w:rsid w:val="00680568"/>
    <w:rsid w:val="00680CF5"/>
    <w:rsid w:val="00680E9A"/>
    <w:rsid w:val="00681700"/>
    <w:rsid w:val="00681C0E"/>
    <w:rsid w:val="00682274"/>
    <w:rsid w:val="00682459"/>
    <w:rsid w:val="0068347F"/>
    <w:rsid w:val="00683782"/>
    <w:rsid w:val="006837D6"/>
    <w:rsid w:val="006837DD"/>
    <w:rsid w:val="00683F1B"/>
    <w:rsid w:val="00684E07"/>
    <w:rsid w:val="00685055"/>
    <w:rsid w:val="0068517C"/>
    <w:rsid w:val="00685473"/>
    <w:rsid w:val="0068569C"/>
    <w:rsid w:val="00686ECD"/>
    <w:rsid w:val="00686F2C"/>
    <w:rsid w:val="00686FE4"/>
    <w:rsid w:val="00687061"/>
    <w:rsid w:val="00687F8A"/>
    <w:rsid w:val="00690145"/>
    <w:rsid w:val="006901E7"/>
    <w:rsid w:val="006906FB"/>
    <w:rsid w:val="006910D5"/>
    <w:rsid w:val="00691154"/>
    <w:rsid w:val="00692FB1"/>
    <w:rsid w:val="006931D4"/>
    <w:rsid w:val="00693D95"/>
    <w:rsid w:val="006942E3"/>
    <w:rsid w:val="00694647"/>
    <w:rsid w:val="00695932"/>
    <w:rsid w:val="00695C95"/>
    <w:rsid w:val="00696396"/>
    <w:rsid w:val="006971CF"/>
    <w:rsid w:val="0069727C"/>
    <w:rsid w:val="00697586"/>
    <w:rsid w:val="00697BEE"/>
    <w:rsid w:val="00697C5F"/>
    <w:rsid w:val="006A0349"/>
    <w:rsid w:val="006A06BC"/>
    <w:rsid w:val="006A1225"/>
    <w:rsid w:val="006A36C3"/>
    <w:rsid w:val="006A42C2"/>
    <w:rsid w:val="006A45A5"/>
    <w:rsid w:val="006A4A16"/>
    <w:rsid w:val="006A4AA0"/>
    <w:rsid w:val="006A5793"/>
    <w:rsid w:val="006A67F8"/>
    <w:rsid w:val="006A6BAA"/>
    <w:rsid w:val="006A6F6D"/>
    <w:rsid w:val="006A708B"/>
    <w:rsid w:val="006A74B4"/>
    <w:rsid w:val="006A76AA"/>
    <w:rsid w:val="006B032D"/>
    <w:rsid w:val="006B073C"/>
    <w:rsid w:val="006B0A20"/>
    <w:rsid w:val="006B1296"/>
    <w:rsid w:val="006B1A71"/>
    <w:rsid w:val="006B1DAF"/>
    <w:rsid w:val="006B212A"/>
    <w:rsid w:val="006B2196"/>
    <w:rsid w:val="006B27FF"/>
    <w:rsid w:val="006B29BE"/>
    <w:rsid w:val="006B3240"/>
    <w:rsid w:val="006B389A"/>
    <w:rsid w:val="006B3CE3"/>
    <w:rsid w:val="006B49BC"/>
    <w:rsid w:val="006B5222"/>
    <w:rsid w:val="006B58E1"/>
    <w:rsid w:val="006B6219"/>
    <w:rsid w:val="006B64CF"/>
    <w:rsid w:val="006B6CD8"/>
    <w:rsid w:val="006B71B8"/>
    <w:rsid w:val="006B752E"/>
    <w:rsid w:val="006B7FF7"/>
    <w:rsid w:val="006C0300"/>
    <w:rsid w:val="006C0645"/>
    <w:rsid w:val="006C06D2"/>
    <w:rsid w:val="006C14BB"/>
    <w:rsid w:val="006C18D1"/>
    <w:rsid w:val="006C215B"/>
    <w:rsid w:val="006C375E"/>
    <w:rsid w:val="006C3C88"/>
    <w:rsid w:val="006C5176"/>
    <w:rsid w:val="006C5335"/>
    <w:rsid w:val="006C599B"/>
    <w:rsid w:val="006C6492"/>
    <w:rsid w:val="006C65D7"/>
    <w:rsid w:val="006C6811"/>
    <w:rsid w:val="006C6D3F"/>
    <w:rsid w:val="006C6F07"/>
    <w:rsid w:val="006C6FF7"/>
    <w:rsid w:val="006C732E"/>
    <w:rsid w:val="006C7B03"/>
    <w:rsid w:val="006C7EBB"/>
    <w:rsid w:val="006D061E"/>
    <w:rsid w:val="006D0628"/>
    <w:rsid w:val="006D0ECB"/>
    <w:rsid w:val="006D1BCC"/>
    <w:rsid w:val="006D2154"/>
    <w:rsid w:val="006D26E6"/>
    <w:rsid w:val="006D2C2D"/>
    <w:rsid w:val="006D2D70"/>
    <w:rsid w:val="006D35F1"/>
    <w:rsid w:val="006D36E1"/>
    <w:rsid w:val="006D4426"/>
    <w:rsid w:val="006D57D6"/>
    <w:rsid w:val="006D5DAB"/>
    <w:rsid w:val="006D62AF"/>
    <w:rsid w:val="006D6633"/>
    <w:rsid w:val="006D6A83"/>
    <w:rsid w:val="006D73FB"/>
    <w:rsid w:val="006E0025"/>
    <w:rsid w:val="006E01B2"/>
    <w:rsid w:val="006E0A7A"/>
    <w:rsid w:val="006E1186"/>
    <w:rsid w:val="006E129D"/>
    <w:rsid w:val="006E140D"/>
    <w:rsid w:val="006E1857"/>
    <w:rsid w:val="006E18D6"/>
    <w:rsid w:val="006E3112"/>
    <w:rsid w:val="006E3160"/>
    <w:rsid w:val="006E3481"/>
    <w:rsid w:val="006E42F1"/>
    <w:rsid w:val="006E44C0"/>
    <w:rsid w:val="006E4DE7"/>
    <w:rsid w:val="006E5E37"/>
    <w:rsid w:val="006E618E"/>
    <w:rsid w:val="006E6202"/>
    <w:rsid w:val="006E6393"/>
    <w:rsid w:val="006E6498"/>
    <w:rsid w:val="006E6E22"/>
    <w:rsid w:val="006E708E"/>
    <w:rsid w:val="006E7923"/>
    <w:rsid w:val="006F032B"/>
    <w:rsid w:val="006F037F"/>
    <w:rsid w:val="006F1275"/>
    <w:rsid w:val="006F2672"/>
    <w:rsid w:val="006F283C"/>
    <w:rsid w:val="006F2A4B"/>
    <w:rsid w:val="006F2C06"/>
    <w:rsid w:val="006F3463"/>
    <w:rsid w:val="006F3A7C"/>
    <w:rsid w:val="006F3B5B"/>
    <w:rsid w:val="006F4E94"/>
    <w:rsid w:val="006F5881"/>
    <w:rsid w:val="006F659B"/>
    <w:rsid w:val="006F6996"/>
    <w:rsid w:val="006F6E49"/>
    <w:rsid w:val="006F72C3"/>
    <w:rsid w:val="006F75EB"/>
    <w:rsid w:val="006F75F5"/>
    <w:rsid w:val="006F7F96"/>
    <w:rsid w:val="00700196"/>
    <w:rsid w:val="0070059B"/>
    <w:rsid w:val="00700C6F"/>
    <w:rsid w:val="0070192D"/>
    <w:rsid w:val="00701945"/>
    <w:rsid w:val="00701F5C"/>
    <w:rsid w:val="00702509"/>
    <w:rsid w:val="007026BA"/>
    <w:rsid w:val="007026D1"/>
    <w:rsid w:val="00703E80"/>
    <w:rsid w:val="007041B3"/>
    <w:rsid w:val="00704F69"/>
    <w:rsid w:val="00705583"/>
    <w:rsid w:val="00706117"/>
    <w:rsid w:val="0070693B"/>
    <w:rsid w:val="0070697A"/>
    <w:rsid w:val="00706EBF"/>
    <w:rsid w:val="00707454"/>
    <w:rsid w:val="007077DD"/>
    <w:rsid w:val="0071118D"/>
    <w:rsid w:val="007115EC"/>
    <w:rsid w:val="0071193C"/>
    <w:rsid w:val="00712147"/>
    <w:rsid w:val="00712E7C"/>
    <w:rsid w:val="00713086"/>
    <w:rsid w:val="00713271"/>
    <w:rsid w:val="007133AC"/>
    <w:rsid w:val="00713723"/>
    <w:rsid w:val="0071425F"/>
    <w:rsid w:val="00715C65"/>
    <w:rsid w:val="007161B3"/>
    <w:rsid w:val="007161D0"/>
    <w:rsid w:val="007164D1"/>
    <w:rsid w:val="0071650E"/>
    <w:rsid w:val="00716F7B"/>
    <w:rsid w:val="0071754A"/>
    <w:rsid w:val="00721784"/>
    <w:rsid w:val="00721D7F"/>
    <w:rsid w:val="00721DD2"/>
    <w:rsid w:val="0072229D"/>
    <w:rsid w:val="007223AB"/>
    <w:rsid w:val="0072263E"/>
    <w:rsid w:val="007229B0"/>
    <w:rsid w:val="007229F0"/>
    <w:rsid w:val="00722D25"/>
    <w:rsid w:val="0072347F"/>
    <w:rsid w:val="007236C6"/>
    <w:rsid w:val="007237C8"/>
    <w:rsid w:val="0072429D"/>
    <w:rsid w:val="0072457C"/>
    <w:rsid w:val="007246B8"/>
    <w:rsid w:val="00724747"/>
    <w:rsid w:val="0072481D"/>
    <w:rsid w:val="00724F8B"/>
    <w:rsid w:val="00725905"/>
    <w:rsid w:val="00725E74"/>
    <w:rsid w:val="0072617B"/>
    <w:rsid w:val="00726890"/>
    <w:rsid w:val="007268DD"/>
    <w:rsid w:val="00726E7D"/>
    <w:rsid w:val="0072788A"/>
    <w:rsid w:val="00727A73"/>
    <w:rsid w:val="007309F4"/>
    <w:rsid w:val="00730BE8"/>
    <w:rsid w:val="00730E29"/>
    <w:rsid w:val="00730E2F"/>
    <w:rsid w:val="007316C5"/>
    <w:rsid w:val="007332E9"/>
    <w:rsid w:val="007334C0"/>
    <w:rsid w:val="00733802"/>
    <w:rsid w:val="00733CF1"/>
    <w:rsid w:val="00733EBD"/>
    <w:rsid w:val="007341B0"/>
    <w:rsid w:val="0073455D"/>
    <w:rsid w:val="00735572"/>
    <w:rsid w:val="0073593E"/>
    <w:rsid w:val="007374A8"/>
    <w:rsid w:val="00737994"/>
    <w:rsid w:val="00737C30"/>
    <w:rsid w:val="00740044"/>
    <w:rsid w:val="007406B5"/>
    <w:rsid w:val="00740AA1"/>
    <w:rsid w:val="007426EB"/>
    <w:rsid w:val="007429F0"/>
    <w:rsid w:val="00742BBF"/>
    <w:rsid w:val="007431DF"/>
    <w:rsid w:val="00744A57"/>
    <w:rsid w:val="00744AD8"/>
    <w:rsid w:val="00744FE4"/>
    <w:rsid w:val="00744FF9"/>
    <w:rsid w:val="007458C2"/>
    <w:rsid w:val="00745D64"/>
    <w:rsid w:val="00745FC4"/>
    <w:rsid w:val="007461CF"/>
    <w:rsid w:val="007466EC"/>
    <w:rsid w:val="00747651"/>
    <w:rsid w:val="00747659"/>
    <w:rsid w:val="00747A10"/>
    <w:rsid w:val="00747D3B"/>
    <w:rsid w:val="00750020"/>
    <w:rsid w:val="007515B8"/>
    <w:rsid w:val="007515EC"/>
    <w:rsid w:val="00751FE3"/>
    <w:rsid w:val="0075297C"/>
    <w:rsid w:val="0075316D"/>
    <w:rsid w:val="0075353E"/>
    <w:rsid w:val="007535E3"/>
    <w:rsid w:val="007538CE"/>
    <w:rsid w:val="00754423"/>
    <w:rsid w:val="007548F4"/>
    <w:rsid w:val="007549B9"/>
    <w:rsid w:val="0075686F"/>
    <w:rsid w:val="0075706F"/>
    <w:rsid w:val="007570D8"/>
    <w:rsid w:val="00760E7E"/>
    <w:rsid w:val="007620A7"/>
    <w:rsid w:val="007620DA"/>
    <w:rsid w:val="00762747"/>
    <w:rsid w:val="0076298D"/>
    <w:rsid w:val="00762BDA"/>
    <w:rsid w:val="00763057"/>
    <w:rsid w:val="00763908"/>
    <w:rsid w:val="00763AEC"/>
    <w:rsid w:val="007648DD"/>
    <w:rsid w:val="00765354"/>
    <w:rsid w:val="00765A0C"/>
    <w:rsid w:val="00765A40"/>
    <w:rsid w:val="00766CCE"/>
    <w:rsid w:val="00766EC7"/>
    <w:rsid w:val="0076702A"/>
    <w:rsid w:val="0076734C"/>
    <w:rsid w:val="00770712"/>
    <w:rsid w:val="00770D99"/>
    <w:rsid w:val="00771676"/>
    <w:rsid w:val="00771CFA"/>
    <w:rsid w:val="00772385"/>
    <w:rsid w:val="0077373B"/>
    <w:rsid w:val="00773AAD"/>
    <w:rsid w:val="007740EE"/>
    <w:rsid w:val="0077437A"/>
    <w:rsid w:val="007748A9"/>
    <w:rsid w:val="007755AF"/>
    <w:rsid w:val="00775681"/>
    <w:rsid w:val="00775C5A"/>
    <w:rsid w:val="0077612E"/>
    <w:rsid w:val="007764AF"/>
    <w:rsid w:val="00776564"/>
    <w:rsid w:val="00776A9B"/>
    <w:rsid w:val="00776D1F"/>
    <w:rsid w:val="00777012"/>
    <w:rsid w:val="007773D9"/>
    <w:rsid w:val="007776CF"/>
    <w:rsid w:val="007778F7"/>
    <w:rsid w:val="00777916"/>
    <w:rsid w:val="00777BD9"/>
    <w:rsid w:val="00777E52"/>
    <w:rsid w:val="0078034A"/>
    <w:rsid w:val="007803D9"/>
    <w:rsid w:val="00780A0B"/>
    <w:rsid w:val="00780A24"/>
    <w:rsid w:val="00781311"/>
    <w:rsid w:val="007813F5"/>
    <w:rsid w:val="00781B6D"/>
    <w:rsid w:val="00783467"/>
    <w:rsid w:val="00783DE5"/>
    <w:rsid w:val="00784FC7"/>
    <w:rsid w:val="007855E3"/>
    <w:rsid w:val="007856F7"/>
    <w:rsid w:val="00785B0E"/>
    <w:rsid w:val="0078616B"/>
    <w:rsid w:val="00786B94"/>
    <w:rsid w:val="007870A1"/>
    <w:rsid w:val="0079065E"/>
    <w:rsid w:val="00790D25"/>
    <w:rsid w:val="00790E5B"/>
    <w:rsid w:val="007910A3"/>
    <w:rsid w:val="00791148"/>
    <w:rsid w:val="00791270"/>
    <w:rsid w:val="00791475"/>
    <w:rsid w:val="007914B4"/>
    <w:rsid w:val="0079183F"/>
    <w:rsid w:val="00791B16"/>
    <w:rsid w:val="00791C55"/>
    <w:rsid w:val="00792FE5"/>
    <w:rsid w:val="0079302C"/>
    <w:rsid w:val="00793250"/>
    <w:rsid w:val="007933F7"/>
    <w:rsid w:val="00793DCB"/>
    <w:rsid w:val="00793E96"/>
    <w:rsid w:val="007941A5"/>
    <w:rsid w:val="0079452E"/>
    <w:rsid w:val="00794AFE"/>
    <w:rsid w:val="00794CF3"/>
    <w:rsid w:val="00795DF3"/>
    <w:rsid w:val="007969D6"/>
    <w:rsid w:val="00796CD7"/>
    <w:rsid w:val="00796D9E"/>
    <w:rsid w:val="00796E0F"/>
    <w:rsid w:val="00797AAF"/>
    <w:rsid w:val="00797AED"/>
    <w:rsid w:val="007A0117"/>
    <w:rsid w:val="007A0879"/>
    <w:rsid w:val="007A0BD4"/>
    <w:rsid w:val="007A1007"/>
    <w:rsid w:val="007A11E8"/>
    <w:rsid w:val="007A14D6"/>
    <w:rsid w:val="007A17EB"/>
    <w:rsid w:val="007A2440"/>
    <w:rsid w:val="007A2DEC"/>
    <w:rsid w:val="007A3B62"/>
    <w:rsid w:val="007A40DC"/>
    <w:rsid w:val="007A516E"/>
    <w:rsid w:val="007A5C4F"/>
    <w:rsid w:val="007A60CD"/>
    <w:rsid w:val="007A75A4"/>
    <w:rsid w:val="007A7DCD"/>
    <w:rsid w:val="007B0546"/>
    <w:rsid w:val="007B228A"/>
    <w:rsid w:val="007B2F00"/>
    <w:rsid w:val="007B2F3D"/>
    <w:rsid w:val="007B3104"/>
    <w:rsid w:val="007B32D9"/>
    <w:rsid w:val="007B3570"/>
    <w:rsid w:val="007B415B"/>
    <w:rsid w:val="007B4B13"/>
    <w:rsid w:val="007B51A4"/>
    <w:rsid w:val="007B548C"/>
    <w:rsid w:val="007B54E4"/>
    <w:rsid w:val="007B59CD"/>
    <w:rsid w:val="007B5F1A"/>
    <w:rsid w:val="007B65CC"/>
    <w:rsid w:val="007B6A51"/>
    <w:rsid w:val="007B6FB6"/>
    <w:rsid w:val="007B7061"/>
    <w:rsid w:val="007B7134"/>
    <w:rsid w:val="007B72A1"/>
    <w:rsid w:val="007B751A"/>
    <w:rsid w:val="007B7545"/>
    <w:rsid w:val="007B7B4B"/>
    <w:rsid w:val="007C032A"/>
    <w:rsid w:val="007C0DEC"/>
    <w:rsid w:val="007C0EBE"/>
    <w:rsid w:val="007C150B"/>
    <w:rsid w:val="007C1CDF"/>
    <w:rsid w:val="007C27F7"/>
    <w:rsid w:val="007C2AA1"/>
    <w:rsid w:val="007C2AEE"/>
    <w:rsid w:val="007C3255"/>
    <w:rsid w:val="007C329D"/>
    <w:rsid w:val="007C336C"/>
    <w:rsid w:val="007C344B"/>
    <w:rsid w:val="007C37F7"/>
    <w:rsid w:val="007C4E18"/>
    <w:rsid w:val="007C527C"/>
    <w:rsid w:val="007C5530"/>
    <w:rsid w:val="007C55FA"/>
    <w:rsid w:val="007C573C"/>
    <w:rsid w:val="007C57C5"/>
    <w:rsid w:val="007C5B3D"/>
    <w:rsid w:val="007C5B69"/>
    <w:rsid w:val="007C6E18"/>
    <w:rsid w:val="007C75FD"/>
    <w:rsid w:val="007D0AB2"/>
    <w:rsid w:val="007D0EC1"/>
    <w:rsid w:val="007D1098"/>
    <w:rsid w:val="007D1791"/>
    <w:rsid w:val="007D1AF5"/>
    <w:rsid w:val="007D1DDE"/>
    <w:rsid w:val="007D53C3"/>
    <w:rsid w:val="007D54D8"/>
    <w:rsid w:val="007D55E3"/>
    <w:rsid w:val="007D5A37"/>
    <w:rsid w:val="007D60C0"/>
    <w:rsid w:val="007D65C1"/>
    <w:rsid w:val="007D6BBC"/>
    <w:rsid w:val="007D7760"/>
    <w:rsid w:val="007D7EC0"/>
    <w:rsid w:val="007D7F1A"/>
    <w:rsid w:val="007E0ABB"/>
    <w:rsid w:val="007E0ECB"/>
    <w:rsid w:val="007E1C84"/>
    <w:rsid w:val="007E2015"/>
    <w:rsid w:val="007E24C4"/>
    <w:rsid w:val="007E2805"/>
    <w:rsid w:val="007E2B9F"/>
    <w:rsid w:val="007E2F08"/>
    <w:rsid w:val="007E375A"/>
    <w:rsid w:val="007E3AE9"/>
    <w:rsid w:val="007E42B0"/>
    <w:rsid w:val="007E5612"/>
    <w:rsid w:val="007E5994"/>
    <w:rsid w:val="007E5C29"/>
    <w:rsid w:val="007E5D02"/>
    <w:rsid w:val="007E610E"/>
    <w:rsid w:val="007E6274"/>
    <w:rsid w:val="007E6426"/>
    <w:rsid w:val="007E6427"/>
    <w:rsid w:val="007E7C2F"/>
    <w:rsid w:val="007E7CD8"/>
    <w:rsid w:val="007E7ECE"/>
    <w:rsid w:val="007F047D"/>
    <w:rsid w:val="007F1ABF"/>
    <w:rsid w:val="007F1B26"/>
    <w:rsid w:val="007F330A"/>
    <w:rsid w:val="007F3C00"/>
    <w:rsid w:val="007F3CD1"/>
    <w:rsid w:val="007F4529"/>
    <w:rsid w:val="007F46D6"/>
    <w:rsid w:val="007F4CE2"/>
    <w:rsid w:val="007F561E"/>
    <w:rsid w:val="007F5FDD"/>
    <w:rsid w:val="007F63C4"/>
    <w:rsid w:val="007F67FF"/>
    <w:rsid w:val="007F6DBA"/>
    <w:rsid w:val="007F7963"/>
    <w:rsid w:val="007F7974"/>
    <w:rsid w:val="007F7E27"/>
    <w:rsid w:val="007F7E29"/>
    <w:rsid w:val="0080067E"/>
    <w:rsid w:val="00800829"/>
    <w:rsid w:val="00800B5B"/>
    <w:rsid w:val="00800DDC"/>
    <w:rsid w:val="0080147F"/>
    <w:rsid w:val="00801DB0"/>
    <w:rsid w:val="00802555"/>
    <w:rsid w:val="00802CA6"/>
    <w:rsid w:val="008030A3"/>
    <w:rsid w:val="0080310D"/>
    <w:rsid w:val="008033A3"/>
    <w:rsid w:val="00803E0F"/>
    <w:rsid w:val="00804E7A"/>
    <w:rsid w:val="008050E2"/>
    <w:rsid w:val="0080578C"/>
    <w:rsid w:val="00806451"/>
    <w:rsid w:val="0080709B"/>
    <w:rsid w:val="0080753D"/>
    <w:rsid w:val="00807A20"/>
    <w:rsid w:val="0081022C"/>
    <w:rsid w:val="00810DDE"/>
    <w:rsid w:val="00810FB1"/>
    <w:rsid w:val="008110EA"/>
    <w:rsid w:val="008111B1"/>
    <w:rsid w:val="008113C2"/>
    <w:rsid w:val="0081155B"/>
    <w:rsid w:val="00811A73"/>
    <w:rsid w:val="0081234A"/>
    <w:rsid w:val="00812B38"/>
    <w:rsid w:val="00813A37"/>
    <w:rsid w:val="0081413A"/>
    <w:rsid w:val="0081442F"/>
    <w:rsid w:val="00814525"/>
    <w:rsid w:val="00814877"/>
    <w:rsid w:val="00814E63"/>
    <w:rsid w:val="0081635D"/>
    <w:rsid w:val="00817020"/>
    <w:rsid w:val="00817338"/>
    <w:rsid w:val="0082044E"/>
    <w:rsid w:val="00820E0E"/>
    <w:rsid w:val="00821135"/>
    <w:rsid w:val="00821577"/>
    <w:rsid w:val="00821CFB"/>
    <w:rsid w:val="00822136"/>
    <w:rsid w:val="008229A1"/>
    <w:rsid w:val="008232AE"/>
    <w:rsid w:val="008234B3"/>
    <w:rsid w:val="00823853"/>
    <w:rsid w:val="00823984"/>
    <w:rsid w:val="00823C2C"/>
    <w:rsid w:val="00824796"/>
    <w:rsid w:val="00824816"/>
    <w:rsid w:val="008259AF"/>
    <w:rsid w:val="00825D6A"/>
    <w:rsid w:val="00825EA4"/>
    <w:rsid w:val="0083031B"/>
    <w:rsid w:val="0083048D"/>
    <w:rsid w:val="008305F4"/>
    <w:rsid w:val="00830AAF"/>
    <w:rsid w:val="00830ED1"/>
    <w:rsid w:val="0083179C"/>
    <w:rsid w:val="00831BDC"/>
    <w:rsid w:val="008324A3"/>
    <w:rsid w:val="00832B93"/>
    <w:rsid w:val="0083329D"/>
    <w:rsid w:val="00833419"/>
    <w:rsid w:val="00833A98"/>
    <w:rsid w:val="00833D8B"/>
    <w:rsid w:val="0083404F"/>
    <w:rsid w:val="0083424C"/>
    <w:rsid w:val="00834670"/>
    <w:rsid w:val="00834FB4"/>
    <w:rsid w:val="0083554E"/>
    <w:rsid w:val="00835AF4"/>
    <w:rsid w:val="00837096"/>
    <w:rsid w:val="008373D4"/>
    <w:rsid w:val="00837580"/>
    <w:rsid w:val="008401B6"/>
    <w:rsid w:val="008406AA"/>
    <w:rsid w:val="00840CE5"/>
    <w:rsid w:val="00840D14"/>
    <w:rsid w:val="00841000"/>
    <w:rsid w:val="008411A7"/>
    <w:rsid w:val="0084122E"/>
    <w:rsid w:val="00841867"/>
    <w:rsid w:val="00841872"/>
    <w:rsid w:val="008418A4"/>
    <w:rsid w:val="008419B2"/>
    <w:rsid w:val="0084249A"/>
    <w:rsid w:val="00842D24"/>
    <w:rsid w:val="00843601"/>
    <w:rsid w:val="00843712"/>
    <w:rsid w:val="0084397A"/>
    <w:rsid w:val="00843D2D"/>
    <w:rsid w:val="008442E8"/>
    <w:rsid w:val="00844E8A"/>
    <w:rsid w:val="008458FC"/>
    <w:rsid w:val="00846010"/>
    <w:rsid w:val="008461A6"/>
    <w:rsid w:val="00846574"/>
    <w:rsid w:val="00846D41"/>
    <w:rsid w:val="00846D7C"/>
    <w:rsid w:val="008475EA"/>
    <w:rsid w:val="00847C57"/>
    <w:rsid w:val="008502A9"/>
    <w:rsid w:val="0085056E"/>
    <w:rsid w:val="008506E5"/>
    <w:rsid w:val="00850A04"/>
    <w:rsid w:val="00850C69"/>
    <w:rsid w:val="00851743"/>
    <w:rsid w:val="00851E9E"/>
    <w:rsid w:val="00852369"/>
    <w:rsid w:val="0085275E"/>
    <w:rsid w:val="00852CD5"/>
    <w:rsid w:val="00853085"/>
    <w:rsid w:val="00855755"/>
    <w:rsid w:val="00855D79"/>
    <w:rsid w:val="00855E0E"/>
    <w:rsid w:val="00855E64"/>
    <w:rsid w:val="0085618E"/>
    <w:rsid w:val="00856B46"/>
    <w:rsid w:val="008600C4"/>
    <w:rsid w:val="00860588"/>
    <w:rsid w:val="00860674"/>
    <w:rsid w:val="008609D2"/>
    <w:rsid w:val="00860B4D"/>
    <w:rsid w:val="0086146F"/>
    <w:rsid w:val="008618B3"/>
    <w:rsid w:val="00862425"/>
    <w:rsid w:val="00862A79"/>
    <w:rsid w:val="00862F49"/>
    <w:rsid w:val="00863E5E"/>
    <w:rsid w:val="00863F73"/>
    <w:rsid w:val="0086404B"/>
    <w:rsid w:val="008645DC"/>
    <w:rsid w:val="0086461E"/>
    <w:rsid w:val="00864718"/>
    <w:rsid w:val="0086473E"/>
    <w:rsid w:val="00864FEE"/>
    <w:rsid w:val="00865134"/>
    <w:rsid w:val="00865D54"/>
    <w:rsid w:val="00865DBB"/>
    <w:rsid w:val="008668C5"/>
    <w:rsid w:val="00866C47"/>
    <w:rsid w:val="00867038"/>
    <w:rsid w:val="008670A0"/>
    <w:rsid w:val="00867F38"/>
    <w:rsid w:val="00870CC1"/>
    <w:rsid w:val="00870F10"/>
    <w:rsid w:val="00871086"/>
    <w:rsid w:val="0087149C"/>
    <w:rsid w:val="00871905"/>
    <w:rsid w:val="00871BFB"/>
    <w:rsid w:val="00871D69"/>
    <w:rsid w:val="008722B1"/>
    <w:rsid w:val="00872E44"/>
    <w:rsid w:val="0087341C"/>
    <w:rsid w:val="0087345F"/>
    <w:rsid w:val="008736C3"/>
    <w:rsid w:val="00874DBC"/>
    <w:rsid w:val="008751F3"/>
    <w:rsid w:val="00875C55"/>
    <w:rsid w:val="00876C83"/>
    <w:rsid w:val="0087771C"/>
    <w:rsid w:val="00877D8D"/>
    <w:rsid w:val="0088023E"/>
    <w:rsid w:val="008802C1"/>
    <w:rsid w:val="00880593"/>
    <w:rsid w:val="008805EF"/>
    <w:rsid w:val="00881062"/>
    <w:rsid w:val="00881E09"/>
    <w:rsid w:val="00881E15"/>
    <w:rsid w:val="00881E85"/>
    <w:rsid w:val="00882239"/>
    <w:rsid w:val="00882298"/>
    <w:rsid w:val="00882654"/>
    <w:rsid w:val="00882CC0"/>
    <w:rsid w:val="00882DB4"/>
    <w:rsid w:val="0088308B"/>
    <w:rsid w:val="00883453"/>
    <w:rsid w:val="008839E7"/>
    <w:rsid w:val="00884D15"/>
    <w:rsid w:val="00884D17"/>
    <w:rsid w:val="008850E8"/>
    <w:rsid w:val="008851F8"/>
    <w:rsid w:val="008853C2"/>
    <w:rsid w:val="00886104"/>
    <w:rsid w:val="0088646C"/>
    <w:rsid w:val="008865DC"/>
    <w:rsid w:val="00887028"/>
    <w:rsid w:val="008874E2"/>
    <w:rsid w:val="00887816"/>
    <w:rsid w:val="00887B5B"/>
    <w:rsid w:val="00887C74"/>
    <w:rsid w:val="00887DC8"/>
    <w:rsid w:val="00887F13"/>
    <w:rsid w:val="0089144A"/>
    <w:rsid w:val="008921CF"/>
    <w:rsid w:val="008928CD"/>
    <w:rsid w:val="008928ED"/>
    <w:rsid w:val="00892E46"/>
    <w:rsid w:val="0089302A"/>
    <w:rsid w:val="0089306E"/>
    <w:rsid w:val="008930C2"/>
    <w:rsid w:val="00893256"/>
    <w:rsid w:val="00893644"/>
    <w:rsid w:val="00893BC5"/>
    <w:rsid w:val="00893D49"/>
    <w:rsid w:val="0089435D"/>
    <w:rsid w:val="00894E4C"/>
    <w:rsid w:val="00896A7B"/>
    <w:rsid w:val="00897D09"/>
    <w:rsid w:val="008A0128"/>
    <w:rsid w:val="008A1094"/>
    <w:rsid w:val="008A121B"/>
    <w:rsid w:val="008A13ED"/>
    <w:rsid w:val="008A1830"/>
    <w:rsid w:val="008A19C1"/>
    <w:rsid w:val="008A21C9"/>
    <w:rsid w:val="008A2911"/>
    <w:rsid w:val="008A316F"/>
    <w:rsid w:val="008A355D"/>
    <w:rsid w:val="008A365B"/>
    <w:rsid w:val="008A3842"/>
    <w:rsid w:val="008A44ED"/>
    <w:rsid w:val="008A4521"/>
    <w:rsid w:val="008A5625"/>
    <w:rsid w:val="008A580D"/>
    <w:rsid w:val="008A582E"/>
    <w:rsid w:val="008A61AF"/>
    <w:rsid w:val="008A6276"/>
    <w:rsid w:val="008A63C3"/>
    <w:rsid w:val="008A6792"/>
    <w:rsid w:val="008A7ACD"/>
    <w:rsid w:val="008A7C7C"/>
    <w:rsid w:val="008A7CE4"/>
    <w:rsid w:val="008A7E3C"/>
    <w:rsid w:val="008B1D0D"/>
    <w:rsid w:val="008B2C97"/>
    <w:rsid w:val="008B3884"/>
    <w:rsid w:val="008B3E90"/>
    <w:rsid w:val="008B3EED"/>
    <w:rsid w:val="008B40F1"/>
    <w:rsid w:val="008B420D"/>
    <w:rsid w:val="008B4495"/>
    <w:rsid w:val="008B4888"/>
    <w:rsid w:val="008B4A05"/>
    <w:rsid w:val="008B60F3"/>
    <w:rsid w:val="008B6186"/>
    <w:rsid w:val="008B6EA6"/>
    <w:rsid w:val="008B7CA2"/>
    <w:rsid w:val="008B7E51"/>
    <w:rsid w:val="008C03E8"/>
    <w:rsid w:val="008C0656"/>
    <w:rsid w:val="008C1BE9"/>
    <w:rsid w:val="008C20B2"/>
    <w:rsid w:val="008C21E8"/>
    <w:rsid w:val="008C267B"/>
    <w:rsid w:val="008C30EA"/>
    <w:rsid w:val="008C31BE"/>
    <w:rsid w:val="008C3B2D"/>
    <w:rsid w:val="008C4A4B"/>
    <w:rsid w:val="008C5028"/>
    <w:rsid w:val="008C5788"/>
    <w:rsid w:val="008C7625"/>
    <w:rsid w:val="008C763C"/>
    <w:rsid w:val="008C7735"/>
    <w:rsid w:val="008C781E"/>
    <w:rsid w:val="008C7BED"/>
    <w:rsid w:val="008D10A5"/>
    <w:rsid w:val="008D1486"/>
    <w:rsid w:val="008D1521"/>
    <w:rsid w:val="008D1AA1"/>
    <w:rsid w:val="008D202A"/>
    <w:rsid w:val="008D2BCE"/>
    <w:rsid w:val="008D2E65"/>
    <w:rsid w:val="008D2E7B"/>
    <w:rsid w:val="008D3A38"/>
    <w:rsid w:val="008D3F25"/>
    <w:rsid w:val="008D40C7"/>
    <w:rsid w:val="008D4181"/>
    <w:rsid w:val="008D4245"/>
    <w:rsid w:val="008D55AB"/>
    <w:rsid w:val="008D5735"/>
    <w:rsid w:val="008D665D"/>
    <w:rsid w:val="008D6B65"/>
    <w:rsid w:val="008D6F9F"/>
    <w:rsid w:val="008D718E"/>
    <w:rsid w:val="008D7994"/>
    <w:rsid w:val="008E0017"/>
    <w:rsid w:val="008E139F"/>
    <w:rsid w:val="008E2214"/>
    <w:rsid w:val="008E24D2"/>
    <w:rsid w:val="008E2A81"/>
    <w:rsid w:val="008E2D55"/>
    <w:rsid w:val="008E3411"/>
    <w:rsid w:val="008E38B4"/>
    <w:rsid w:val="008E4D0D"/>
    <w:rsid w:val="008E564E"/>
    <w:rsid w:val="008E597F"/>
    <w:rsid w:val="008E5AD6"/>
    <w:rsid w:val="008E5C2E"/>
    <w:rsid w:val="008E66B5"/>
    <w:rsid w:val="008E6AB2"/>
    <w:rsid w:val="008E6B6E"/>
    <w:rsid w:val="008E6BAC"/>
    <w:rsid w:val="008E7AB4"/>
    <w:rsid w:val="008E7D32"/>
    <w:rsid w:val="008E7DDE"/>
    <w:rsid w:val="008E7E44"/>
    <w:rsid w:val="008F021E"/>
    <w:rsid w:val="008F0BD2"/>
    <w:rsid w:val="008F12B9"/>
    <w:rsid w:val="008F1553"/>
    <w:rsid w:val="008F15DB"/>
    <w:rsid w:val="008F1A9D"/>
    <w:rsid w:val="008F1AE2"/>
    <w:rsid w:val="008F1C28"/>
    <w:rsid w:val="008F2755"/>
    <w:rsid w:val="008F2A2B"/>
    <w:rsid w:val="008F3D90"/>
    <w:rsid w:val="008F4502"/>
    <w:rsid w:val="008F4878"/>
    <w:rsid w:val="008F498F"/>
    <w:rsid w:val="008F4F31"/>
    <w:rsid w:val="008F5092"/>
    <w:rsid w:val="008F53BE"/>
    <w:rsid w:val="008F5418"/>
    <w:rsid w:val="008F56FB"/>
    <w:rsid w:val="008F5B1F"/>
    <w:rsid w:val="008F5D60"/>
    <w:rsid w:val="008F6360"/>
    <w:rsid w:val="008F6547"/>
    <w:rsid w:val="008F6689"/>
    <w:rsid w:val="008F6DC1"/>
    <w:rsid w:val="008F7C21"/>
    <w:rsid w:val="00900E23"/>
    <w:rsid w:val="009013A9"/>
    <w:rsid w:val="0090212F"/>
    <w:rsid w:val="0090264D"/>
    <w:rsid w:val="009034B5"/>
    <w:rsid w:val="009039D6"/>
    <w:rsid w:val="0090401C"/>
    <w:rsid w:val="00904516"/>
    <w:rsid w:val="009057A1"/>
    <w:rsid w:val="00905A08"/>
    <w:rsid w:val="009060A9"/>
    <w:rsid w:val="00906E91"/>
    <w:rsid w:val="00907036"/>
    <w:rsid w:val="00907331"/>
    <w:rsid w:val="009079B3"/>
    <w:rsid w:val="00910C82"/>
    <w:rsid w:val="009121FA"/>
    <w:rsid w:val="0091286A"/>
    <w:rsid w:val="00912BDD"/>
    <w:rsid w:val="00912DEB"/>
    <w:rsid w:val="00912E15"/>
    <w:rsid w:val="009131F5"/>
    <w:rsid w:val="00913725"/>
    <w:rsid w:val="00913858"/>
    <w:rsid w:val="009138F5"/>
    <w:rsid w:val="00913A58"/>
    <w:rsid w:val="00913A73"/>
    <w:rsid w:val="00913F12"/>
    <w:rsid w:val="00914DB3"/>
    <w:rsid w:val="00914EF1"/>
    <w:rsid w:val="00914FEF"/>
    <w:rsid w:val="00915792"/>
    <w:rsid w:val="0091587D"/>
    <w:rsid w:val="009160FA"/>
    <w:rsid w:val="009162A2"/>
    <w:rsid w:val="009172A8"/>
    <w:rsid w:val="009172E8"/>
    <w:rsid w:val="00917B48"/>
    <w:rsid w:val="00920233"/>
    <w:rsid w:val="009207D7"/>
    <w:rsid w:val="00920D1F"/>
    <w:rsid w:val="00921526"/>
    <w:rsid w:val="0092155D"/>
    <w:rsid w:val="00921B44"/>
    <w:rsid w:val="0092356B"/>
    <w:rsid w:val="009235D2"/>
    <w:rsid w:val="009243AB"/>
    <w:rsid w:val="00924769"/>
    <w:rsid w:val="009258F0"/>
    <w:rsid w:val="00927E65"/>
    <w:rsid w:val="00931979"/>
    <w:rsid w:val="00931D3E"/>
    <w:rsid w:val="009324D2"/>
    <w:rsid w:val="00932614"/>
    <w:rsid w:val="00932CA9"/>
    <w:rsid w:val="00932FBF"/>
    <w:rsid w:val="00933807"/>
    <w:rsid w:val="00933C84"/>
    <w:rsid w:val="00933CEF"/>
    <w:rsid w:val="0093463C"/>
    <w:rsid w:val="0093480E"/>
    <w:rsid w:val="00934A27"/>
    <w:rsid w:val="009352B0"/>
    <w:rsid w:val="0093600B"/>
    <w:rsid w:val="009365C7"/>
    <w:rsid w:val="00936A29"/>
    <w:rsid w:val="00936D8D"/>
    <w:rsid w:val="009372B0"/>
    <w:rsid w:val="009373BF"/>
    <w:rsid w:val="009376BA"/>
    <w:rsid w:val="009378D0"/>
    <w:rsid w:val="009379E0"/>
    <w:rsid w:val="00937BB8"/>
    <w:rsid w:val="00937D08"/>
    <w:rsid w:val="00937E9D"/>
    <w:rsid w:val="00940D48"/>
    <w:rsid w:val="00941122"/>
    <w:rsid w:val="00941570"/>
    <w:rsid w:val="00942051"/>
    <w:rsid w:val="00942C11"/>
    <w:rsid w:val="00942CB9"/>
    <w:rsid w:val="009432B8"/>
    <w:rsid w:val="009436CD"/>
    <w:rsid w:val="009438BA"/>
    <w:rsid w:val="00943A0B"/>
    <w:rsid w:val="00943A1A"/>
    <w:rsid w:val="00943AB5"/>
    <w:rsid w:val="00944522"/>
    <w:rsid w:val="009447C6"/>
    <w:rsid w:val="00944E97"/>
    <w:rsid w:val="00944FF7"/>
    <w:rsid w:val="0094558C"/>
    <w:rsid w:val="00945BBE"/>
    <w:rsid w:val="00945FDA"/>
    <w:rsid w:val="00946A31"/>
    <w:rsid w:val="00946A6E"/>
    <w:rsid w:val="00946CA0"/>
    <w:rsid w:val="0094710A"/>
    <w:rsid w:val="0094723B"/>
    <w:rsid w:val="00947887"/>
    <w:rsid w:val="0095001B"/>
    <w:rsid w:val="0095003F"/>
    <w:rsid w:val="009503A5"/>
    <w:rsid w:val="00950922"/>
    <w:rsid w:val="0095092B"/>
    <w:rsid w:val="00951B38"/>
    <w:rsid w:val="00951EF6"/>
    <w:rsid w:val="009527DF"/>
    <w:rsid w:val="0095334A"/>
    <w:rsid w:val="00953675"/>
    <w:rsid w:val="00954F36"/>
    <w:rsid w:val="0095514B"/>
    <w:rsid w:val="00955B71"/>
    <w:rsid w:val="00955D3B"/>
    <w:rsid w:val="00956504"/>
    <w:rsid w:val="00956AFA"/>
    <w:rsid w:val="00956B40"/>
    <w:rsid w:val="00957534"/>
    <w:rsid w:val="00957762"/>
    <w:rsid w:val="00957ED5"/>
    <w:rsid w:val="00960E47"/>
    <w:rsid w:val="00961387"/>
    <w:rsid w:val="0096167D"/>
    <w:rsid w:val="00961A7C"/>
    <w:rsid w:val="00961C70"/>
    <w:rsid w:val="00962202"/>
    <w:rsid w:val="00962377"/>
    <w:rsid w:val="009623CD"/>
    <w:rsid w:val="009636DB"/>
    <w:rsid w:val="0096395C"/>
    <w:rsid w:val="00963C31"/>
    <w:rsid w:val="00963F63"/>
    <w:rsid w:val="009651DB"/>
    <w:rsid w:val="00965E60"/>
    <w:rsid w:val="0096675A"/>
    <w:rsid w:val="00966D2F"/>
    <w:rsid w:val="00967088"/>
    <w:rsid w:val="0097091E"/>
    <w:rsid w:val="00970B46"/>
    <w:rsid w:val="00970BE0"/>
    <w:rsid w:val="00970D58"/>
    <w:rsid w:val="00970DF3"/>
    <w:rsid w:val="009719D9"/>
    <w:rsid w:val="009728A1"/>
    <w:rsid w:val="00972A7E"/>
    <w:rsid w:val="00972E0E"/>
    <w:rsid w:val="00973B51"/>
    <w:rsid w:val="009740B5"/>
    <w:rsid w:val="00976408"/>
    <w:rsid w:val="00976BAD"/>
    <w:rsid w:val="00977888"/>
    <w:rsid w:val="009802C7"/>
    <w:rsid w:val="00980357"/>
    <w:rsid w:val="0098075B"/>
    <w:rsid w:val="00980C31"/>
    <w:rsid w:val="0098108D"/>
    <w:rsid w:val="009811FC"/>
    <w:rsid w:val="009813E1"/>
    <w:rsid w:val="009824B0"/>
    <w:rsid w:val="00982555"/>
    <w:rsid w:val="009827AB"/>
    <w:rsid w:val="00982911"/>
    <w:rsid w:val="00982C9C"/>
    <w:rsid w:val="00983948"/>
    <w:rsid w:val="009846A9"/>
    <w:rsid w:val="00984BC2"/>
    <w:rsid w:val="00984E02"/>
    <w:rsid w:val="009852A5"/>
    <w:rsid w:val="0098550E"/>
    <w:rsid w:val="009855BC"/>
    <w:rsid w:val="009858B2"/>
    <w:rsid w:val="009861E0"/>
    <w:rsid w:val="009868A8"/>
    <w:rsid w:val="00986980"/>
    <w:rsid w:val="00987F2B"/>
    <w:rsid w:val="00990144"/>
    <w:rsid w:val="00990CE4"/>
    <w:rsid w:val="009916B8"/>
    <w:rsid w:val="00991A7C"/>
    <w:rsid w:val="00991BE0"/>
    <w:rsid w:val="009923CB"/>
    <w:rsid w:val="00993B36"/>
    <w:rsid w:val="00994099"/>
    <w:rsid w:val="00994BB4"/>
    <w:rsid w:val="00995A53"/>
    <w:rsid w:val="00995FEC"/>
    <w:rsid w:val="0099664B"/>
    <w:rsid w:val="009967C9"/>
    <w:rsid w:val="00996F36"/>
    <w:rsid w:val="009970E1"/>
    <w:rsid w:val="00997AE3"/>
    <w:rsid w:val="009A0A92"/>
    <w:rsid w:val="009A1762"/>
    <w:rsid w:val="009A17CB"/>
    <w:rsid w:val="009A2699"/>
    <w:rsid w:val="009A2B22"/>
    <w:rsid w:val="009A2DFB"/>
    <w:rsid w:val="009A3564"/>
    <w:rsid w:val="009A35DA"/>
    <w:rsid w:val="009A3A56"/>
    <w:rsid w:val="009A3F96"/>
    <w:rsid w:val="009A43CF"/>
    <w:rsid w:val="009A4571"/>
    <w:rsid w:val="009A4899"/>
    <w:rsid w:val="009A49FE"/>
    <w:rsid w:val="009A50A5"/>
    <w:rsid w:val="009A5248"/>
    <w:rsid w:val="009A55BC"/>
    <w:rsid w:val="009A5626"/>
    <w:rsid w:val="009A5D1A"/>
    <w:rsid w:val="009A5E86"/>
    <w:rsid w:val="009A6052"/>
    <w:rsid w:val="009A664F"/>
    <w:rsid w:val="009A68F2"/>
    <w:rsid w:val="009A6ADE"/>
    <w:rsid w:val="009A7517"/>
    <w:rsid w:val="009A7A03"/>
    <w:rsid w:val="009B0992"/>
    <w:rsid w:val="009B0D5B"/>
    <w:rsid w:val="009B0EC4"/>
    <w:rsid w:val="009B14B8"/>
    <w:rsid w:val="009B25B0"/>
    <w:rsid w:val="009B2969"/>
    <w:rsid w:val="009B2E2A"/>
    <w:rsid w:val="009B38F5"/>
    <w:rsid w:val="009B44FB"/>
    <w:rsid w:val="009B5045"/>
    <w:rsid w:val="009B58FD"/>
    <w:rsid w:val="009B6012"/>
    <w:rsid w:val="009B6114"/>
    <w:rsid w:val="009B617B"/>
    <w:rsid w:val="009B64DF"/>
    <w:rsid w:val="009B6598"/>
    <w:rsid w:val="009B6769"/>
    <w:rsid w:val="009B6B25"/>
    <w:rsid w:val="009B7223"/>
    <w:rsid w:val="009C0A3B"/>
    <w:rsid w:val="009C0CF1"/>
    <w:rsid w:val="009C10D8"/>
    <w:rsid w:val="009C16F8"/>
    <w:rsid w:val="009C17B6"/>
    <w:rsid w:val="009C20F0"/>
    <w:rsid w:val="009C24B7"/>
    <w:rsid w:val="009C2A88"/>
    <w:rsid w:val="009C2F14"/>
    <w:rsid w:val="009C4B81"/>
    <w:rsid w:val="009C4EC3"/>
    <w:rsid w:val="009C5137"/>
    <w:rsid w:val="009C56EF"/>
    <w:rsid w:val="009C5F36"/>
    <w:rsid w:val="009C65B6"/>
    <w:rsid w:val="009C6CEE"/>
    <w:rsid w:val="009C7335"/>
    <w:rsid w:val="009D024E"/>
    <w:rsid w:val="009D03CB"/>
    <w:rsid w:val="009D04E0"/>
    <w:rsid w:val="009D0ECC"/>
    <w:rsid w:val="009D2716"/>
    <w:rsid w:val="009D373F"/>
    <w:rsid w:val="009D3B31"/>
    <w:rsid w:val="009D429F"/>
    <w:rsid w:val="009D4756"/>
    <w:rsid w:val="009D4CB9"/>
    <w:rsid w:val="009D50F1"/>
    <w:rsid w:val="009D52D2"/>
    <w:rsid w:val="009D64D1"/>
    <w:rsid w:val="009D6B2A"/>
    <w:rsid w:val="009D70FF"/>
    <w:rsid w:val="009D7ABC"/>
    <w:rsid w:val="009D7F2D"/>
    <w:rsid w:val="009E0BE9"/>
    <w:rsid w:val="009E0E26"/>
    <w:rsid w:val="009E108D"/>
    <w:rsid w:val="009E1B9E"/>
    <w:rsid w:val="009E1C3F"/>
    <w:rsid w:val="009E1F0B"/>
    <w:rsid w:val="009E23FA"/>
    <w:rsid w:val="009E3B28"/>
    <w:rsid w:val="009E3D87"/>
    <w:rsid w:val="009E4170"/>
    <w:rsid w:val="009E4476"/>
    <w:rsid w:val="009E4DC2"/>
    <w:rsid w:val="009E4EEB"/>
    <w:rsid w:val="009E552D"/>
    <w:rsid w:val="009E6CE1"/>
    <w:rsid w:val="009E6F8F"/>
    <w:rsid w:val="009E7788"/>
    <w:rsid w:val="009E7FEA"/>
    <w:rsid w:val="009F013D"/>
    <w:rsid w:val="009F0824"/>
    <w:rsid w:val="009F0AE6"/>
    <w:rsid w:val="009F0E8B"/>
    <w:rsid w:val="009F11D4"/>
    <w:rsid w:val="009F2263"/>
    <w:rsid w:val="009F2528"/>
    <w:rsid w:val="009F2594"/>
    <w:rsid w:val="009F2699"/>
    <w:rsid w:val="009F2F6A"/>
    <w:rsid w:val="009F2F94"/>
    <w:rsid w:val="009F3489"/>
    <w:rsid w:val="009F3A39"/>
    <w:rsid w:val="009F3D79"/>
    <w:rsid w:val="009F4126"/>
    <w:rsid w:val="009F4432"/>
    <w:rsid w:val="009F478A"/>
    <w:rsid w:val="009F497D"/>
    <w:rsid w:val="009F594A"/>
    <w:rsid w:val="009F5993"/>
    <w:rsid w:val="009F5DE5"/>
    <w:rsid w:val="009F60E3"/>
    <w:rsid w:val="009F6541"/>
    <w:rsid w:val="009F68B8"/>
    <w:rsid w:val="009F6A14"/>
    <w:rsid w:val="009F7CE8"/>
    <w:rsid w:val="009F7E7E"/>
    <w:rsid w:val="00A00052"/>
    <w:rsid w:val="00A00CCD"/>
    <w:rsid w:val="00A0131C"/>
    <w:rsid w:val="00A01342"/>
    <w:rsid w:val="00A01C8C"/>
    <w:rsid w:val="00A01DD7"/>
    <w:rsid w:val="00A02728"/>
    <w:rsid w:val="00A0313C"/>
    <w:rsid w:val="00A03C7D"/>
    <w:rsid w:val="00A03ECB"/>
    <w:rsid w:val="00A03F02"/>
    <w:rsid w:val="00A045B5"/>
    <w:rsid w:val="00A0463A"/>
    <w:rsid w:val="00A047B5"/>
    <w:rsid w:val="00A04F9C"/>
    <w:rsid w:val="00A059AF"/>
    <w:rsid w:val="00A070B7"/>
    <w:rsid w:val="00A072D1"/>
    <w:rsid w:val="00A078FB"/>
    <w:rsid w:val="00A100C2"/>
    <w:rsid w:val="00A109EC"/>
    <w:rsid w:val="00A10BBA"/>
    <w:rsid w:val="00A10CC5"/>
    <w:rsid w:val="00A11468"/>
    <w:rsid w:val="00A12189"/>
    <w:rsid w:val="00A12243"/>
    <w:rsid w:val="00A12285"/>
    <w:rsid w:val="00A13757"/>
    <w:rsid w:val="00A13B7F"/>
    <w:rsid w:val="00A14392"/>
    <w:rsid w:val="00A1473C"/>
    <w:rsid w:val="00A14B2F"/>
    <w:rsid w:val="00A14DE6"/>
    <w:rsid w:val="00A14FDF"/>
    <w:rsid w:val="00A150E2"/>
    <w:rsid w:val="00A15470"/>
    <w:rsid w:val="00A15B67"/>
    <w:rsid w:val="00A15C76"/>
    <w:rsid w:val="00A166D8"/>
    <w:rsid w:val="00A16980"/>
    <w:rsid w:val="00A16D4A"/>
    <w:rsid w:val="00A17D55"/>
    <w:rsid w:val="00A20168"/>
    <w:rsid w:val="00A201A1"/>
    <w:rsid w:val="00A20641"/>
    <w:rsid w:val="00A20DEC"/>
    <w:rsid w:val="00A21320"/>
    <w:rsid w:val="00A21F6F"/>
    <w:rsid w:val="00A228D6"/>
    <w:rsid w:val="00A2316F"/>
    <w:rsid w:val="00A23208"/>
    <w:rsid w:val="00A2342A"/>
    <w:rsid w:val="00A2353B"/>
    <w:rsid w:val="00A23664"/>
    <w:rsid w:val="00A23A80"/>
    <w:rsid w:val="00A23BDE"/>
    <w:rsid w:val="00A23F92"/>
    <w:rsid w:val="00A2460C"/>
    <w:rsid w:val="00A24BBF"/>
    <w:rsid w:val="00A24E8A"/>
    <w:rsid w:val="00A24F69"/>
    <w:rsid w:val="00A252FF"/>
    <w:rsid w:val="00A25468"/>
    <w:rsid w:val="00A2590D"/>
    <w:rsid w:val="00A25F6D"/>
    <w:rsid w:val="00A26109"/>
    <w:rsid w:val="00A26125"/>
    <w:rsid w:val="00A264C2"/>
    <w:rsid w:val="00A26D03"/>
    <w:rsid w:val="00A2740B"/>
    <w:rsid w:val="00A275EB"/>
    <w:rsid w:val="00A27928"/>
    <w:rsid w:val="00A27C81"/>
    <w:rsid w:val="00A305CA"/>
    <w:rsid w:val="00A31B92"/>
    <w:rsid w:val="00A31EA3"/>
    <w:rsid w:val="00A321DB"/>
    <w:rsid w:val="00A324C9"/>
    <w:rsid w:val="00A33497"/>
    <w:rsid w:val="00A33729"/>
    <w:rsid w:val="00A33DA3"/>
    <w:rsid w:val="00A33DC3"/>
    <w:rsid w:val="00A33FB2"/>
    <w:rsid w:val="00A34BEE"/>
    <w:rsid w:val="00A34D0A"/>
    <w:rsid w:val="00A35256"/>
    <w:rsid w:val="00A358DB"/>
    <w:rsid w:val="00A35997"/>
    <w:rsid w:val="00A35C09"/>
    <w:rsid w:val="00A35E0D"/>
    <w:rsid w:val="00A36157"/>
    <w:rsid w:val="00A37626"/>
    <w:rsid w:val="00A40839"/>
    <w:rsid w:val="00A40927"/>
    <w:rsid w:val="00A40FE3"/>
    <w:rsid w:val="00A41103"/>
    <w:rsid w:val="00A41689"/>
    <w:rsid w:val="00A41A45"/>
    <w:rsid w:val="00A41AA7"/>
    <w:rsid w:val="00A41B9C"/>
    <w:rsid w:val="00A41F5B"/>
    <w:rsid w:val="00A43C9C"/>
    <w:rsid w:val="00A44540"/>
    <w:rsid w:val="00A44723"/>
    <w:rsid w:val="00A447E0"/>
    <w:rsid w:val="00A44805"/>
    <w:rsid w:val="00A448DC"/>
    <w:rsid w:val="00A4530A"/>
    <w:rsid w:val="00A456A8"/>
    <w:rsid w:val="00A4662D"/>
    <w:rsid w:val="00A46925"/>
    <w:rsid w:val="00A472D2"/>
    <w:rsid w:val="00A47330"/>
    <w:rsid w:val="00A47716"/>
    <w:rsid w:val="00A47F25"/>
    <w:rsid w:val="00A5070E"/>
    <w:rsid w:val="00A50753"/>
    <w:rsid w:val="00A507E5"/>
    <w:rsid w:val="00A50E5D"/>
    <w:rsid w:val="00A5125B"/>
    <w:rsid w:val="00A51585"/>
    <w:rsid w:val="00A518B2"/>
    <w:rsid w:val="00A52557"/>
    <w:rsid w:val="00A52751"/>
    <w:rsid w:val="00A52B9D"/>
    <w:rsid w:val="00A53195"/>
    <w:rsid w:val="00A5325D"/>
    <w:rsid w:val="00A53689"/>
    <w:rsid w:val="00A536AF"/>
    <w:rsid w:val="00A536F4"/>
    <w:rsid w:val="00A53851"/>
    <w:rsid w:val="00A53FFD"/>
    <w:rsid w:val="00A54EF4"/>
    <w:rsid w:val="00A56438"/>
    <w:rsid w:val="00A5644F"/>
    <w:rsid w:val="00A56CD2"/>
    <w:rsid w:val="00A56DBD"/>
    <w:rsid w:val="00A5745D"/>
    <w:rsid w:val="00A57FF7"/>
    <w:rsid w:val="00A60BAA"/>
    <w:rsid w:val="00A61464"/>
    <w:rsid w:val="00A61885"/>
    <w:rsid w:val="00A61A87"/>
    <w:rsid w:val="00A61BFC"/>
    <w:rsid w:val="00A622BB"/>
    <w:rsid w:val="00A62F37"/>
    <w:rsid w:val="00A633FF"/>
    <w:rsid w:val="00A636A6"/>
    <w:rsid w:val="00A638D2"/>
    <w:rsid w:val="00A63C30"/>
    <w:rsid w:val="00A64270"/>
    <w:rsid w:val="00A6451E"/>
    <w:rsid w:val="00A64721"/>
    <w:rsid w:val="00A64B47"/>
    <w:rsid w:val="00A64E8A"/>
    <w:rsid w:val="00A65171"/>
    <w:rsid w:val="00A658CA"/>
    <w:rsid w:val="00A65A9B"/>
    <w:rsid w:val="00A6614D"/>
    <w:rsid w:val="00A664A2"/>
    <w:rsid w:val="00A66A5F"/>
    <w:rsid w:val="00A67361"/>
    <w:rsid w:val="00A70378"/>
    <w:rsid w:val="00A70B74"/>
    <w:rsid w:val="00A70D7E"/>
    <w:rsid w:val="00A718EB"/>
    <w:rsid w:val="00A71919"/>
    <w:rsid w:val="00A72458"/>
    <w:rsid w:val="00A725EE"/>
    <w:rsid w:val="00A726BA"/>
    <w:rsid w:val="00A73D59"/>
    <w:rsid w:val="00A7404C"/>
    <w:rsid w:val="00A74558"/>
    <w:rsid w:val="00A7455B"/>
    <w:rsid w:val="00A74CB7"/>
    <w:rsid w:val="00A751D4"/>
    <w:rsid w:val="00A756AF"/>
    <w:rsid w:val="00A75A0B"/>
    <w:rsid w:val="00A767E4"/>
    <w:rsid w:val="00A772AB"/>
    <w:rsid w:val="00A773B1"/>
    <w:rsid w:val="00A773E2"/>
    <w:rsid w:val="00A805D7"/>
    <w:rsid w:val="00A80AAB"/>
    <w:rsid w:val="00A81808"/>
    <w:rsid w:val="00A81B25"/>
    <w:rsid w:val="00A827C7"/>
    <w:rsid w:val="00A82833"/>
    <w:rsid w:val="00A82A48"/>
    <w:rsid w:val="00A83200"/>
    <w:rsid w:val="00A83ACB"/>
    <w:rsid w:val="00A83CCA"/>
    <w:rsid w:val="00A83DF4"/>
    <w:rsid w:val="00A847DA"/>
    <w:rsid w:val="00A85617"/>
    <w:rsid w:val="00A85A27"/>
    <w:rsid w:val="00A85AF1"/>
    <w:rsid w:val="00A860E8"/>
    <w:rsid w:val="00A86779"/>
    <w:rsid w:val="00A86AD6"/>
    <w:rsid w:val="00A87137"/>
    <w:rsid w:val="00A87CA1"/>
    <w:rsid w:val="00A9058C"/>
    <w:rsid w:val="00A9074C"/>
    <w:rsid w:val="00A90DD3"/>
    <w:rsid w:val="00A90DD6"/>
    <w:rsid w:val="00A90EBE"/>
    <w:rsid w:val="00A90F95"/>
    <w:rsid w:val="00A91070"/>
    <w:rsid w:val="00A912A1"/>
    <w:rsid w:val="00A91770"/>
    <w:rsid w:val="00A91A9B"/>
    <w:rsid w:val="00A91C70"/>
    <w:rsid w:val="00A920E9"/>
    <w:rsid w:val="00A92232"/>
    <w:rsid w:val="00A92240"/>
    <w:rsid w:val="00A925C6"/>
    <w:rsid w:val="00A92DDC"/>
    <w:rsid w:val="00A92FB6"/>
    <w:rsid w:val="00A930E0"/>
    <w:rsid w:val="00A935E9"/>
    <w:rsid w:val="00A93D7D"/>
    <w:rsid w:val="00A9494F"/>
    <w:rsid w:val="00A94C45"/>
    <w:rsid w:val="00A94DA5"/>
    <w:rsid w:val="00A95242"/>
    <w:rsid w:val="00A95257"/>
    <w:rsid w:val="00A95559"/>
    <w:rsid w:val="00A9590B"/>
    <w:rsid w:val="00A95BC7"/>
    <w:rsid w:val="00A960FC"/>
    <w:rsid w:val="00A96695"/>
    <w:rsid w:val="00A96DA2"/>
    <w:rsid w:val="00A97368"/>
    <w:rsid w:val="00A9737E"/>
    <w:rsid w:val="00AA016B"/>
    <w:rsid w:val="00AA0A95"/>
    <w:rsid w:val="00AA0F15"/>
    <w:rsid w:val="00AA1781"/>
    <w:rsid w:val="00AA2304"/>
    <w:rsid w:val="00AA247B"/>
    <w:rsid w:val="00AA24AD"/>
    <w:rsid w:val="00AA261C"/>
    <w:rsid w:val="00AA2755"/>
    <w:rsid w:val="00AA3A4A"/>
    <w:rsid w:val="00AA3CFB"/>
    <w:rsid w:val="00AA3D4A"/>
    <w:rsid w:val="00AA4337"/>
    <w:rsid w:val="00AA463C"/>
    <w:rsid w:val="00AA473A"/>
    <w:rsid w:val="00AA48BF"/>
    <w:rsid w:val="00AA4FD4"/>
    <w:rsid w:val="00AA5667"/>
    <w:rsid w:val="00AA60AF"/>
    <w:rsid w:val="00AA6A5A"/>
    <w:rsid w:val="00AA7236"/>
    <w:rsid w:val="00AA7C24"/>
    <w:rsid w:val="00AB0676"/>
    <w:rsid w:val="00AB1C8B"/>
    <w:rsid w:val="00AB1D80"/>
    <w:rsid w:val="00AB2495"/>
    <w:rsid w:val="00AB2849"/>
    <w:rsid w:val="00AB3258"/>
    <w:rsid w:val="00AB379D"/>
    <w:rsid w:val="00AB3FAB"/>
    <w:rsid w:val="00AB4157"/>
    <w:rsid w:val="00AB4C62"/>
    <w:rsid w:val="00AB4F1A"/>
    <w:rsid w:val="00AB51E8"/>
    <w:rsid w:val="00AB5357"/>
    <w:rsid w:val="00AB60A6"/>
    <w:rsid w:val="00AB6241"/>
    <w:rsid w:val="00AB7D1E"/>
    <w:rsid w:val="00AB7E31"/>
    <w:rsid w:val="00AC00AA"/>
    <w:rsid w:val="00AC0107"/>
    <w:rsid w:val="00AC0388"/>
    <w:rsid w:val="00AC044A"/>
    <w:rsid w:val="00AC0BF7"/>
    <w:rsid w:val="00AC0CBB"/>
    <w:rsid w:val="00AC1170"/>
    <w:rsid w:val="00AC1431"/>
    <w:rsid w:val="00AC1C32"/>
    <w:rsid w:val="00AC1D47"/>
    <w:rsid w:val="00AC20AB"/>
    <w:rsid w:val="00AC2248"/>
    <w:rsid w:val="00AC349A"/>
    <w:rsid w:val="00AC38C3"/>
    <w:rsid w:val="00AC3987"/>
    <w:rsid w:val="00AC48F3"/>
    <w:rsid w:val="00AC55E2"/>
    <w:rsid w:val="00AC64B5"/>
    <w:rsid w:val="00AC670D"/>
    <w:rsid w:val="00AC6B9A"/>
    <w:rsid w:val="00AC6F7F"/>
    <w:rsid w:val="00AC70D4"/>
    <w:rsid w:val="00AC726B"/>
    <w:rsid w:val="00AC7528"/>
    <w:rsid w:val="00AC7A80"/>
    <w:rsid w:val="00AC7C56"/>
    <w:rsid w:val="00AD048C"/>
    <w:rsid w:val="00AD0685"/>
    <w:rsid w:val="00AD09AA"/>
    <w:rsid w:val="00AD0B81"/>
    <w:rsid w:val="00AD1C5B"/>
    <w:rsid w:val="00AD2007"/>
    <w:rsid w:val="00AD2FEA"/>
    <w:rsid w:val="00AD36E9"/>
    <w:rsid w:val="00AD3B7F"/>
    <w:rsid w:val="00AD3D61"/>
    <w:rsid w:val="00AD3F0C"/>
    <w:rsid w:val="00AD45B8"/>
    <w:rsid w:val="00AD46D2"/>
    <w:rsid w:val="00AD4E40"/>
    <w:rsid w:val="00AD4F3A"/>
    <w:rsid w:val="00AD4FB7"/>
    <w:rsid w:val="00AD5CE6"/>
    <w:rsid w:val="00AD6602"/>
    <w:rsid w:val="00AD6B3F"/>
    <w:rsid w:val="00AD7682"/>
    <w:rsid w:val="00AD7A5B"/>
    <w:rsid w:val="00AE0826"/>
    <w:rsid w:val="00AE10AD"/>
    <w:rsid w:val="00AE1B69"/>
    <w:rsid w:val="00AE1E30"/>
    <w:rsid w:val="00AE2543"/>
    <w:rsid w:val="00AE2B9C"/>
    <w:rsid w:val="00AE343D"/>
    <w:rsid w:val="00AE37E9"/>
    <w:rsid w:val="00AE3A71"/>
    <w:rsid w:val="00AE3B1D"/>
    <w:rsid w:val="00AE40A1"/>
    <w:rsid w:val="00AE4285"/>
    <w:rsid w:val="00AE42D3"/>
    <w:rsid w:val="00AE451E"/>
    <w:rsid w:val="00AE473C"/>
    <w:rsid w:val="00AE4B22"/>
    <w:rsid w:val="00AE54AE"/>
    <w:rsid w:val="00AE5623"/>
    <w:rsid w:val="00AE5909"/>
    <w:rsid w:val="00AE59A6"/>
    <w:rsid w:val="00AE5FFD"/>
    <w:rsid w:val="00AE62C9"/>
    <w:rsid w:val="00AE66C5"/>
    <w:rsid w:val="00AF08A7"/>
    <w:rsid w:val="00AF0B27"/>
    <w:rsid w:val="00AF0E91"/>
    <w:rsid w:val="00AF0F34"/>
    <w:rsid w:val="00AF1008"/>
    <w:rsid w:val="00AF1409"/>
    <w:rsid w:val="00AF1780"/>
    <w:rsid w:val="00AF2378"/>
    <w:rsid w:val="00AF2C05"/>
    <w:rsid w:val="00AF33EB"/>
    <w:rsid w:val="00AF458A"/>
    <w:rsid w:val="00AF5847"/>
    <w:rsid w:val="00AF6F0D"/>
    <w:rsid w:val="00AF7121"/>
    <w:rsid w:val="00AF7934"/>
    <w:rsid w:val="00B00641"/>
    <w:rsid w:val="00B00E81"/>
    <w:rsid w:val="00B00E94"/>
    <w:rsid w:val="00B02207"/>
    <w:rsid w:val="00B02701"/>
    <w:rsid w:val="00B02F5F"/>
    <w:rsid w:val="00B037CC"/>
    <w:rsid w:val="00B03A08"/>
    <w:rsid w:val="00B03B7B"/>
    <w:rsid w:val="00B03C68"/>
    <w:rsid w:val="00B043A4"/>
    <w:rsid w:val="00B04630"/>
    <w:rsid w:val="00B04881"/>
    <w:rsid w:val="00B048C7"/>
    <w:rsid w:val="00B050AA"/>
    <w:rsid w:val="00B0510C"/>
    <w:rsid w:val="00B05C11"/>
    <w:rsid w:val="00B0609A"/>
    <w:rsid w:val="00B06557"/>
    <w:rsid w:val="00B0683A"/>
    <w:rsid w:val="00B06B9D"/>
    <w:rsid w:val="00B0703D"/>
    <w:rsid w:val="00B07EED"/>
    <w:rsid w:val="00B07F2E"/>
    <w:rsid w:val="00B1020D"/>
    <w:rsid w:val="00B10734"/>
    <w:rsid w:val="00B1090A"/>
    <w:rsid w:val="00B1091F"/>
    <w:rsid w:val="00B1157D"/>
    <w:rsid w:val="00B119A2"/>
    <w:rsid w:val="00B119C0"/>
    <w:rsid w:val="00B13D26"/>
    <w:rsid w:val="00B152C5"/>
    <w:rsid w:val="00B15654"/>
    <w:rsid w:val="00B15A83"/>
    <w:rsid w:val="00B16BCC"/>
    <w:rsid w:val="00B17044"/>
    <w:rsid w:val="00B175CA"/>
    <w:rsid w:val="00B20380"/>
    <w:rsid w:val="00B20914"/>
    <w:rsid w:val="00B20DB9"/>
    <w:rsid w:val="00B21542"/>
    <w:rsid w:val="00B21909"/>
    <w:rsid w:val="00B22175"/>
    <w:rsid w:val="00B224B7"/>
    <w:rsid w:val="00B22A9C"/>
    <w:rsid w:val="00B230DC"/>
    <w:rsid w:val="00B231DC"/>
    <w:rsid w:val="00B249BC"/>
    <w:rsid w:val="00B2529A"/>
    <w:rsid w:val="00B25793"/>
    <w:rsid w:val="00B2602D"/>
    <w:rsid w:val="00B264D9"/>
    <w:rsid w:val="00B2724B"/>
    <w:rsid w:val="00B275A0"/>
    <w:rsid w:val="00B306E1"/>
    <w:rsid w:val="00B318AF"/>
    <w:rsid w:val="00B31C75"/>
    <w:rsid w:val="00B31EC2"/>
    <w:rsid w:val="00B324B0"/>
    <w:rsid w:val="00B32884"/>
    <w:rsid w:val="00B32EB5"/>
    <w:rsid w:val="00B32F6A"/>
    <w:rsid w:val="00B33B4A"/>
    <w:rsid w:val="00B33E05"/>
    <w:rsid w:val="00B33F7A"/>
    <w:rsid w:val="00B34199"/>
    <w:rsid w:val="00B346AC"/>
    <w:rsid w:val="00B34DA3"/>
    <w:rsid w:val="00B35728"/>
    <w:rsid w:val="00B3591B"/>
    <w:rsid w:val="00B36776"/>
    <w:rsid w:val="00B37028"/>
    <w:rsid w:val="00B372D1"/>
    <w:rsid w:val="00B3734C"/>
    <w:rsid w:val="00B37C92"/>
    <w:rsid w:val="00B37EAD"/>
    <w:rsid w:val="00B403E4"/>
    <w:rsid w:val="00B4075D"/>
    <w:rsid w:val="00B41071"/>
    <w:rsid w:val="00B410C4"/>
    <w:rsid w:val="00B41CC9"/>
    <w:rsid w:val="00B425D9"/>
    <w:rsid w:val="00B4310A"/>
    <w:rsid w:val="00B433E0"/>
    <w:rsid w:val="00B43518"/>
    <w:rsid w:val="00B43917"/>
    <w:rsid w:val="00B43948"/>
    <w:rsid w:val="00B4402B"/>
    <w:rsid w:val="00B44258"/>
    <w:rsid w:val="00B44630"/>
    <w:rsid w:val="00B447E2"/>
    <w:rsid w:val="00B4482C"/>
    <w:rsid w:val="00B44D1F"/>
    <w:rsid w:val="00B44DE9"/>
    <w:rsid w:val="00B4591A"/>
    <w:rsid w:val="00B45D1B"/>
    <w:rsid w:val="00B45EAB"/>
    <w:rsid w:val="00B460C5"/>
    <w:rsid w:val="00B461B8"/>
    <w:rsid w:val="00B46A29"/>
    <w:rsid w:val="00B46CC5"/>
    <w:rsid w:val="00B46CF3"/>
    <w:rsid w:val="00B4743F"/>
    <w:rsid w:val="00B47536"/>
    <w:rsid w:val="00B4788C"/>
    <w:rsid w:val="00B50176"/>
    <w:rsid w:val="00B50499"/>
    <w:rsid w:val="00B50FAE"/>
    <w:rsid w:val="00B5100C"/>
    <w:rsid w:val="00B51B76"/>
    <w:rsid w:val="00B51C21"/>
    <w:rsid w:val="00B51DB8"/>
    <w:rsid w:val="00B52566"/>
    <w:rsid w:val="00B547FA"/>
    <w:rsid w:val="00B54FD2"/>
    <w:rsid w:val="00B55017"/>
    <w:rsid w:val="00B56967"/>
    <w:rsid w:val="00B56D7F"/>
    <w:rsid w:val="00B56F55"/>
    <w:rsid w:val="00B57631"/>
    <w:rsid w:val="00B57C75"/>
    <w:rsid w:val="00B57FE1"/>
    <w:rsid w:val="00B60188"/>
    <w:rsid w:val="00B60194"/>
    <w:rsid w:val="00B60923"/>
    <w:rsid w:val="00B60B36"/>
    <w:rsid w:val="00B61322"/>
    <w:rsid w:val="00B61A2C"/>
    <w:rsid w:val="00B61ACB"/>
    <w:rsid w:val="00B61B9A"/>
    <w:rsid w:val="00B6210D"/>
    <w:rsid w:val="00B62289"/>
    <w:rsid w:val="00B627FA"/>
    <w:rsid w:val="00B639D2"/>
    <w:rsid w:val="00B64BF6"/>
    <w:rsid w:val="00B655C8"/>
    <w:rsid w:val="00B655E0"/>
    <w:rsid w:val="00B65AA6"/>
    <w:rsid w:val="00B65AFC"/>
    <w:rsid w:val="00B65B82"/>
    <w:rsid w:val="00B66128"/>
    <w:rsid w:val="00B6639F"/>
    <w:rsid w:val="00B6650C"/>
    <w:rsid w:val="00B665AA"/>
    <w:rsid w:val="00B66C85"/>
    <w:rsid w:val="00B66DCC"/>
    <w:rsid w:val="00B67833"/>
    <w:rsid w:val="00B67D4D"/>
    <w:rsid w:val="00B7043C"/>
    <w:rsid w:val="00B70871"/>
    <w:rsid w:val="00B708DB"/>
    <w:rsid w:val="00B7096C"/>
    <w:rsid w:val="00B70AA3"/>
    <w:rsid w:val="00B70B49"/>
    <w:rsid w:val="00B70F05"/>
    <w:rsid w:val="00B71581"/>
    <w:rsid w:val="00B71A5A"/>
    <w:rsid w:val="00B7425D"/>
    <w:rsid w:val="00B74281"/>
    <w:rsid w:val="00B74BCB"/>
    <w:rsid w:val="00B74F98"/>
    <w:rsid w:val="00B75BDB"/>
    <w:rsid w:val="00B75F32"/>
    <w:rsid w:val="00B76BB7"/>
    <w:rsid w:val="00B76C0D"/>
    <w:rsid w:val="00B77386"/>
    <w:rsid w:val="00B773C4"/>
    <w:rsid w:val="00B777D9"/>
    <w:rsid w:val="00B779EF"/>
    <w:rsid w:val="00B800DF"/>
    <w:rsid w:val="00B8047A"/>
    <w:rsid w:val="00B80A04"/>
    <w:rsid w:val="00B81028"/>
    <w:rsid w:val="00B820A3"/>
    <w:rsid w:val="00B82311"/>
    <w:rsid w:val="00B82B1A"/>
    <w:rsid w:val="00B83048"/>
    <w:rsid w:val="00B83828"/>
    <w:rsid w:val="00B83F02"/>
    <w:rsid w:val="00B83F35"/>
    <w:rsid w:val="00B84098"/>
    <w:rsid w:val="00B84B52"/>
    <w:rsid w:val="00B853BA"/>
    <w:rsid w:val="00B85BFA"/>
    <w:rsid w:val="00B85C41"/>
    <w:rsid w:val="00B876D5"/>
    <w:rsid w:val="00B87B20"/>
    <w:rsid w:val="00B90216"/>
    <w:rsid w:val="00B90657"/>
    <w:rsid w:val="00B92939"/>
    <w:rsid w:val="00B9340A"/>
    <w:rsid w:val="00B93472"/>
    <w:rsid w:val="00B9388B"/>
    <w:rsid w:val="00B93AE4"/>
    <w:rsid w:val="00B940C0"/>
    <w:rsid w:val="00B95162"/>
    <w:rsid w:val="00B9535F"/>
    <w:rsid w:val="00B953B3"/>
    <w:rsid w:val="00B96B06"/>
    <w:rsid w:val="00B96F5D"/>
    <w:rsid w:val="00B976C5"/>
    <w:rsid w:val="00BA023C"/>
    <w:rsid w:val="00BA07D7"/>
    <w:rsid w:val="00BA0F58"/>
    <w:rsid w:val="00BA1CE3"/>
    <w:rsid w:val="00BA1DE3"/>
    <w:rsid w:val="00BA1F94"/>
    <w:rsid w:val="00BA21C0"/>
    <w:rsid w:val="00BA23BC"/>
    <w:rsid w:val="00BA23FB"/>
    <w:rsid w:val="00BA24F5"/>
    <w:rsid w:val="00BA26DC"/>
    <w:rsid w:val="00BA2A44"/>
    <w:rsid w:val="00BA2D06"/>
    <w:rsid w:val="00BA3746"/>
    <w:rsid w:val="00BA395A"/>
    <w:rsid w:val="00BA3D0F"/>
    <w:rsid w:val="00BA3E38"/>
    <w:rsid w:val="00BA4142"/>
    <w:rsid w:val="00BA44ED"/>
    <w:rsid w:val="00BA459F"/>
    <w:rsid w:val="00BA46B2"/>
    <w:rsid w:val="00BA49F6"/>
    <w:rsid w:val="00BA4CA8"/>
    <w:rsid w:val="00BA52C3"/>
    <w:rsid w:val="00BA57B7"/>
    <w:rsid w:val="00BA5B1D"/>
    <w:rsid w:val="00BA5F2F"/>
    <w:rsid w:val="00BA6326"/>
    <w:rsid w:val="00BA6466"/>
    <w:rsid w:val="00BA6523"/>
    <w:rsid w:val="00BA6782"/>
    <w:rsid w:val="00BB0B8A"/>
    <w:rsid w:val="00BB28BB"/>
    <w:rsid w:val="00BB296E"/>
    <w:rsid w:val="00BB3562"/>
    <w:rsid w:val="00BB3C09"/>
    <w:rsid w:val="00BB46D8"/>
    <w:rsid w:val="00BB4994"/>
    <w:rsid w:val="00BB4C42"/>
    <w:rsid w:val="00BB4E31"/>
    <w:rsid w:val="00BB5187"/>
    <w:rsid w:val="00BB519B"/>
    <w:rsid w:val="00BB5B20"/>
    <w:rsid w:val="00BB6102"/>
    <w:rsid w:val="00BB646C"/>
    <w:rsid w:val="00BB6773"/>
    <w:rsid w:val="00BB69C6"/>
    <w:rsid w:val="00BB6EAE"/>
    <w:rsid w:val="00BC035C"/>
    <w:rsid w:val="00BC068D"/>
    <w:rsid w:val="00BC0AC1"/>
    <w:rsid w:val="00BC0CEE"/>
    <w:rsid w:val="00BC0D70"/>
    <w:rsid w:val="00BC11E2"/>
    <w:rsid w:val="00BC14A6"/>
    <w:rsid w:val="00BC1B89"/>
    <w:rsid w:val="00BC1D5F"/>
    <w:rsid w:val="00BC200B"/>
    <w:rsid w:val="00BC2604"/>
    <w:rsid w:val="00BC2B49"/>
    <w:rsid w:val="00BC34D2"/>
    <w:rsid w:val="00BC34E8"/>
    <w:rsid w:val="00BC3E1C"/>
    <w:rsid w:val="00BC4ADD"/>
    <w:rsid w:val="00BC4FB8"/>
    <w:rsid w:val="00BC5A3A"/>
    <w:rsid w:val="00BC5D1A"/>
    <w:rsid w:val="00BC6710"/>
    <w:rsid w:val="00BC6797"/>
    <w:rsid w:val="00BC69A4"/>
    <w:rsid w:val="00BC6CF8"/>
    <w:rsid w:val="00BC7C00"/>
    <w:rsid w:val="00BD0925"/>
    <w:rsid w:val="00BD10A7"/>
    <w:rsid w:val="00BD268B"/>
    <w:rsid w:val="00BD33EF"/>
    <w:rsid w:val="00BD36D3"/>
    <w:rsid w:val="00BD3B95"/>
    <w:rsid w:val="00BD43C9"/>
    <w:rsid w:val="00BD493F"/>
    <w:rsid w:val="00BD4D87"/>
    <w:rsid w:val="00BD51E8"/>
    <w:rsid w:val="00BD523B"/>
    <w:rsid w:val="00BD559A"/>
    <w:rsid w:val="00BD633B"/>
    <w:rsid w:val="00BD6A84"/>
    <w:rsid w:val="00BD7A73"/>
    <w:rsid w:val="00BD7BA6"/>
    <w:rsid w:val="00BE01CB"/>
    <w:rsid w:val="00BE05DF"/>
    <w:rsid w:val="00BE0737"/>
    <w:rsid w:val="00BE106F"/>
    <w:rsid w:val="00BE14CB"/>
    <w:rsid w:val="00BE1569"/>
    <w:rsid w:val="00BE26BB"/>
    <w:rsid w:val="00BE2AC5"/>
    <w:rsid w:val="00BE3988"/>
    <w:rsid w:val="00BE3FAF"/>
    <w:rsid w:val="00BE471C"/>
    <w:rsid w:val="00BE4A87"/>
    <w:rsid w:val="00BE504C"/>
    <w:rsid w:val="00BE5BF9"/>
    <w:rsid w:val="00BE64DF"/>
    <w:rsid w:val="00BE757F"/>
    <w:rsid w:val="00BE771D"/>
    <w:rsid w:val="00BE78FE"/>
    <w:rsid w:val="00BF0132"/>
    <w:rsid w:val="00BF05AD"/>
    <w:rsid w:val="00BF0902"/>
    <w:rsid w:val="00BF0CE0"/>
    <w:rsid w:val="00BF193B"/>
    <w:rsid w:val="00BF20A3"/>
    <w:rsid w:val="00BF22A7"/>
    <w:rsid w:val="00BF2C04"/>
    <w:rsid w:val="00BF2DB8"/>
    <w:rsid w:val="00BF49A6"/>
    <w:rsid w:val="00BF4EEF"/>
    <w:rsid w:val="00BF644D"/>
    <w:rsid w:val="00BF6BFD"/>
    <w:rsid w:val="00BF6D7E"/>
    <w:rsid w:val="00BF7198"/>
    <w:rsid w:val="00C00560"/>
    <w:rsid w:val="00C0101A"/>
    <w:rsid w:val="00C0139C"/>
    <w:rsid w:val="00C02FA2"/>
    <w:rsid w:val="00C0347D"/>
    <w:rsid w:val="00C035FD"/>
    <w:rsid w:val="00C04552"/>
    <w:rsid w:val="00C04C93"/>
    <w:rsid w:val="00C05301"/>
    <w:rsid w:val="00C05E53"/>
    <w:rsid w:val="00C06161"/>
    <w:rsid w:val="00C06B76"/>
    <w:rsid w:val="00C06C67"/>
    <w:rsid w:val="00C0729B"/>
    <w:rsid w:val="00C07F8C"/>
    <w:rsid w:val="00C10983"/>
    <w:rsid w:val="00C10AEE"/>
    <w:rsid w:val="00C114A4"/>
    <w:rsid w:val="00C11E3D"/>
    <w:rsid w:val="00C11F55"/>
    <w:rsid w:val="00C11F8B"/>
    <w:rsid w:val="00C13781"/>
    <w:rsid w:val="00C144D2"/>
    <w:rsid w:val="00C145AF"/>
    <w:rsid w:val="00C14CA3"/>
    <w:rsid w:val="00C1533C"/>
    <w:rsid w:val="00C168E8"/>
    <w:rsid w:val="00C16936"/>
    <w:rsid w:val="00C16F07"/>
    <w:rsid w:val="00C1711D"/>
    <w:rsid w:val="00C17930"/>
    <w:rsid w:val="00C17C0F"/>
    <w:rsid w:val="00C17D52"/>
    <w:rsid w:val="00C17E6C"/>
    <w:rsid w:val="00C2001F"/>
    <w:rsid w:val="00C2066F"/>
    <w:rsid w:val="00C20D5F"/>
    <w:rsid w:val="00C20E7B"/>
    <w:rsid w:val="00C2131B"/>
    <w:rsid w:val="00C21F1C"/>
    <w:rsid w:val="00C229F9"/>
    <w:rsid w:val="00C22B4D"/>
    <w:rsid w:val="00C23DD9"/>
    <w:rsid w:val="00C23E33"/>
    <w:rsid w:val="00C24444"/>
    <w:rsid w:val="00C24AE2"/>
    <w:rsid w:val="00C24C3A"/>
    <w:rsid w:val="00C2518E"/>
    <w:rsid w:val="00C2574F"/>
    <w:rsid w:val="00C2630E"/>
    <w:rsid w:val="00C26440"/>
    <w:rsid w:val="00C26F5B"/>
    <w:rsid w:val="00C274F6"/>
    <w:rsid w:val="00C2772D"/>
    <w:rsid w:val="00C27AC6"/>
    <w:rsid w:val="00C27E10"/>
    <w:rsid w:val="00C30089"/>
    <w:rsid w:val="00C3013B"/>
    <w:rsid w:val="00C30BE0"/>
    <w:rsid w:val="00C30DE5"/>
    <w:rsid w:val="00C30EBD"/>
    <w:rsid w:val="00C31775"/>
    <w:rsid w:val="00C31929"/>
    <w:rsid w:val="00C31DD0"/>
    <w:rsid w:val="00C328AE"/>
    <w:rsid w:val="00C32D71"/>
    <w:rsid w:val="00C34CBF"/>
    <w:rsid w:val="00C34D36"/>
    <w:rsid w:val="00C35339"/>
    <w:rsid w:val="00C35F62"/>
    <w:rsid w:val="00C369A8"/>
    <w:rsid w:val="00C36D4C"/>
    <w:rsid w:val="00C36FE1"/>
    <w:rsid w:val="00C371AC"/>
    <w:rsid w:val="00C371E0"/>
    <w:rsid w:val="00C371FE"/>
    <w:rsid w:val="00C37B3A"/>
    <w:rsid w:val="00C37C0A"/>
    <w:rsid w:val="00C4052F"/>
    <w:rsid w:val="00C40623"/>
    <w:rsid w:val="00C40AF1"/>
    <w:rsid w:val="00C40CB8"/>
    <w:rsid w:val="00C42311"/>
    <w:rsid w:val="00C423A9"/>
    <w:rsid w:val="00C425E8"/>
    <w:rsid w:val="00C42941"/>
    <w:rsid w:val="00C42EF4"/>
    <w:rsid w:val="00C42F4E"/>
    <w:rsid w:val="00C43555"/>
    <w:rsid w:val="00C43865"/>
    <w:rsid w:val="00C43A44"/>
    <w:rsid w:val="00C44437"/>
    <w:rsid w:val="00C447E8"/>
    <w:rsid w:val="00C44AD1"/>
    <w:rsid w:val="00C45653"/>
    <w:rsid w:val="00C46AC8"/>
    <w:rsid w:val="00C46E1C"/>
    <w:rsid w:val="00C47232"/>
    <w:rsid w:val="00C477C6"/>
    <w:rsid w:val="00C47FB4"/>
    <w:rsid w:val="00C512E0"/>
    <w:rsid w:val="00C522F3"/>
    <w:rsid w:val="00C5266F"/>
    <w:rsid w:val="00C5367E"/>
    <w:rsid w:val="00C53910"/>
    <w:rsid w:val="00C53AB0"/>
    <w:rsid w:val="00C54746"/>
    <w:rsid w:val="00C5477B"/>
    <w:rsid w:val="00C54856"/>
    <w:rsid w:val="00C548BC"/>
    <w:rsid w:val="00C54B62"/>
    <w:rsid w:val="00C54CC5"/>
    <w:rsid w:val="00C54E9D"/>
    <w:rsid w:val="00C557FD"/>
    <w:rsid w:val="00C569DE"/>
    <w:rsid w:val="00C56E85"/>
    <w:rsid w:val="00C56EC5"/>
    <w:rsid w:val="00C5782E"/>
    <w:rsid w:val="00C578CE"/>
    <w:rsid w:val="00C57C13"/>
    <w:rsid w:val="00C57F7F"/>
    <w:rsid w:val="00C60EB4"/>
    <w:rsid w:val="00C61203"/>
    <w:rsid w:val="00C61287"/>
    <w:rsid w:val="00C61D64"/>
    <w:rsid w:val="00C642F5"/>
    <w:rsid w:val="00C64B1F"/>
    <w:rsid w:val="00C64BBC"/>
    <w:rsid w:val="00C650FA"/>
    <w:rsid w:val="00C653A5"/>
    <w:rsid w:val="00C6587B"/>
    <w:rsid w:val="00C65AB5"/>
    <w:rsid w:val="00C660E9"/>
    <w:rsid w:val="00C6649F"/>
    <w:rsid w:val="00C66A5B"/>
    <w:rsid w:val="00C66EA1"/>
    <w:rsid w:val="00C67339"/>
    <w:rsid w:val="00C67D56"/>
    <w:rsid w:val="00C70030"/>
    <w:rsid w:val="00C700D5"/>
    <w:rsid w:val="00C70402"/>
    <w:rsid w:val="00C70480"/>
    <w:rsid w:val="00C70722"/>
    <w:rsid w:val="00C709FB"/>
    <w:rsid w:val="00C70F5B"/>
    <w:rsid w:val="00C72DFC"/>
    <w:rsid w:val="00C735EB"/>
    <w:rsid w:val="00C7395B"/>
    <w:rsid w:val="00C73F46"/>
    <w:rsid w:val="00C74300"/>
    <w:rsid w:val="00C74728"/>
    <w:rsid w:val="00C75141"/>
    <w:rsid w:val="00C75ED3"/>
    <w:rsid w:val="00C762DD"/>
    <w:rsid w:val="00C7633C"/>
    <w:rsid w:val="00C76455"/>
    <w:rsid w:val="00C775BC"/>
    <w:rsid w:val="00C804AB"/>
    <w:rsid w:val="00C80FA6"/>
    <w:rsid w:val="00C813B1"/>
    <w:rsid w:val="00C814A2"/>
    <w:rsid w:val="00C824BE"/>
    <w:rsid w:val="00C83272"/>
    <w:rsid w:val="00C83BAC"/>
    <w:rsid w:val="00C83C73"/>
    <w:rsid w:val="00C844BE"/>
    <w:rsid w:val="00C846A0"/>
    <w:rsid w:val="00C8526E"/>
    <w:rsid w:val="00C854BB"/>
    <w:rsid w:val="00C854C2"/>
    <w:rsid w:val="00C85D65"/>
    <w:rsid w:val="00C864F9"/>
    <w:rsid w:val="00C878F1"/>
    <w:rsid w:val="00C87A0F"/>
    <w:rsid w:val="00C9024F"/>
    <w:rsid w:val="00C904E0"/>
    <w:rsid w:val="00C90D22"/>
    <w:rsid w:val="00C91291"/>
    <w:rsid w:val="00C91784"/>
    <w:rsid w:val="00C92B50"/>
    <w:rsid w:val="00C92DA0"/>
    <w:rsid w:val="00C92F8E"/>
    <w:rsid w:val="00C94321"/>
    <w:rsid w:val="00C944B2"/>
    <w:rsid w:val="00C95C42"/>
    <w:rsid w:val="00C95F83"/>
    <w:rsid w:val="00C96C95"/>
    <w:rsid w:val="00C96DE0"/>
    <w:rsid w:val="00C96F71"/>
    <w:rsid w:val="00CA046D"/>
    <w:rsid w:val="00CA0ADF"/>
    <w:rsid w:val="00CA14A9"/>
    <w:rsid w:val="00CA175D"/>
    <w:rsid w:val="00CA1BCF"/>
    <w:rsid w:val="00CA244B"/>
    <w:rsid w:val="00CA2BB8"/>
    <w:rsid w:val="00CA2DCD"/>
    <w:rsid w:val="00CA2E51"/>
    <w:rsid w:val="00CA2EBE"/>
    <w:rsid w:val="00CA3153"/>
    <w:rsid w:val="00CA3AAF"/>
    <w:rsid w:val="00CA3AEE"/>
    <w:rsid w:val="00CA439B"/>
    <w:rsid w:val="00CA461E"/>
    <w:rsid w:val="00CA505A"/>
    <w:rsid w:val="00CA5245"/>
    <w:rsid w:val="00CA5757"/>
    <w:rsid w:val="00CA5891"/>
    <w:rsid w:val="00CA61EF"/>
    <w:rsid w:val="00CA6474"/>
    <w:rsid w:val="00CA6CD9"/>
    <w:rsid w:val="00CA6E06"/>
    <w:rsid w:val="00CA6EBF"/>
    <w:rsid w:val="00CA7C92"/>
    <w:rsid w:val="00CA7F6C"/>
    <w:rsid w:val="00CA7FFE"/>
    <w:rsid w:val="00CB095B"/>
    <w:rsid w:val="00CB09E3"/>
    <w:rsid w:val="00CB0C50"/>
    <w:rsid w:val="00CB0E05"/>
    <w:rsid w:val="00CB12FA"/>
    <w:rsid w:val="00CB14F8"/>
    <w:rsid w:val="00CB24D7"/>
    <w:rsid w:val="00CB36BA"/>
    <w:rsid w:val="00CB386F"/>
    <w:rsid w:val="00CB3FA8"/>
    <w:rsid w:val="00CB4132"/>
    <w:rsid w:val="00CB4519"/>
    <w:rsid w:val="00CB4811"/>
    <w:rsid w:val="00CB4A8B"/>
    <w:rsid w:val="00CB4B6C"/>
    <w:rsid w:val="00CB63EC"/>
    <w:rsid w:val="00CB68FF"/>
    <w:rsid w:val="00CB6ADD"/>
    <w:rsid w:val="00CB6B81"/>
    <w:rsid w:val="00CB7951"/>
    <w:rsid w:val="00CC01DD"/>
    <w:rsid w:val="00CC0286"/>
    <w:rsid w:val="00CC10B4"/>
    <w:rsid w:val="00CC12BC"/>
    <w:rsid w:val="00CC136C"/>
    <w:rsid w:val="00CC1CEC"/>
    <w:rsid w:val="00CC28A7"/>
    <w:rsid w:val="00CC2B9D"/>
    <w:rsid w:val="00CC3E6B"/>
    <w:rsid w:val="00CC45FF"/>
    <w:rsid w:val="00CC4E87"/>
    <w:rsid w:val="00CC5603"/>
    <w:rsid w:val="00CC61C5"/>
    <w:rsid w:val="00CC66FE"/>
    <w:rsid w:val="00CC6E56"/>
    <w:rsid w:val="00CC74AE"/>
    <w:rsid w:val="00CD07E0"/>
    <w:rsid w:val="00CD07E9"/>
    <w:rsid w:val="00CD0B1D"/>
    <w:rsid w:val="00CD0EBD"/>
    <w:rsid w:val="00CD100D"/>
    <w:rsid w:val="00CD1842"/>
    <w:rsid w:val="00CD262D"/>
    <w:rsid w:val="00CD28E4"/>
    <w:rsid w:val="00CD2F2E"/>
    <w:rsid w:val="00CD3537"/>
    <w:rsid w:val="00CD376D"/>
    <w:rsid w:val="00CD378D"/>
    <w:rsid w:val="00CD5196"/>
    <w:rsid w:val="00CD51CE"/>
    <w:rsid w:val="00CD59A3"/>
    <w:rsid w:val="00CD59EC"/>
    <w:rsid w:val="00CD5B58"/>
    <w:rsid w:val="00CD5F25"/>
    <w:rsid w:val="00CD6214"/>
    <w:rsid w:val="00CD6885"/>
    <w:rsid w:val="00CD6E9A"/>
    <w:rsid w:val="00CD7497"/>
    <w:rsid w:val="00CD799B"/>
    <w:rsid w:val="00CD7D32"/>
    <w:rsid w:val="00CD7E7B"/>
    <w:rsid w:val="00CE00AE"/>
    <w:rsid w:val="00CE02A3"/>
    <w:rsid w:val="00CE06D0"/>
    <w:rsid w:val="00CE0736"/>
    <w:rsid w:val="00CE092B"/>
    <w:rsid w:val="00CE1067"/>
    <w:rsid w:val="00CE127F"/>
    <w:rsid w:val="00CE134C"/>
    <w:rsid w:val="00CE16A3"/>
    <w:rsid w:val="00CE1D21"/>
    <w:rsid w:val="00CE2398"/>
    <w:rsid w:val="00CE246A"/>
    <w:rsid w:val="00CE25B1"/>
    <w:rsid w:val="00CE2674"/>
    <w:rsid w:val="00CE33F4"/>
    <w:rsid w:val="00CE3A84"/>
    <w:rsid w:val="00CE3E0B"/>
    <w:rsid w:val="00CE3F60"/>
    <w:rsid w:val="00CE4C8F"/>
    <w:rsid w:val="00CE51D5"/>
    <w:rsid w:val="00CE5202"/>
    <w:rsid w:val="00CE5EE7"/>
    <w:rsid w:val="00CE6522"/>
    <w:rsid w:val="00CE673D"/>
    <w:rsid w:val="00CE792E"/>
    <w:rsid w:val="00CF15B3"/>
    <w:rsid w:val="00CF17AC"/>
    <w:rsid w:val="00CF1B17"/>
    <w:rsid w:val="00CF2671"/>
    <w:rsid w:val="00CF2D2B"/>
    <w:rsid w:val="00CF2E33"/>
    <w:rsid w:val="00CF3973"/>
    <w:rsid w:val="00CF40BB"/>
    <w:rsid w:val="00CF417F"/>
    <w:rsid w:val="00CF63E5"/>
    <w:rsid w:val="00CF6525"/>
    <w:rsid w:val="00CF6863"/>
    <w:rsid w:val="00CF6CBD"/>
    <w:rsid w:val="00CF70F0"/>
    <w:rsid w:val="00CF7615"/>
    <w:rsid w:val="00D00935"/>
    <w:rsid w:val="00D016BE"/>
    <w:rsid w:val="00D016C9"/>
    <w:rsid w:val="00D024FD"/>
    <w:rsid w:val="00D027A9"/>
    <w:rsid w:val="00D02C3D"/>
    <w:rsid w:val="00D02CC7"/>
    <w:rsid w:val="00D0333F"/>
    <w:rsid w:val="00D0357A"/>
    <w:rsid w:val="00D038A5"/>
    <w:rsid w:val="00D03C17"/>
    <w:rsid w:val="00D04149"/>
    <w:rsid w:val="00D04234"/>
    <w:rsid w:val="00D0454C"/>
    <w:rsid w:val="00D0530C"/>
    <w:rsid w:val="00D054D1"/>
    <w:rsid w:val="00D054ED"/>
    <w:rsid w:val="00D057B4"/>
    <w:rsid w:val="00D06259"/>
    <w:rsid w:val="00D0649E"/>
    <w:rsid w:val="00D064D1"/>
    <w:rsid w:val="00D06A68"/>
    <w:rsid w:val="00D06D08"/>
    <w:rsid w:val="00D07888"/>
    <w:rsid w:val="00D07927"/>
    <w:rsid w:val="00D108E6"/>
    <w:rsid w:val="00D1103E"/>
    <w:rsid w:val="00D11C22"/>
    <w:rsid w:val="00D12204"/>
    <w:rsid w:val="00D122A4"/>
    <w:rsid w:val="00D1259D"/>
    <w:rsid w:val="00D1268F"/>
    <w:rsid w:val="00D12D24"/>
    <w:rsid w:val="00D131D2"/>
    <w:rsid w:val="00D133DD"/>
    <w:rsid w:val="00D13844"/>
    <w:rsid w:val="00D13E25"/>
    <w:rsid w:val="00D13E82"/>
    <w:rsid w:val="00D140F6"/>
    <w:rsid w:val="00D14CCC"/>
    <w:rsid w:val="00D158B9"/>
    <w:rsid w:val="00D15C75"/>
    <w:rsid w:val="00D164A8"/>
    <w:rsid w:val="00D16813"/>
    <w:rsid w:val="00D1694C"/>
    <w:rsid w:val="00D16EE6"/>
    <w:rsid w:val="00D17264"/>
    <w:rsid w:val="00D176F8"/>
    <w:rsid w:val="00D1779F"/>
    <w:rsid w:val="00D20A9A"/>
    <w:rsid w:val="00D21702"/>
    <w:rsid w:val="00D21717"/>
    <w:rsid w:val="00D2188E"/>
    <w:rsid w:val="00D21AF2"/>
    <w:rsid w:val="00D21FEB"/>
    <w:rsid w:val="00D2320A"/>
    <w:rsid w:val="00D238F5"/>
    <w:rsid w:val="00D24B8A"/>
    <w:rsid w:val="00D2530D"/>
    <w:rsid w:val="00D258E4"/>
    <w:rsid w:val="00D259FB"/>
    <w:rsid w:val="00D25CBB"/>
    <w:rsid w:val="00D25DBD"/>
    <w:rsid w:val="00D26136"/>
    <w:rsid w:val="00D2626B"/>
    <w:rsid w:val="00D268FC"/>
    <w:rsid w:val="00D26A40"/>
    <w:rsid w:val="00D2756A"/>
    <w:rsid w:val="00D27923"/>
    <w:rsid w:val="00D27FF2"/>
    <w:rsid w:val="00D30185"/>
    <w:rsid w:val="00D31DCC"/>
    <w:rsid w:val="00D32328"/>
    <w:rsid w:val="00D3272A"/>
    <w:rsid w:val="00D32BEA"/>
    <w:rsid w:val="00D333C1"/>
    <w:rsid w:val="00D3357F"/>
    <w:rsid w:val="00D336EF"/>
    <w:rsid w:val="00D33DC3"/>
    <w:rsid w:val="00D344E1"/>
    <w:rsid w:val="00D34BC6"/>
    <w:rsid w:val="00D34F02"/>
    <w:rsid w:val="00D351BD"/>
    <w:rsid w:val="00D35681"/>
    <w:rsid w:val="00D35951"/>
    <w:rsid w:val="00D36154"/>
    <w:rsid w:val="00D3641B"/>
    <w:rsid w:val="00D366A4"/>
    <w:rsid w:val="00D366D7"/>
    <w:rsid w:val="00D36C84"/>
    <w:rsid w:val="00D41052"/>
    <w:rsid w:val="00D41377"/>
    <w:rsid w:val="00D414A5"/>
    <w:rsid w:val="00D417EA"/>
    <w:rsid w:val="00D41E6E"/>
    <w:rsid w:val="00D4214D"/>
    <w:rsid w:val="00D42167"/>
    <w:rsid w:val="00D422DD"/>
    <w:rsid w:val="00D42A98"/>
    <w:rsid w:val="00D42C5E"/>
    <w:rsid w:val="00D43072"/>
    <w:rsid w:val="00D432AD"/>
    <w:rsid w:val="00D4338D"/>
    <w:rsid w:val="00D439A7"/>
    <w:rsid w:val="00D43C07"/>
    <w:rsid w:val="00D43E88"/>
    <w:rsid w:val="00D4479A"/>
    <w:rsid w:val="00D448C1"/>
    <w:rsid w:val="00D45DB1"/>
    <w:rsid w:val="00D46A65"/>
    <w:rsid w:val="00D478F1"/>
    <w:rsid w:val="00D479E2"/>
    <w:rsid w:val="00D47D5E"/>
    <w:rsid w:val="00D47D6E"/>
    <w:rsid w:val="00D47ECB"/>
    <w:rsid w:val="00D50025"/>
    <w:rsid w:val="00D50047"/>
    <w:rsid w:val="00D500D0"/>
    <w:rsid w:val="00D50BFE"/>
    <w:rsid w:val="00D50E77"/>
    <w:rsid w:val="00D50EA3"/>
    <w:rsid w:val="00D5131C"/>
    <w:rsid w:val="00D5271F"/>
    <w:rsid w:val="00D52A26"/>
    <w:rsid w:val="00D52B7A"/>
    <w:rsid w:val="00D5306A"/>
    <w:rsid w:val="00D5388C"/>
    <w:rsid w:val="00D53B67"/>
    <w:rsid w:val="00D53BF4"/>
    <w:rsid w:val="00D53F08"/>
    <w:rsid w:val="00D542BB"/>
    <w:rsid w:val="00D542C0"/>
    <w:rsid w:val="00D54A44"/>
    <w:rsid w:val="00D54B8F"/>
    <w:rsid w:val="00D54BE4"/>
    <w:rsid w:val="00D5559E"/>
    <w:rsid w:val="00D55B9F"/>
    <w:rsid w:val="00D55F32"/>
    <w:rsid w:val="00D56549"/>
    <w:rsid w:val="00D56674"/>
    <w:rsid w:val="00D56D49"/>
    <w:rsid w:val="00D5712C"/>
    <w:rsid w:val="00D57CCD"/>
    <w:rsid w:val="00D605A9"/>
    <w:rsid w:val="00D607FE"/>
    <w:rsid w:val="00D608E4"/>
    <w:rsid w:val="00D6093A"/>
    <w:rsid w:val="00D60AAD"/>
    <w:rsid w:val="00D60D11"/>
    <w:rsid w:val="00D613D1"/>
    <w:rsid w:val="00D61783"/>
    <w:rsid w:val="00D6195B"/>
    <w:rsid w:val="00D61A17"/>
    <w:rsid w:val="00D62B55"/>
    <w:rsid w:val="00D62C17"/>
    <w:rsid w:val="00D630C1"/>
    <w:rsid w:val="00D63397"/>
    <w:rsid w:val="00D6357A"/>
    <w:rsid w:val="00D63BA5"/>
    <w:rsid w:val="00D64A3C"/>
    <w:rsid w:val="00D6503C"/>
    <w:rsid w:val="00D6521B"/>
    <w:rsid w:val="00D65559"/>
    <w:rsid w:val="00D65650"/>
    <w:rsid w:val="00D659B3"/>
    <w:rsid w:val="00D65A8F"/>
    <w:rsid w:val="00D66B55"/>
    <w:rsid w:val="00D674F8"/>
    <w:rsid w:val="00D70684"/>
    <w:rsid w:val="00D7095C"/>
    <w:rsid w:val="00D70A7E"/>
    <w:rsid w:val="00D71532"/>
    <w:rsid w:val="00D71BDB"/>
    <w:rsid w:val="00D72D2D"/>
    <w:rsid w:val="00D7336E"/>
    <w:rsid w:val="00D733F6"/>
    <w:rsid w:val="00D73660"/>
    <w:rsid w:val="00D742B2"/>
    <w:rsid w:val="00D7487D"/>
    <w:rsid w:val="00D75B2A"/>
    <w:rsid w:val="00D75EFF"/>
    <w:rsid w:val="00D76367"/>
    <w:rsid w:val="00D772A3"/>
    <w:rsid w:val="00D77D49"/>
    <w:rsid w:val="00D802C6"/>
    <w:rsid w:val="00D8209B"/>
    <w:rsid w:val="00D8233F"/>
    <w:rsid w:val="00D82BD2"/>
    <w:rsid w:val="00D832B4"/>
    <w:rsid w:val="00D83510"/>
    <w:rsid w:val="00D83561"/>
    <w:rsid w:val="00D83B61"/>
    <w:rsid w:val="00D83BB5"/>
    <w:rsid w:val="00D8526A"/>
    <w:rsid w:val="00D853F2"/>
    <w:rsid w:val="00D85542"/>
    <w:rsid w:val="00D85A3C"/>
    <w:rsid w:val="00D861B2"/>
    <w:rsid w:val="00D86891"/>
    <w:rsid w:val="00D87656"/>
    <w:rsid w:val="00D876FE"/>
    <w:rsid w:val="00D87A19"/>
    <w:rsid w:val="00D90F8A"/>
    <w:rsid w:val="00D91583"/>
    <w:rsid w:val="00D9235F"/>
    <w:rsid w:val="00D924D1"/>
    <w:rsid w:val="00D92588"/>
    <w:rsid w:val="00D925B8"/>
    <w:rsid w:val="00D9294C"/>
    <w:rsid w:val="00D92BEB"/>
    <w:rsid w:val="00D92F2A"/>
    <w:rsid w:val="00D93133"/>
    <w:rsid w:val="00D93216"/>
    <w:rsid w:val="00D935C4"/>
    <w:rsid w:val="00D93A78"/>
    <w:rsid w:val="00D93ADF"/>
    <w:rsid w:val="00D93C72"/>
    <w:rsid w:val="00D93E91"/>
    <w:rsid w:val="00D944A3"/>
    <w:rsid w:val="00D94DA9"/>
    <w:rsid w:val="00D951ED"/>
    <w:rsid w:val="00D954DF"/>
    <w:rsid w:val="00D9554C"/>
    <w:rsid w:val="00D956CB"/>
    <w:rsid w:val="00D957B7"/>
    <w:rsid w:val="00D95AEA"/>
    <w:rsid w:val="00D95AF8"/>
    <w:rsid w:val="00D96035"/>
    <w:rsid w:val="00D96B0D"/>
    <w:rsid w:val="00D96FCA"/>
    <w:rsid w:val="00D97945"/>
    <w:rsid w:val="00D97A7C"/>
    <w:rsid w:val="00D97AF2"/>
    <w:rsid w:val="00DA1EE1"/>
    <w:rsid w:val="00DA24EC"/>
    <w:rsid w:val="00DA265C"/>
    <w:rsid w:val="00DA2743"/>
    <w:rsid w:val="00DA29E8"/>
    <w:rsid w:val="00DA3EC8"/>
    <w:rsid w:val="00DA411F"/>
    <w:rsid w:val="00DA41F4"/>
    <w:rsid w:val="00DA42AC"/>
    <w:rsid w:val="00DA493E"/>
    <w:rsid w:val="00DA4AC6"/>
    <w:rsid w:val="00DA4D57"/>
    <w:rsid w:val="00DA4DE7"/>
    <w:rsid w:val="00DA560C"/>
    <w:rsid w:val="00DA603C"/>
    <w:rsid w:val="00DA610C"/>
    <w:rsid w:val="00DA6841"/>
    <w:rsid w:val="00DA6A8A"/>
    <w:rsid w:val="00DB00A1"/>
    <w:rsid w:val="00DB0198"/>
    <w:rsid w:val="00DB024A"/>
    <w:rsid w:val="00DB06D5"/>
    <w:rsid w:val="00DB2AFC"/>
    <w:rsid w:val="00DB2B39"/>
    <w:rsid w:val="00DB3D89"/>
    <w:rsid w:val="00DB415F"/>
    <w:rsid w:val="00DB489A"/>
    <w:rsid w:val="00DB49F5"/>
    <w:rsid w:val="00DB6797"/>
    <w:rsid w:val="00DB77FB"/>
    <w:rsid w:val="00DB7B40"/>
    <w:rsid w:val="00DB7FC2"/>
    <w:rsid w:val="00DB7FF1"/>
    <w:rsid w:val="00DC0367"/>
    <w:rsid w:val="00DC0BF5"/>
    <w:rsid w:val="00DC0F48"/>
    <w:rsid w:val="00DC10B6"/>
    <w:rsid w:val="00DC1A29"/>
    <w:rsid w:val="00DC1B48"/>
    <w:rsid w:val="00DC24F1"/>
    <w:rsid w:val="00DC2A64"/>
    <w:rsid w:val="00DC2C54"/>
    <w:rsid w:val="00DC3229"/>
    <w:rsid w:val="00DC3EF9"/>
    <w:rsid w:val="00DC4061"/>
    <w:rsid w:val="00DC4667"/>
    <w:rsid w:val="00DC46F2"/>
    <w:rsid w:val="00DC4BB4"/>
    <w:rsid w:val="00DC4BE3"/>
    <w:rsid w:val="00DC5194"/>
    <w:rsid w:val="00DC5776"/>
    <w:rsid w:val="00DC6498"/>
    <w:rsid w:val="00DC6E27"/>
    <w:rsid w:val="00DC7827"/>
    <w:rsid w:val="00DC7A3A"/>
    <w:rsid w:val="00DD00AF"/>
    <w:rsid w:val="00DD079E"/>
    <w:rsid w:val="00DD0F66"/>
    <w:rsid w:val="00DD2071"/>
    <w:rsid w:val="00DD3384"/>
    <w:rsid w:val="00DD3687"/>
    <w:rsid w:val="00DD3E9D"/>
    <w:rsid w:val="00DD4029"/>
    <w:rsid w:val="00DD4150"/>
    <w:rsid w:val="00DD4CC3"/>
    <w:rsid w:val="00DD4FE5"/>
    <w:rsid w:val="00DD524F"/>
    <w:rsid w:val="00DD544B"/>
    <w:rsid w:val="00DD55D3"/>
    <w:rsid w:val="00DD5A19"/>
    <w:rsid w:val="00DD5A4D"/>
    <w:rsid w:val="00DD5DB6"/>
    <w:rsid w:val="00DD6016"/>
    <w:rsid w:val="00DD750A"/>
    <w:rsid w:val="00DD789E"/>
    <w:rsid w:val="00DD791E"/>
    <w:rsid w:val="00DD7B02"/>
    <w:rsid w:val="00DD7E4E"/>
    <w:rsid w:val="00DE01DC"/>
    <w:rsid w:val="00DE21BA"/>
    <w:rsid w:val="00DE253E"/>
    <w:rsid w:val="00DE25D5"/>
    <w:rsid w:val="00DE2E43"/>
    <w:rsid w:val="00DE3299"/>
    <w:rsid w:val="00DE342F"/>
    <w:rsid w:val="00DE3746"/>
    <w:rsid w:val="00DE414B"/>
    <w:rsid w:val="00DE44DA"/>
    <w:rsid w:val="00DE4783"/>
    <w:rsid w:val="00DE4ABF"/>
    <w:rsid w:val="00DE5A60"/>
    <w:rsid w:val="00DE61C8"/>
    <w:rsid w:val="00DE621A"/>
    <w:rsid w:val="00DE64B3"/>
    <w:rsid w:val="00DE772D"/>
    <w:rsid w:val="00DF0138"/>
    <w:rsid w:val="00DF057F"/>
    <w:rsid w:val="00DF081C"/>
    <w:rsid w:val="00DF1389"/>
    <w:rsid w:val="00DF1D87"/>
    <w:rsid w:val="00DF2403"/>
    <w:rsid w:val="00DF2895"/>
    <w:rsid w:val="00DF2AF2"/>
    <w:rsid w:val="00DF30D1"/>
    <w:rsid w:val="00DF35D1"/>
    <w:rsid w:val="00DF39EC"/>
    <w:rsid w:val="00DF3E56"/>
    <w:rsid w:val="00DF3F55"/>
    <w:rsid w:val="00DF4AAC"/>
    <w:rsid w:val="00DF4E02"/>
    <w:rsid w:val="00DF5503"/>
    <w:rsid w:val="00DF56B4"/>
    <w:rsid w:val="00DF6B00"/>
    <w:rsid w:val="00DF797B"/>
    <w:rsid w:val="00DF7B0A"/>
    <w:rsid w:val="00DF7B18"/>
    <w:rsid w:val="00E0183C"/>
    <w:rsid w:val="00E024A2"/>
    <w:rsid w:val="00E02E55"/>
    <w:rsid w:val="00E03709"/>
    <w:rsid w:val="00E03805"/>
    <w:rsid w:val="00E03BA1"/>
    <w:rsid w:val="00E03BC7"/>
    <w:rsid w:val="00E04073"/>
    <w:rsid w:val="00E040A2"/>
    <w:rsid w:val="00E04871"/>
    <w:rsid w:val="00E04C46"/>
    <w:rsid w:val="00E0502D"/>
    <w:rsid w:val="00E056EB"/>
    <w:rsid w:val="00E05792"/>
    <w:rsid w:val="00E072F0"/>
    <w:rsid w:val="00E07676"/>
    <w:rsid w:val="00E077E2"/>
    <w:rsid w:val="00E10092"/>
    <w:rsid w:val="00E102D5"/>
    <w:rsid w:val="00E1033D"/>
    <w:rsid w:val="00E10553"/>
    <w:rsid w:val="00E10C4F"/>
    <w:rsid w:val="00E10F14"/>
    <w:rsid w:val="00E110B3"/>
    <w:rsid w:val="00E1175D"/>
    <w:rsid w:val="00E11878"/>
    <w:rsid w:val="00E11B7C"/>
    <w:rsid w:val="00E121F6"/>
    <w:rsid w:val="00E13264"/>
    <w:rsid w:val="00E13C9C"/>
    <w:rsid w:val="00E13E63"/>
    <w:rsid w:val="00E147CD"/>
    <w:rsid w:val="00E15108"/>
    <w:rsid w:val="00E15380"/>
    <w:rsid w:val="00E163FD"/>
    <w:rsid w:val="00E16838"/>
    <w:rsid w:val="00E16E04"/>
    <w:rsid w:val="00E1723D"/>
    <w:rsid w:val="00E17839"/>
    <w:rsid w:val="00E17B96"/>
    <w:rsid w:val="00E17BE2"/>
    <w:rsid w:val="00E17E73"/>
    <w:rsid w:val="00E20301"/>
    <w:rsid w:val="00E2091F"/>
    <w:rsid w:val="00E20B1B"/>
    <w:rsid w:val="00E213D4"/>
    <w:rsid w:val="00E214C4"/>
    <w:rsid w:val="00E217A8"/>
    <w:rsid w:val="00E21D74"/>
    <w:rsid w:val="00E21D87"/>
    <w:rsid w:val="00E22E08"/>
    <w:rsid w:val="00E236AF"/>
    <w:rsid w:val="00E23E65"/>
    <w:rsid w:val="00E24313"/>
    <w:rsid w:val="00E256FE"/>
    <w:rsid w:val="00E25869"/>
    <w:rsid w:val="00E25BFA"/>
    <w:rsid w:val="00E25CCA"/>
    <w:rsid w:val="00E25FDB"/>
    <w:rsid w:val="00E26356"/>
    <w:rsid w:val="00E26AB5"/>
    <w:rsid w:val="00E26FA8"/>
    <w:rsid w:val="00E27E82"/>
    <w:rsid w:val="00E30167"/>
    <w:rsid w:val="00E313C0"/>
    <w:rsid w:val="00E31458"/>
    <w:rsid w:val="00E31A03"/>
    <w:rsid w:val="00E324D9"/>
    <w:rsid w:val="00E3287B"/>
    <w:rsid w:val="00E330E4"/>
    <w:rsid w:val="00E334AD"/>
    <w:rsid w:val="00E337D4"/>
    <w:rsid w:val="00E338BC"/>
    <w:rsid w:val="00E33A56"/>
    <w:rsid w:val="00E33BAC"/>
    <w:rsid w:val="00E343B4"/>
    <w:rsid w:val="00E349DE"/>
    <w:rsid w:val="00E35515"/>
    <w:rsid w:val="00E36022"/>
    <w:rsid w:val="00E36BCB"/>
    <w:rsid w:val="00E36F64"/>
    <w:rsid w:val="00E37502"/>
    <w:rsid w:val="00E37F2D"/>
    <w:rsid w:val="00E4036D"/>
    <w:rsid w:val="00E4040D"/>
    <w:rsid w:val="00E40A38"/>
    <w:rsid w:val="00E40FF5"/>
    <w:rsid w:val="00E414FF"/>
    <w:rsid w:val="00E418CB"/>
    <w:rsid w:val="00E41C51"/>
    <w:rsid w:val="00E42407"/>
    <w:rsid w:val="00E428EC"/>
    <w:rsid w:val="00E432B7"/>
    <w:rsid w:val="00E43B2B"/>
    <w:rsid w:val="00E440C3"/>
    <w:rsid w:val="00E4477C"/>
    <w:rsid w:val="00E44D5B"/>
    <w:rsid w:val="00E459A6"/>
    <w:rsid w:val="00E45E73"/>
    <w:rsid w:val="00E4627B"/>
    <w:rsid w:val="00E46304"/>
    <w:rsid w:val="00E47262"/>
    <w:rsid w:val="00E47B4D"/>
    <w:rsid w:val="00E47FC8"/>
    <w:rsid w:val="00E503D4"/>
    <w:rsid w:val="00E505AC"/>
    <w:rsid w:val="00E50787"/>
    <w:rsid w:val="00E50DC9"/>
    <w:rsid w:val="00E51072"/>
    <w:rsid w:val="00E52A76"/>
    <w:rsid w:val="00E52EE0"/>
    <w:rsid w:val="00E52FD2"/>
    <w:rsid w:val="00E53689"/>
    <w:rsid w:val="00E53876"/>
    <w:rsid w:val="00E54348"/>
    <w:rsid w:val="00E54CFA"/>
    <w:rsid w:val="00E54F69"/>
    <w:rsid w:val="00E5576E"/>
    <w:rsid w:val="00E56E30"/>
    <w:rsid w:val="00E5722C"/>
    <w:rsid w:val="00E57B53"/>
    <w:rsid w:val="00E60539"/>
    <w:rsid w:val="00E60550"/>
    <w:rsid w:val="00E61129"/>
    <w:rsid w:val="00E6184A"/>
    <w:rsid w:val="00E620CF"/>
    <w:rsid w:val="00E624E3"/>
    <w:rsid w:val="00E62722"/>
    <w:rsid w:val="00E6274D"/>
    <w:rsid w:val="00E62975"/>
    <w:rsid w:val="00E633D9"/>
    <w:rsid w:val="00E63532"/>
    <w:rsid w:val="00E64346"/>
    <w:rsid w:val="00E64F0F"/>
    <w:rsid w:val="00E65338"/>
    <w:rsid w:val="00E65440"/>
    <w:rsid w:val="00E656A5"/>
    <w:rsid w:val="00E65855"/>
    <w:rsid w:val="00E65DA1"/>
    <w:rsid w:val="00E65DAC"/>
    <w:rsid w:val="00E65DBF"/>
    <w:rsid w:val="00E65E2B"/>
    <w:rsid w:val="00E66484"/>
    <w:rsid w:val="00E665F7"/>
    <w:rsid w:val="00E667D6"/>
    <w:rsid w:val="00E66B2A"/>
    <w:rsid w:val="00E6720E"/>
    <w:rsid w:val="00E679FF"/>
    <w:rsid w:val="00E67B2C"/>
    <w:rsid w:val="00E67CE8"/>
    <w:rsid w:val="00E7064D"/>
    <w:rsid w:val="00E707CD"/>
    <w:rsid w:val="00E70AB1"/>
    <w:rsid w:val="00E70CE5"/>
    <w:rsid w:val="00E71B44"/>
    <w:rsid w:val="00E72EE6"/>
    <w:rsid w:val="00E74B83"/>
    <w:rsid w:val="00E75F41"/>
    <w:rsid w:val="00E76624"/>
    <w:rsid w:val="00E76997"/>
    <w:rsid w:val="00E77826"/>
    <w:rsid w:val="00E8132F"/>
    <w:rsid w:val="00E81C42"/>
    <w:rsid w:val="00E82BFA"/>
    <w:rsid w:val="00E82EFF"/>
    <w:rsid w:val="00E8372B"/>
    <w:rsid w:val="00E84041"/>
    <w:rsid w:val="00E84344"/>
    <w:rsid w:val="00E846F6"/>
    <w:rsid w:val="00E84987"/>
    <w:rsid w:val="00E84CD6"/>
    <w:rsid w:val="00E85245"/>
    <w:rsid w:val="00E85355"/>
    <w:rsid w:val="00E8540B"/>
    <w:rsid w:val="00E854AE"/>
    <w:rsid w:val="00E86758"/>
    <w:rsid w:val="00E8798F"/>
    <w:rsid w:val="00E90165"/>
    <w:rsid w:val="00E9121F"/>
    <w:rsid w:val="00E91348"/>
    <w:rsid w:val="00E91455"/>
    <w:rsid w:val="00E91BB5"/>
    <w:rsid w:val="00E9204D"/>
    <w:rsid w:val="00E9268E"/>
    <w:rsid w:val="00E92C5C"/>
    <w:rsid w:val="00E9382C"/>
    <w:rsid w:val="00E947D0"/>
    <w:rsid w:val="00E95BB4"/>
    <w:rsid w:val="00E95DED"/>
    <w:rsid w:val="00E96720"/>
    <w:rsid w:val="00E96B01"/>
    <w:rsid w:val="00E97023"/>
    <w:rsid w:val="00E97922"/>
    <w:rsid w:val="00E979E8"/>
    <w:rsid w:val="00EA0F5C"/>
    <w:rsid w:val="00EA12EC"/>
    <w:rsid w:val="00EA1890"/>
    <w:rsid w:val="00EA298E"/>
    <w:rsid w:val="00EA2FF5"/>
    <w:rsid w:val="00EA30BE"/>
    <w:rsid w:val="00EA30FF"/>
    <w:rsid w:val="00EA3361"/>
    <w:rsid w:val="00EA3649"/>
    <w:rsid w:val="00EA445B"/>
    <w:rsid w:val="00EA4524"/>
    <w:rsid w:val="00EA46B3"/>
    <w:rsid w:val="00EA47E3"/>
    <w:rsid w:val="00EA4B8E"/>
    <w:rsid w:val="00EA539B"/>
    <w:rsid w:val="00EA5B08"/>
    <w:rsid w:val="00EA6DC2"/>
    <w:rsid w:val="00EA6F59"/>
    <w:rsid w:val="00EA78E6"/>
    <w:rsid w:val="00EA7B79"/>
    <w:rsid w:val="00EB0381"/>
    <w:rsid w:val="00EB050B"/>
    <w:rsid w:val="00EB085A"/>
    <w:rsid w:val="00EB09A9"/>
    <w:rsid w:val="00EB158D"/>
    <w:rsid w:val="00EB17E2"/>
    <w:rsid w:val="00EB18B4"/>
    <w:rsid w:val="00EB1C78"/>
    <w:rsid w:val="00EB2518"/>
    <w:rsid w:val="00EB2B2F"/>
    <w:rsid w:val="00EB2B5C"/>
    <w:rsid w:val="00EB2CB5"/>
    <w:rsid w:val="00EB2CD2"/>
    <w:rsid w:val="00EB2F8C"/>
    <w:rsid w:val="00EB3E53"/>
    <w:rsid w:val="00EB4470"/>
    <w:rsid w:val="00EB5074"/>
    <w:rsid w:val="00EB6314"/>
    <w:rsid w:val="00EB6404"/>
    <w:rsid w:val="00EB6539"/>
    <w:rsid w:val="00EB6881"/>
    <w:rsid w:val="00EB6912"/>
    <w:rsid w:val="00EB6DF1"/>
    <w:rsid w:val="00EB6F29"/>
    <w:rsid w:val="00EB731D"/>
    <w:rsid w:val="00EC05FB"/>
    <w:rsid w:val="00EC0AD4"/>
    <w:rsid w:val="00EC1778"/>
    <w:rsid w:val="00EC3E96"/>
    <w:rsid w:val="00EC440B"/>
    <w:rsid w:val="00EC46F7"/>
    <w:rsid w:val="00EC5B9C"/>
    <w:rsid w:val="00EC5FB1"/>
    <w:rsid w:val="00EC635D"/>
    <w:rsid w:val="00EC71B1"/>
    <w:rsid w:val="00ED1600"/>
    <w:rsid w:val="00ED1AE6"/>
    <w:rsid w:val="00ED1D3F"/>
    <w:rsid w:val="00ED253A"/>
    <w:rsid w:val="00ED302E"/>
    <w:rsid w:val="00ED327B"/>
    <w:rsid w:val="00ED4505"/>
    <w:rsid w:val="00ED510A"/>
    <w:rsid w:val="00ED61E6"/>
    <w:rsid w:val="00ED630F"/>
    <w:rsid w:val="00ED639E"/>
    <w:rsid w:val="00ED6531"/>
    <w:rsid w:val="00ED6E5D"/>
    <w:rsid w:val="00ED6F42"/>
    <w:rsid w:val="00ED71A3"/>
    <w:rsid w:val="00ED7233"/>
    <w:rsid w:val="00ED78CA"/>
    <w:rsid w:val="00ED7DFF"/>
    <w:rsid w:val="00ED7F0A"/>
    <w:rsid w:val="00EE0117"/>
    <w:rsid w:val="00EE01CB"/>
    <w:rsid w:val="00EE03DC"/>
    <w:rsid w:val="00EE0717"/>
    <w:rsid w:val="00EE0D46"/>
    <w:rsid w:val="00EE163D"/>
    <w:rsid w:val="00EE1991"/>
    <w:rsid w:val="00EE228A"/>
    <w:rsid w:val="00EE25BD"/>
    <w:rsid w:val="00EE2C8F"/>
    <w:rsid w:val="00EE35C3"/>
    <w:rsid w:val="00EE5B78"/>
    <w:rsid w:val="00EE5BBC"/>
    <w:rsid w:val="00EE5F15"/>
    <w:rsid w:val="00EE5FDB"/>
    <w:rsid w:val="00EE6148"/>
    <w:rsid w:val="00EE6B22"/>
    <w:rsid w:val="00EE6E0B"/>
    <w:rsid w:val="00EE6FA2"/>
    <w:rsid w:val="00EE7313"/>
    <w:rsid w:val="00EE73A3"/>
    <w:rsid w:val="00EE77D1"/>
    <w:rsid w:val="00EE77DF"/>
    <w:rsid w:val="00EE7943"/>
    <w:rsid w:val="00EE7E1A"/>
    <w:rsid w:val="00EE7FC1"/>
    <w:rsid w:val="00EF0141"/>
    <w:rsid w:val="00EF03C3"/>
    <w:rsid w:val="00EF09C2"/>
    <w:rsid w:val="00EF0FAE"/>
    <w:rsid w:val="00EF1732"/>
    <w:rsid w:val="00EF1B9D"/>
    <w:rsid w:val="00EF25BC"/>
    <w:rsid w:val="00EF261F"/>
    <w:rsid w:val="00EF2B85"/>
    <w:rsid w:val="00EF2FE4"/>
    <w:rsid w:val="00EF39F5"/>
    <w:rsid w:val="00EF3AAA"/>
    <w:rsid w:val="00EF3EDF"/>
    <w:rsid w:val="00EF4B3F"/>
    <w:rsid w:val="00EF4C08"/>
    <w:rsid w:val="00EF53CE"/>
    <w:rsid w:val="00EF5968"/>
    <w:rsid w:val="00EF609B"/>
    <w:rsid w:val="00EF62F4"/>
    <w:rsid w:val="00EF6A93"/>
    <w:rsid w:val="00EF6F68"/>
    <w:rsid w:val="00EF724D"/>
    <w:rsid w:val="00EF7263"/>
    <w:rsid w:val="00EF7ADE"/>
    <w:rsid w:val="00EF7C6C"/>
    <w:rsid w:val="00EF7EA5"/>
    <w:rsid w:val="00EF7EC9"/>
    <w:rsid w:val="00F018F8"/>
    <w:rsid w:val="00F01A53"/>
    <w:rsid w:val="00F01E70"/>
    <w:rsid w:val="00F020EB"/>
    <w:rsid w:val="00F02652"/>
    <w:rsid w:val="00F026B4"/>
    <w:rsid w:val="00F0283E"/>
    <w:rsid w:val="00F02B00"/>
    <w:rsid w:val="00F02F46"/>
    <w:rsid w:val="00F03414"/>
    <w:rsid w:val="00F03430"/>
    <w:rsid w:val="00F0365E"/>
    <w:rsid w:val="00F03E11"/>
    <w:rsid w:val="00F04578"/>
    <w:rsid w:val="00F0475A"/>
    <w:rsid w:val="00F055C6"/>
    <w:rsid w:val="00F055DB"/>
    <w:rsid w:val="00F055F4"/>
    <w:rsid w:val="00F05E86"/>
    <w:rsid w:val="00F06841"/>
    <w:rsid w:val="00F0766C"/>
    <w:rsid w:val="00F078EE"/>
    <w:rsid w:val="00F07AF8"/>
    <w:rsid w:val="00F07FAE"/>
    <w:rsid w:val="00F103F3"/>
    <w:rsid w:val="00F10595"/>
    <w:rsid w:val="00F10ACD"/>
    <w:rsid w:val="00F10C32"/>
    <w:rsid w:val="00F10E30"/>
    <w:rsid w:val="00F10EE9"/>
    <w:rsid w:val="00F115CF"/>
    <w:rsid w:val="00F12683"/>
    <w:rsid w:val="00F13152"/>
    <w:rsid w:val="00F131FA"/>
    <w:rsid w:val="00F13ED5"/>
    <w:rsid w:val="00F140ED"/>
    <w:rsid w:val="00F159B1"/>
    <w:rsid w:val="00F15C63"/>
    <w:rsid w:val="00F16811"/>
    <w:rsid w:val="00F16FF0"/>
    <w:rsid w:val="00F16FF8"/>
    <w:rsid w:val="00F17278"/>
    <w:rsid w:val="00F179C5"/>
    <w:rsid w:val="00F17B82"/>
    <w:rsid w:val="00F17C7F"/>
    <w:rsid w:val="00F17DC1"/>
    <w:rsid w:val="00F17EFE"/>
    <w:rsid w:val="00F2001F"/>
    <w:rsid w:val="00F204E9"/>
    <w:rsid w:val="00F2082F"/>
    <w:rsid w:val="00F20FDA"/>
    <w:rsid w:val="00F21007"/>
    <w:rsid w:val="00F21950"/>
    <w:rsid w:val="00F21B46"/>
    <w:rsid w:val="00F22F10"/>
    <w:rsid w:val="00F23615"/>
    <w:rsid w:val="00F237EA"/>
    <w:rsid w:val="00F2393C"/>
    <w:rsid w:val="00F23BAD"/>
    <w:rsid w:val="00F23E21"/>
    <w:rsid w:val="00F23EDE"/>
    <w:rsid w:val="00F23F43"/>
    <w:rsid w:val="00F24484"/>
    <w:rsid w:val="00F24859"/>
    <w:rsid w:val="00F257B2"/>
    <w:rsid w:val="00F25A06"/>
    <w:rsid w:val="00F260C0"/>
    <w:rsid w:val="00F26A17"/>
    <w:rsid w:val="00F26EB6"/>
    <w:rsid w:val="00F273A4"/>
    <w:rsid w:val="00F277AB"/>
    <w:rsid w:val="00F304AF"/>
    <w:rsid w:val="00F30DBF"/>
    <w:rsid w:val="00F310A7"/>
    <w:rsid w:val="00F31271"/>
    <w:rsid w:val="00F31D39"/>
    <w:rsid w:val="00F31DCA"/>
    <w:rsid w:val="00F32718"/>
    <w:rsid w:val="00F32839"/>
    <w:rsid w:val="00F33781"/>
    <w:rsid w:val="00F337AA"/>
    <w:rsid w:val="00F3382F"/>
    <w:rsid w:val="00F33A7F"/>
    <w:rsid w:val="00F33DA1"/>
    <w:rsid w:val="00F33EF9"/>
    <w:rsid w:val="00F343AA"/>
    <w:rsid w:val="00F34A19"/>
    <w:rsid w:val="00F3502B"/>
    <w:rsid w:val="00F353CB"/>
    <w:rsid w:val="00F3561A"/>
    <w:rsid w:val="00F35AED"/>
    <w:rsid w:val="00F36683"/>
    <w:rsid w:val="00F36819"/>
    <w:rsid w:val="00F36D58"/>
    <w:rsid w:val="00F371F4"/>
    <w:rsid w:val="00F374F1"/>
    <w:rsid w:val="00F4011B"/>
    <w:rsid w:val="00F40124"/>
    <w:rsid w:val="00F405C0"/>
    <w:rsid w:val="00F40AD1"/>
    <w:rsid w:val="00F40DBC"/>
    <w:rsid w:val="00F40E4D"/>
    <w:rsid w:val="00F40F2D"/>
    <w:rsid w:val="00F41C23"/>
    <w:rsid w:val="00F420AA"/>
    <w:rsid w:val="00F42274"/>
    <w:rsid w:val="00F42ACB"/>
    <w:rsid w:val="00F433E5"/>
    <w:rsid w:val="00F43DB0"/>
    <w:rsid w:val="00F448DF"/>
    <w:rsid w:val="00F44A41"/>
    <w:rsid w:val="00F44E33"/>
    <w:rsid w:val="00F4574E"/>
    <w:rsid w:val="00F4582D"/>
    <w:rsid w:val="00F45A01"/>
    <w:rsid w:val="00F46575"/>
    <w:rsid w:val="00F4661F"/>
    <w:rsid w:val="00F46987"/>
    <w:rsid w:val="00F46A81"/>
    <w:rsid w:val="00F470D5"/>
    <w:rsid w:val="00F472E3"/>
    <w:rsid w:val="00F47A46"/>
    <w:rsid w:val="00F47CBB"/>
    <w:rsid w:val="00F5006C"/>
    <w:rsid w:val="00F50BA9"/>
    <w:rsid w:val="00F50E94"/>
    <w:rsid w:val="00F51CBF"/>
    <w:rsid w:val="00F52E34"/>
    <w:rsid w:val="00F53299"/>
    <w:rsid w:val="00F54322"/>
    <w:rsid w:val="00F54541"/>
    <w:rsid w:val="00F54B23"/>
    <w:rsid w:val="00F54F73"/>
    <w:rsid w:val="00F5518E"/>
    <w:rsid w:val="00F5565C"/>
    <w:rsid w:val="00F556EF"/>
    <w:rsid w:val="00F559AD"/>
    <w:rsid w:val="00F55F05"/>
    <w:rsid w:val="00F56431"/>
    <w:rsid w:val="00F5670D"/>
    <w:rsid w:val="00F56908"/>
    <w:rsid w:val="00F56A52"/>
    <w:rsid w:val="00F600CD"/>
    <w:rsid w:val="00F6014C"/>
    <w:rsid w:val="00F60AD4"/>
    <w:rsid w:val="00F60DB0"/>
    <w:rsid w:val="00F61183"/>
    <w:rsid w:val="00F61A1A"/>
    <w:rsid w:val="00F624BA"/>
    <w:rsid w:val="00F62BF0"/>
    <w:rsid w:val="00F62D46"/>
    <w:rsid w:val="00F630DE"/>
    <w:rsid w:val="00F63688"/>
    <w:rsid w:val="00F63CDA"/>
    <w:rsid w:val="00F63DF5"/>
    <w:rsid w:val="00F63EC6"/>
    <w:rsid w:val="00F63F54"/>
    <w:rsid w:val="00F6400C"/>
    <w:rsid w:val="00F640E3"/>
    <w:rsid w:val="00F64222"/>
    <w:rsid w:val="00F64B43"/>
    <w:rsid w:val="00F64BC6"/>
    <w:rsid w:val="00F66056"/>
    <w:rsid w:val="00F66063"/>
    <w:rsid w:val="00F6625B"/>
    <w:rsid w:val="00F664D6"/>
    <w:rsid w:val="00F6657C"/>
    <w:rsid w:val="00F6664D"/>
    <w:rsid w:val="00F666DC"/>
    <w:rsid w:val="00F669E2"/>
    <w:rsid w:val="00F66B61"/>
    <w:rsid w:val="00F66BFE"/>
    <w:rsid w:val="00F66F4D"/>
    <w:rsid w:val="00F67FE2"/>
    <w:rsid w:val="00F67FE3"/>
    <w:rsid w:val="00F70888"/>
    <w:rsid w:val="00F709E5"/>
    <w:rsid w:val="00F70C0F"/>
    <w:rsid w:val="00F70EE3"/>
    <w:rsid w:val="00F7279C"/>
    <w:rsid w:val="00F744F3"/>
    <w:rsid w:val="00F7457F"/>
    <w:rsid w:val="00F75A5D"/>
    <w:rsid w:val="00F76136"/>
    <w:rsid w:val="00F764C5"/>
    <w:rsid w:val="00F76A12"/>
    <w:rsid w:val="00F76BFE"/>
    <w:rsid w:val="00F76C65"/>
    <w:rsid w:val="00F76D3D"/>
    <w:rsid w:val="00F76FE0"/>
    <w:rsid w:val="00F77BF9"/>
    <w:rsid w:val="00F77D63"/>
    <w:rsid w:val="00F80287"/>
    <w:rsid w:val="00F802A8"/>
    <w:rsid w:val="00F803CF"/>
    <w:rsid w:val="00F80AFC"/>
    <w:rsid w:val="00F80FA2"/>
    <w:rsid w:val="00F81994"/>
    <w:rsid w:val="00F81D4B"/>
    <w:rsid w:val="00F82508"/>
    <w:rsid w:val="00F82AC9"/>
    <w:rsid w:val="00F82C10"/>
    <w:rsid w:val="00F82E6D"/>
    <w:rsid w:val="00F82E7C"/>
    <w:rsid w:val="00F83D53"/>
    <w:rsid w:val="00F83E0F"/>
    <w:rsid w:val="00F84A28"/>
    <w:rsid w:val="00F84B5F"/>
    <w:rsid w:val="00F84BFB"/>
    <w:rsid w:val="00F851EF"/>
    <w:rsid w:val="00F85ED3"/>
    <w:rsid w:val="00F86414"/>
    <w:rsid w:val="00F86664"/>
    <w:rsid w:val="00F86666"/>
    <w:rsid w:val="00F873D7"/>
    <w:rsid w:val="00F87A84"/>
    <w:rsid w:val="00F9001A"/>
    <w:rsid w:val="00F906E4"/>
    <w:rsid w:val="00F909D2"/>
    <w:rsid w:val="00F91DA4"/>
    <w:rsid w:val="00F936AF"/>
    <w:rsid w:val="00F93B98"/>
    <w:rsid w:val="00F9407D"/>
    <w:rsid w:val="00F944B9"/>
    <w:rsid w:val="00F94564"/>
    <w:rsid w:val="00F94EB2"/>
    <w:rsid w:val="00F95123"/>
    <w:rsid w:val="00F95292"/>
    <w:rsid w:val="00F95CFD"/>
    <w:rsid w:val="00F96030"/>
    <w:rsid w:val="00F96058"/>
    <w:rsid w:val="00F9633C"/>
    <w:rsid w:val="00F96539"/>
    <w:rsid w:val="00F96D04"/>
    <w:rsid w:val="00F97389"/>
    <w:rsid w:val="00FA06ED"/>
    <w:rsid w:val="00FA0E05"/>
    <w:rsid w:val="00FA171B"/>
    <w:rsid w:val="00FA18DC"/>
    <w:rsid w:val="00FA2314"/>
    <w:rsid w:val="00FA25BF"/>
    <w:rsid w:val="00FA2E36"/>
    <w:rsid w:val="00FA3496"/>
    <w:rsid w:val="00FA402F"/>
    <w:rsid w:val="00FA4764"/>
    <w:rsid w:val="00FA4EF4"/>
    <w:rsid w:val="00FA5955"/>
    <w:rsid w:val="00FA6194"/>
    <w:rsid w:val="00FA619D"/>
    <w:rsid w:val="00FA622C"/>
    <w:rsid w:val="00FA64AE"/>
    <w:rsid w:val="00FA64F1"/>
    <w:rsid w:val="00FA6D60"/>
    <w:rsid w:val="00FA6E4C"/>
    <w:rsid w:val="00FA75DF"/>
    <w:rsid w:val="00FA7699"/>
    <w:rsid w:val="00FA7D62"/>
    <w:rsid w:val="00FB094F"/>
    <w:rsid w:val="00FB0BE7"/>
    <w:rsid w:val="00FB1511"/>
    <w:rsid w:val="00FB215B"/>
    <w:rsid w:val="00FB2D3A"/>
    <w:rsid w:val="00FB3088"/>
    <w:rsid w:val="00FB3AE0"/>
    <w:rsid w:val="00FB3E1A"/>
    <w:rsid w:val="00FB4139"/>
    <w:rsid w:val="00FB42A6"/>
    <w:rsid w:val="00FB486C"/>
    <w:rsid w:val="00FB48E1"/>
    <w:rsid w:val="00FB4B5A"/>
    <w:rsid w:val="00FB4C02"/>
    <w:rsid w:val="00FB4CA0"/>
    <w:rsid w:val="00FB4EFA"/>
    <w:rsid w:val="00FB4F31"/>
    <w:rsid w:val="00FB57B0"/>
    <w:rsid w:val="00FB590D"/>
    <w:rsid w:val="00FB6B78"/>
    <w:rsid w:val="00FB6C27"/>
    <w:rsid w:val="00FB74B0"/>
    <w:rsid w:val="00FB74ED"/>
    <w:rsid w:val="00FB792D"/>
    <w:rsid w:val="00FC04BD"/>
    <w:rsid w:val="00FC0A31"/>
    <w:rsid w:val="00FC0A8A"/>
    <w:rsid w:val="00FC0BD8"/>
    <w:rsid w:val="00FC0C31"/>
    <w:rsid w:val="00FC0D65"/>
    <w:rsid w:val="00FC1055"/>
    <w:rsid w:val="00FC1089"/>
    <w:rsid w:val="00FC2945"/>
    <w:rsid w:val="00FC2B51"/>
    <w:rsid w:val="00FC2CF6"/>
    <w:rsid w:val="00FC31A8"/>
    <w:rsid w:val="00FC31AA"/>
    <w:rsid w:val="00FC3BAB"/>
    <w:rsid w:val="00FC3BCC"/>
    <w:rsid w:val="00FC3F8D"/>
    <w:rsid w:val="00FC4616"/>
    <w:rsid w:val="00FC4A49"/>
    <w:rsid w:val="00FC4CC3"/>
    <w:rsid w:val="00FC5181"/>
    <w:rsid w:val="00FC625B"/>
    <w:rsid w:val="00FC6EDA"/>
    <w:rsid w:val="00FC7368"/>
    <w:rsid w:val="00FC7B36"/>
    <w:rsid w:val="00FD00CB"/>
    <w:rsid w:val="00FD19DF"/>
    <w:rsid w:val="00FD1BFE"/>
    <w:rsid w:val="00FD2C89"/>
    <w:rsid w:val="00FD2F4D"/>
    <w:rsid w:val="00FD3612"/>
    <w:rsid w:val="00FD377E"/>
    <w:rsid w:val="00FD41FA"/>
    <w:rsid w:val="00FD537A"/>
    <w:rsid w:val="00FD53CB"/>
    <w:rsid w:val="00FD6150"/>
    <w:rsid w:val="00FD621A"/>
    <w:rsid w:val="00FD62CE"/>
    <w:rsid w:val="00FD68B1"/>
    <w:rsid w:val="00FD705C"/>
    <w:rsid w:val="00FD78A8"/>
    <w:rsid w:val="00FD7A0E"/>
    <w:rsid w:val="00FD7C14"/>
    <w:rsid w:val="00FD7DC0"/>
    <w:rsid w:val="00FE01F3"/>
    <w:rsid w:val="00FE17B2"/>
    <w:rsid w:val="00FE1A17"/>
    <w:rsid w:val="00FE1D92"/>
    <w:rsid w:val="00FE1DE8"/>
    <w:rsid w:val="00FE25A4"/>
    <w:rsid w:val="00FE291F"/>
    <w:rsid w:val="00FE29A7"/>
    <w:rsid w:val="00FE2A19"/>
    <w:rsid w:val="00FE356F"/>
    <w:rsid w:val="00FE408B"/>
    <w:rsid w:val="00FE429C"/>
    <w:rsid w:val="00FE4462"/>
    <w:rsid w:val="00FE4759"/>
    <w:rsid w:val="00FE57F8"/>
    <w:rsid w:val="00FE5A7A"/>
    <w:rsid w:val="00FE5D53"/>
    <w:rsid w:val="00FE5D8F"/>
    <w:rsid w:val="00FE6432"/>
    <w:rsid w:val="00FE703B"/>
    <w:rsid w:val="00FE7280"/>
    <w:rsid w:val="00FF045F"/>
    <w:rsid w:val="00FF05DD"/>
    <w:rsid w:val="00FF1065"/>
    <w:rsid w:val="00FF1406"/>
    <w:rsid w:val="00FF1534"/>
    <w:rsid w:val="00FF1998"/>
    <w:rsid w:val="00FF1A43"/>
    <w:rsid w:val="00FF1DE1"/>
    <w:rsid w:val="00FF1F89"/>
    <w:rsid w:val="00FF2323"/>
    <w:rsid w:val="00FF2B0E"/>
    <w:rsid w:val="00FF2CE3"/>
    <w:rsid w:val="00FF33BA"/>
    <w:rsid w:val="00FF3C9A"/>
    <w:rsid w:val="00FF46A2"/>
    <w:rsid w:val="00FF48C3"/>
    <w:rsid w:val="00FF52AC"/>
    <w:rsid w:val="00FF52C8"/>
    <w:rsid w:val="00FF56B4"/>
    <w:rsid w:val="00FF5BE5"/>
    <w:rsid w:val="00FF5D67"/>
    <w:rsid w:val="00FF5FB8"/>
    <w:rsid w:val="00FF6585"/>
    <w:rsid w:val="00FF6EE1"/>
    <w:rsid w:val="00FF728B"/>
    <w:rsid w:val="00FF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color="silver">
      <v:fill color="white" on="f"/>
      <v:stroke color="silver"/>
      <v:shadow color="#868686"/>
      <o:colormru v:ext="edit" colors="#f49100,#8f9286,#ddd"/>
    </o:shapedefaults>
    <o:shapelayout v:ext="edit">
      <o:idmap v:ext="edit" data="1"/>
    </o:shapelayout>
  </w:shapeDefaults>
  <w:decimalSymbol w:val="."/>
  <w:listSeparator w:val=","/>
  <w14:docId w14:val="5AACE05D"/>
  <w15:chartTrackingRefBased/>
  <w15:docId w15:val="{D83488E2-82E5-42AA-A1FB-8BCC522F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annotation text" w:uiPriority="99"/>
    <w:lsdException w:name="footer" w:uiPriority="99"/>
    <w:lsdException w:name="caption" w:qFormat="1"/>
    <w:lsdException w:name="table of figures" w:uiPriority="99"/>
    <w:lsdException w:name="annotation reference" w:uiPriority="99"/>
    <w:lsdException w:name="table of authorities" w:uiPriority="99"/>
    <w:lsdException w:name="List Number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Subtitle" w:qFormat="1"/>
    <w:lsdException w:name="Body Text First Indent" w:uiPriority="99"/>
    <w:lsdException w:name="Body Text First Indent 2" w:uiPriority="99"/>
    <w:lsdException w:name="Body Text Indent 2" w:uiPriority="99"/>
    <w:lsdException w:name="Hyperlink" w:uiPriority="99"/>
    <w:lsdException w:name="FollowedHyperlink" w:uiPriority="99"/>
    <w:lsdException w:name="Strong" w:uiPriority="99" w:qFormat="1"/>
    <w:lsdException w:name="Emphasis" w:uiPriority="20" w:qFormat="1"/>
    <w:lsdException w:name="Plain Text" w:uiPriority="99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100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1"/>
    <w:qFormat/>
    <w:rsid w:val="00FB4C02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FB4C0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1"/>
    <w:qFormat/>
    <w:rsid w:val="00FB4C0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1"/>
    <w:qFormat/>
    <w:rsid w:val="00FB4C02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1"/>
    <w:qFormat/>
    <w:rsid w:val="00FB4C0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FB4C0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1"/>
    <w:qFormat/>
    <w:rsid w:val="00FB4C0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2"/>
      <w:szCs w:val="32"/>
    </w:rPr>
  </w:style>
  <w:style w:type="paragraph" w:styleId="Heading8">
    <w:name w:val="heading 8"/>
    <w:basedOn w:val="Normal"/>
    <w:next w:val="Normal"/>
    <w:link w:val="Heading8Char1"/>
    <w:qFormat/>
    <w:rsid w:val="00FB4C0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1"/>
    <w:qFormat/>
    <w:rsid w:val="00FB4C0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B4C0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AAddress">
    <w:name w:val="AA Address"/>
    <w:uiPriority w:val="99"/>
    <w:rsid w:val="00FB4C0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FB4C0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FB4C02"/>
    <w:pPr>
      <w:tabs>
        <w:tab w:val="center" w:pos="4536"/>
        <w:tab w:val="right" w:pos="9072"/>
      </w:tabs>
    </w:pPr>
    <w:rPr>
      <w:lang w:val="x-none" w:eastAsia="x-none"/>
    </w:rPr>
  </w:style>
  <w:style w:type="paragraph" w:styleId="Caption">
    <w:name w:val="caption"/>
    <w:basedOn w:val="Normal"/>
    <w:next w:val="Normal"/>
    <w:qFormat/>
    <w:rsid w:val="00FB4C02"/>
    <w:rPr>
      <w:rFonts w:cs="Times New Roman"/>
      <w:b/>
      <w:bCs/>
    </w:rPr>
  </w:style>
  <w:style w:type="paragraph" w:styleId="ListBullet">
    <w:name w:val="List Bullet"/>
    <w:basedOn w:val="Normal"/>
    <w:rsid w:val="00FB4C02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FB4C02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FB4C02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FB4C02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FB4C02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FB4C02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FB4C02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FB4C02"/>
    <w:pPr>
      <w:ind w:left="284"/>
    </w:pPr>
  </w:style>
  <w:style w:type="paragraph" w:customStyle="1" w:styleId="AAFrameAddress">
    <w:name w:val="AA Frame Address"/>
    <w:basedOn w:val="Heading1"/>
    <w:uiPriority w:val="99"/>
    <w:rsid w:val="00FB4C02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FB4C02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FB4C02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FB4C02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FB4C02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FB4C02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FB4C02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FB4C02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FB4C02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FB4C02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FB4C02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FB4C02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FB4C02"/>
    <w:pPr>
      <w:ind w:left="2552" w:hanging="284"/>
    </w:pPr>
  </w:style>
  <w:style w:type="paragraph" w:styleId="TOC2">
    <w:name w:val="toc 2"/>
    <w:basedOn w:val="Normal"/>
    <w:next w:val="Normal"/>
    <w:semiHidden/>
    <w:rsid w:val="00FB4C0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FB4C0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FB4C02"/>
    <w:pPr>
      <w:ind w:left="851"/>
    </w:pPr>
  </w:style>
  <w:style w:type="paragraph" w:styleId="TOC5">
    <w:name w:val="toc 5"/>
    <w:basedOn w:val="Normal"/>
    <w:next w:val="Normal"/>
    <w:uiPriority w:val="99"/>
    <w:semiHidden/>
    <w:rsid w:val="00FB4C02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FB4C02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FB4C02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FB4C02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FB4C02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FB4C02"/>
    <w:pPr>
      <w:ind w:left="567" w:hanging="567"/>
    </w:pPr>
  </w:style>
  <w:style w:type="paragraph" w:styleId="ListBullet5">
    <w:name w:val="List Bullet 5"/>
    <w:basedOn w:val="Normal"/>
    <w:uiPriority w:val="99"/>
    <w:rsid w:val="00FB4C02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rsid w:val="00FB4C02"/>
    <w:pPr>
      <w:spacing w:after="120"/>
    </w:pPr>
  </w:style>
  <w:style w:type="paragraph" w:styleId="BodyTextFirstIndent">
    <w:name w:val="Body Text First Indent"/>
    <w:basedOn w:val="BodyText"/>
    <w:link w:val="BodyTextFirstIndentChar1"/>
    <w:uiPriority w:val="99"/>
    <w:rsid w:val="00FB4C02"/>
    <w:pPr>
      <w:ind w:firstLine="284"/>
    </w:pPr>
  </w:style>
  <w:style w:type="paragraph" w:styleId="BodyTextIndent">
    <w:name w:val="Body Text Indent"/>
    <w:aliases w:val="i"/>
    <w:basedOn w:val="Normal"/>
    <w:link w:val="BodyTextIndentChar1"/>
    <w:rsid w:val="00FB4C02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1"/>
    <w:uiPriority w:val="99"/>
    <w:rsid w:val="00FB4C02"/>
    <w:pPr>
      <w:ind w:left="284" w:firstLine="284"/>
    </w:pPr>
  </w:style>
  <w:style w:type="character" w:styleId="Strong">
    <w:name w:val="Strong"/>
    <w:uiPriority w:val="99"/>
    <w:qFormat/>
    <w:rsid w:val="00FB4C02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FB4C02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FB4C0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FB4C02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FB4C02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FB4C02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FB4C0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FB4C0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FB4C02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FB4C02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FB4C02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FB4C0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FB4C02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FB4C0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FB4C0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FB4C0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FB4C0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FB4C02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FB4C0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Åº"/>
    <w:basedOn w:val="Normal"/>
    <w:uiPriority w:val="99"/>
    <w:rsid w:val="00FB4C0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1">
    <w:name w:val="ºÇ¡"/>
    <w:basedOn w:val="Normal"/>
    <w:uiPriority w:val="99"/>
    <w:rsid w:val="00FB4C0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">
    <w:name w:val="µÒÃÒ§3ªèÍ§"/>
    <w:basedOn w:val="Normal"/>
    <w:uiPriority w:val="99"/>
    <w:rsid w:val="00FB4C0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character" w:styleId="PageNumber">
    <w:name w:val="page number"/>
    <w:basedOn w:val="DefaultParagraphFont"/>
    <w:rsid w:val="00FB4C02"/>
  </w:style>
  <w:style w:type="paragraph" w:styleId="BodyText2">
    <w:name w:val="Body Text 2"/>
    <w:basedOn w:val="Normal"/>
    <w:link w:val="BodyText2Char"/>
    <w:rsid w:val="00FB4C0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jc w:val="both"/>
    </w:pPr>
    <w:rPr>
      <w:rFonts w:ascii="Angsana New" w:hAnsi="Angsana New"/>
      <w:sz w:val="30"/>
      <w:szCs w:val="30"/>
      <w:lang w:val="x-none" w:eastAsia="x-none"/>
    </w:rPr>
  </w:style>
  <w:style w:type="paragraph" w:customStyle="1" w:styleId="a2">
    <w:name w:val="??"/>
    <w:basedOn w:val="Normal"/>
    <w:uiPriority w:val="99"/>
    <w:rsid w:val="00FB4C0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alloonText">
    <w:name w:val="Balloon Text"/>
    <w:basedOn w:val="Normal"/>
    <w:link w:val="BalloonTextChar"/>
    <w:semiHidden/>
    <w:rsid w:val="00725E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73799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A93D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 w:line="240" w:lineRule="auto"/>
      <w:ind w:left="547" w:right="29" w:hanging="547"/>
      <w:jc w:val="thaiDistribute"/>
    </w:pPr>
    <w:rPr>
      <w:rFonts w:ascii="Angsana New" w:hAnsi="Angsana New"/>
      <w:b/>
      <w:bCs/>
      <w:i/>
      <w:iCs/>
      <w:sz w:val="30"/>
      <w:szCs w:val="30"/>
      <w:lang w:val="en-GB" w:eastAsia="x-none"/>
    </w:rPr>
  </w:style>
  <w:style w:type="character" w:customStyle="1" w:styleId="AccPolicyHeadingChar">
    <w:name w:val="Acc Policy Heading Char"/>
    <w:link w:val="AccPolicyHeading"/>
    <w:rsid w:val="00A93D7D"/>
    <w:rPr>
      <w:rFonts w:ascii="Angsana New" w:hAnsi="Angsana New"/>
      <w:b/>
      <w:bCs/>
      <w:i/>
      <w:iCs/>
      <w:sz w:val="30"/>
      <w:szCs w:val="30"/>
      <w:lang w:val="en-GB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3">
    <w:name w:val="???????"/>
    <w:basedOn w:val="Normal"/>
    <w:uiPriority w:val="99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Times New Roman"/>
      <w:sz w:val="30"/>
      <w:szCs w:val="30"/>
      <w:lang w:val="th-TH"/>
    </w:rPr>
  </w:style>
  <w:style w:type="paragraph" w:customStyle="1" w:styleId="30">
    <w:name w:val="?????3????"/>
    <w:basedOn w:val="Normal"/>
    <w:uiPriority w:val="99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character" w:customStyle="1" w:styleId="Heading2Char">
    <w:name w:val="Heading 2 Char"/>
    <w:link w:val="Heading2"/>
    <w:rsid w:val="00456F4F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rsid w:val="000344B6"/>
    <w:rPr>
      <w:rFonts w:ascii="Arial" w:hAnsi="Arial" w:cs="Angsana New"/>
      <w:sz w:val="18"/>
      <w:szCs w:val="18"/>
      <w:lang w:val="en-US" w:eastAsia="en-US" w:bidi="th-TH"/>
    </w:r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Before:  3 pt,Line spacing:  At l..."/>
    <w:basedOn w:val="Normal"/>
    <w:rsid w:val="00F23E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4">
    <w:name w:val="???"/>
    <w:basedOn w:val="Normal"/>
    <w:uiPriority w:val="99"/>
    <w:rsid w:val="00F23E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0">
    <w:name w:val="Å§ª×èÍ E"/>
    <w:basedOn w:val="Normal"/>
    <w:rsid w:val="00476B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character" w:customStyle="1" w:styleId="HeaderChar">
    <w:name w:val="Header Char"/>
    <w:link w:val="Header"/>
    <w:rsid w:val="00FC4616"/>
    <w:rPr>
      <w:rFonts w:ascii="Arial" w:hAnsi="Arial"/>
      <w:sz w:val="18"/>
      <w:szCs w:val="18"/>
    </w:rPr>
  </w:style>
  <w:style w:type="paragraph" w:customStyle="1" w:styleId="Default">
    <w:name w:val="Default"/>
    <w:rsid w:val="00DA41F4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DA41F4"/>
    <w:pPr>
      <w:ind w:left="720"/>
      <w:contextualSpacing/>
    </w:pPr>
    <w:rPr>
      <w:szCs w:val="22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CB4A8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eastAsia="Calibri" w:hAnsi="Angsana New"/>
      <w:sz w:val="30"/>
      <w:szCs w:val="30"/>
      <w:lang w:val="x-none" w:eastAsia="x-none"/>
    </w:rPr>
  </w:style>
  <w:style w:type="character" w:customStyle="1" w:styleId="AccPolicysubheadChar">
    <w:name w:val="Acc Policy sub head Char"/>
    <w:link w:val="AccPolicysubhead"/>
    <w:rsid w:val="00CB4A8B"/>
    <w:rPr>
      <w:rFonts w:ascii="Angsana New" w:eastAsia="Calibri" w:hAnsi="Angsana New"/>
      <w:sz w:val="30"/>
      <w:szCs w:val="30"/>
    </w:rPr>
  </w:style>
  <w:style w:type="paragraph" w:customStyle="1" w:styleId="index">
    <w:name w:val="index"/>
    <w:aliases w:val="ix"/>
    <w:basedOn w:val="BodyText"/>
    <w:rsid w:val="0000779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eastAsia="Calibri" w:hAnsi="Times New Roman" w:cs="Cordia New"/>
      <w:sz w:val="22"/>
      <w:szCs w:val="20"/>
      <w:lang w:val="en-GB" w:bidi="ar-SA"/>
    </w:rPr>
  </w:style>
  <w:style w:type="character" w:customStyle="1" w:styleId="Heading2Char1">
    <w:name w:val="Heading 2 Char1"/>
    <w:rsid w:val="005C20C2"/>
    <w:rPr>
      <w:rFonts w:ascii="Arial" w:eastAsia="Times New Roman" w:hAnsi="Arial" w:cs="Times New Roman"/>
      <w:b/>
      <w:bCs/>
      <w:sz w:val="18"/>
      <w:szCs w:val="18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777012"/>
    <w:pPr>
      <w:tabs>
        <w:tab w:val="left" w:pos="540"/>
      </w:tabs>
      <w:ind w:right="-43"/>
    </w:pPr>
  </w:style>
  <w:style w:type="character" w:customStyle="1" w:styleId="AccPolicyalternativeChar">
    <w:name w:val="Acc Policy alternative Char"/>
    <w:link w:val="AccPolicyalternative"/>
    <w:rsid w:val="00777012"/>
    <w:rPr>
      <w:rFonts w:ascii="Angsana New" w:eastAsia="Calibri" w:hAnsi="Angsana New"/>
      <w:sz w:val="30"/>
      <w:szCs w:val="30"/>
    </w:rPr>
  </w:style>
  <w:style w:type="character" w:customStyle="1" w:styleId="FooterChar">
    <w:name w:val="Footer Char"/>
    <w:link w:val="Footer"/>
    <w:uiPriority w:val="99"/>
    <w:rsid w:val="00954F36"/>
    <w:rPr>
      <w:rFonts w:ascii="Arial" w:hAnsi="Arial"/>
      <w:sz w:val="18"/>
      <w:szCs w:val="18"/>
    </w:rPr>
  </w:style>
  <w:style w:type="paragraph" w:styleId="DocumentMap">
    <w:name w:val="Document Map"/>
    <w:basedOn w:val="Normal"/>
    <w:link w:val="DocumentMapChar"/>
    <w:rsid w:val="00E91BB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rsid w:val="00E91BB5"/>
    <w:rPr>
      <w:rFonts w:ascii="Tahoma" w:hAnsi="Tahoma" w:cs="Tahoma"/>
      <w:shd w:val="clear" w:color="auto" w:fill="000080"/>
      <w:lang w:val="en-GB" w:bidi="ar-SA"/>
    </w:rPr>
  </w:style>
  <w:style w:type="paragraph" w:customStyle="1" w:styleId="acctmergecolhdg">
    <w:name w:val="acct merge col hdg"/>
    <w:aliases w:val="mh"/>
    <w:basedOn w:val="Normal"/>
    <w:rsid w:val="00B46A2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character" w:customStyle="1" w:styleId="BodyText2Char">
    <w:name w:val="Body Text 2 Char"/>
    <w:link w:val="BodyText2"/>
    <w:rsid w:val="00231086"/>
    <w:rPr>
      <w:rFonts w:ascii="Angsana New" w:hAnsi="Angsana New"/>
      <w:sz w:val="30"/>
      <w:szCs w:val="30"/>
    </w:rPr>
  </w:style>
  <w:style w:type="paragraph" w:customStyle="1" w:styleId="RNormal">
    <w:name w:val="RNormal"/>
    <w:basedOn w:val="Normal"/>
    <w:rsid w:val="00421A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FootnoteText">
    <w:name w:val="footnote text"/>
    <w:aliases w:val="ft"/>
    <w:basedOn w:val="Normal"/>
    <w:link w:val="FootnoteTextChar"/>
    <w:unhideWhenUsed/>
    <w:rsid w:val="00421A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aliases w:val="ft Char"/>
    <w:link w:val="FootnoteText"/>
    <w:rsid w:val="00421AD7"/>
    <w:rPr>
      <w:rFonts w:cs="Times New Roman"/>
      <w:lang w:bidi="ar-SA"/>
    </w:rPr>
  </w:style>
  <w:style w:type="character" w:styleId="FootnoteReference">
    <w:name w:val="footnote reference"/>
    <w:aliases w:val="fr"/>
    <w:unhideWhenUsed/>
    <w:rsid w:val="00421AD7"/>
    <w:rPr>
      <w:vertAlign w:val="superscript"/>
    </w:rPr>
  </w:style>
  <w:style w:type="character" w:styleId="CommentReference">
    <w:name w:val="annotation reference"/>
    <w:uiPriority w:val="99"/>
    <w:unhideWhenUsed/>
    <w:rsid w:val="001B03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032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40" w:lineRule="auto"/>
    </w:pPr>
    <w:rPr>
      <w:rFonts w:ascii="Calibri" w:eastAsia="Calibri" w:hAnsi="Calibri" w:cs="Cordia New"/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1B032A"/>
    <w:rPr>
      <w:rFonts w:ascii="Calibri" w:eastAsia="Calibri" w:hAnsi="Calibri" w:cs="Cordi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0757C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Times New Roman" w:hAnsi="Arial" w:cs="Angsana New"/>
      <w:b/>
      <w:bCs/>
    </w:rPr>
  </w:style>
  <w:style w:type="character" w:customStyle="1" w:styleId="CommentSubjectChar">
    <w:name w:val="Comment Subject Char"/>
    <w:link w:val="CommentSubject"/>
    <w:rsid w:val="000757CB"/>
    <w:rPr>
      <w:rFonts w:ascii="Arial" w:eastAsia="Calibri" w:hAnsi="Arial" w:cs="Cordia New"/>
      <w:b/>
      <w:bCs/>
      <w:szCs w:val="25"/>
    </w:rPr>
  </w:style>
  <w:style w:type="paragraph" w:customStyle="1" w:styleId="AccountingPolicy">
    <w:name w:val="Accounting Policy"/>
    <w:basedOn w:val="Normal"/>
    <w:link w:val="AccountingPolicyChar1"/>
    <w:rsid w:val="00567BE9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567BE9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10767"/>
    <w:rPr>
      <w:rFonts w:ascii="Arial" w:hAnsi="Arial"/>
      <w:sz w:val="18"/>
      <w:szCs w:val="22"/>
    </w:rPr>
  </w:style>
  <w:style w:type="character" w:customStyle="1" w:styleId="blockChar">
    <w:name w:val="block Char"/>
    <w:aliases w:val="b Char"/>
    <w:locked/>
    <w:rsid w:val="00B56967"/>
    <w:rPr>
      <w:rFonts w:ascii="Times New Roman" w:hAnsi="Times New Roman"/>
      <w:sz w:val="22"/>
      <w:lang w:eastAsia="en-US" w:bidi="ar-SA"/>
    </w:rPr>
  </w:style>
  <w:style w:type="character" w:customStyle="1" w:styleId="Heading1Char">
    <w:name w:val="Heading 1 Char"/>
    <w:basedOn w:val="DefaultParagraphFont"/>
    <w:rsid w:val="00EE7FC1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rsid w:val="00EE7FC1"/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character" w:customStyle="1" w:styleId="Heading4Char">
    <w:name w:val="Heading 4 Char"/>
    <w:basedOn w:val="DefaultParagraphFont"/>
    <w:rsid w:val="00EE7FC1"/>
    <w:rPr>
      <w:rFonts w:asciiTheme="majorHAnsi" w:eastAsiaTheme="majorEastAsia" w:hAnsiTheme="majorHAnsi" w:cstheme="majorBidi"/>
      <w:i/>
      <w:iCs/>
      <w:color w:val="2F5496" w:themeColor="accent1" w:themeShade="BF"/>
      <w:sz w:val="18"/>
      <w:szCs w:val="22"/>
    </w:rPr>
  </w:style>
  <w:style w:type="character" w:customStyle="1" w:styleId="Heading5Char">
    <w:name w:val="Heading 5 Char"/>
    <w:basedOn w:val="DefaultParagraphFont"/>
    <w:rsid w:val="00EE7FC1"/>
    <w:rPr>
      <w:rFonts w:asciiTheme="majorHAnsi" w:eastAsiaTheme="majorEastAsia" w:hAnsiTheme="majorHAnsi" w:cstheme="majorBidi"/>
      <w:color w:val="2F5496" w:themeColor="accent1" w:themeShade="BF"/>
      <w:sz w:val="18"/>
      <w:szCs w:val="22"/>
    </w:rPr>
  </w:style>
  <w:style w:type="character" w:customStyle="1" w:styleId="Heading6Char">
    <w:name w:val="Heading 6 Char"/>
    <w:basedOn w:val="DefaultParagraphFont"/>
    <w:rsid w:val="00EE7FC1"/>
    <w:rPr>
      <w:rFonts w:asciiTheme="majorHAnsi" w:eastAsiaTheme="majorEastAsia" w:hAnsiTheme="majorHAnsi" w:cstheme="majorBidi"/>
      <w:color w:val="1F3763" w:themeColor="accent1" w:themeShade="7F"/>
      <w:sz w:val="18"/>
      <w:szCs w:val="22"/>
    </w:rPr>
  </w:style>
  <w:style w:type="character" w:customStyle="1" w:styleId="Heading7Char">
    <w:name w:val="Heading 7 Char"/>
    <w:basedOn w:val="DefaultParagraphFont"/>
    <w:rsid w:val="00EE7FC1"/>
    <w:rPr>
      <w:rFonts w:asciiTheme="majorHAnsi" w:eastAsiaTheme="majorEastAsia" w:hAnsiTheme="majorHAnsi" w:cstheme="majorBidi"/>
      <w:i/>
      <w:iCs/>
      <w:color w:val="1F3763" w:themeColor="accent1" w:themeShade="7F"/>
      <w:sz w:val="18"/>
      <w:szCs w:val="22"/>
    </w:rPr>
  </w:style>
  <w:style w:type="character" w:customStyle="1" w:styleId="Heading8Char">
    <w:name w:val="Heading 8 Char"/>
    <w:basedOn w:val="DefaultParagraphFont"/>
    <w:rsid w:val="00EE7FC1"/>
    <w:rPr>
      <w:rFonts w:asciiTheme="majorHAnsi" w:eastAsiaTheme="majorEastAsia" w:hAnsiTheme="majorHAnsi" w:cstheme="majorBidi"/>
      <w:color w:val="272727" w:themeColor="text1" w:themeTint="D8"/>
      <w:sz w:val="21"/>
      <w:szCs w:val="26"/>
    </w:rPr>
  </w:style>
  <w:style w:type="character" w:customStyle="1" w:styleId="Heading9Char">
    <w:name w:val="Heading 9 Char"/>
    <w:basedOn w:val="DefaultParagraphFont"/>
    <w:rsid w:val="00EE7F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character" w:customStyle="1" w:styleId="Heading1Char1">
    <w:name w:val="Heading 1 Char1"/>
    <w:basedOn w:val="DefaultParagraphFont"/>
    <w:link w:val="Heading1"/>
    <w:rsid w:val="00EE7FC1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3Char1">
    <w:name w:val="Heading 3 Char1"/>
    <w:basedOn w:val="DefaultParagraphFont"/>
    <w:link w:val="Heading3"/>
    <w:rsid w:val="00EE7FC1"/>
    <w:rPr>
      <w:rFonts w:ascii="Arial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link w:val="Heading4"/>
    <w:rsid w:val="00EE7FC1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link w:val="Heading5"/>
    <w:rsid w:val="00EE7FC1"/>
    <w:rPr>
      <w:rFonts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link w:val="Heading6"/>
    <w:rsid w:val="00EE7FC1"/>
    <w:rPr>
      <w:rFonts w:cs="EucrosiaUPC"/>
      <w:b/>
      <w:bCs/>
      <w:sz w:val="30"/>
      <w:szCs w:val="30"/>
    </w:rPr>
  </w:style>
  <w:style w:type="character" w:customStyle="1" w:styleId="Heading7Char1">
    <w:name w:val="Heading 7 Char1"/>
    <w:basedOn w:val="DefaultParagraphFont"/>
    <w:link w:val="Heading7"/>
    <w:rsid w:val="00EE7FC1"/>
    <w:rPr>
      <w:rFonts w:cs="EucrosiaUPC"/>
      <w:b/>
      <w:bCs/>
      <w:sz w:val="32"/>
      <w:szCs w:val="32"/>
    </w:rPr>
  </w:style>
  <w:style w:type="character" w:customStyle="1" w:styleId="Heading8Char1">
    <w:name w:val="Heading 8 Char1"/>
    <w:basedOn w:val="DefaultParagraphFont"/>
    <w:link w:val="Heading8"/>
    <w:rsid w:val="00EE7FC1"/>
    <w:rPr>
      <w:rFonts w:cs="EucrosiaUPC"/>
      <w:b/>
      <w:bCs/>
      <w:sz w:val="28"/>
      <w:szCs w:val="28"/>
    </w:rPr>
  </w:style>
  <w:style w:type="character" w:customStyle="1" w:styleId="Heading9Char1">
    <w:name w:val="Heading 9 Char1"/>
    <w:basedOn w:val="DefaultParagraphFont"/>
    <w:link w:val="Heading9"/>
    <w:rsid w:val="00EE7FC1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rsid w:val="00EE7FC1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basedOn w:val="DefaultParagraphFont"/>
    <w:rsid w:val="00EE7FC1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basedOn w:val="DefaultParagraphFont"/>
    <w:uiPriority w:val="99"/>
    <w:rsid w:val="00EE7FC1"/>
    <w:rPr>
      <w:rFonts w:ascii="Arial" w:eastAsia="Times New Roman" w:hAnsi="Arial" w:cs="Times New Roman"/>
      <w:sz w:val="18"/>
      <w:szCs w:val="18"/>
    </w:rPr>
  </w:style>
  <w:style w:type="character" w:customStyle="1" w:styleId="BodyTextFirstIndentChar">
    <w:name w:val="Body Text First Indent Char"/>
    <w:basedOn w:val="BodyTextChar1"/>
    <w:uiPriority w:val="99"/>
    <w:rsid w:val="00EE7FC1"/>
    <w:rPr>
      <w:rFonts w:ascii="Arial" w:eastAsia="Times New Roman" w:hAnsi="Arial" w:cs="Angsana New"/>
      <w:sz w:val="18"/>
      <w:szCs w:val="22"/>
    </w:rPr>
  </w:style>
  <w:style w:type="character" w:customStyle="1" w:styleId="BodyTextFirstIndentChar1">
    <w:name w:val="Body Text First Indent Char1"/>
    <w:basedOn w:val="BodyTextChar1"/>
    <w:link w:val="BodyTextFirstIndent"/>
    <w:uiPriority w:val="99"/>
    <w:rsid w:val="00EE7FC1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basedOn w:val="DefaultParagraphFont"/>
    <w:rsid w:val="00EE7FC1"/>
    <w:rPr>
      <w:rFonts w:ascii="Arial" w:eastAsia="Times New Roman" w:hAnsi="Arial" w:cs="Angsana New"/>
      <w:sz w:val="18"/>
      <w:szCs w:val="22"/>
    </w:rPr>
  </w:style>
  <w:style w:type="character" w:customStyle="1" w:styleId="BodyTextIndentChar1">
    <w:name w:val="Body Text Indent Char1"/>
    <w:aliases w:val="i Char1"/>
    <w:basedOn w:val="DefaultParagraphFont"/>
    <w:link w:val="BodyTextIndent"/>
    <w:rsid w:val="00EE7FC1"/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uiPriority w:val="99"/>
    <w:rsid w:val="00EE7FC1"/>
    <w:rPr>
      <w:rFonts w:ascii="Arial" w:eastAsia="Times New Roman" w:hAnsi="Arial" w:cs="Angsana New"/>
      <w:sz w:val="18"/>
      <w:szCs w:val="22"/>
    </w:rPr>
  </w:style>
  <w:style w:type="character" w:customStyle="1" w:styleId="BodyTextFirstIndent2Char1">
    <w:name w:val="Body Text First Indent 2 Char1"/>
    <w:basedOn w:val="BodyTextIndentChar1"/>
    <w:link w:val="BodyTextFirstIndent2"/>
    <w:uiPriority w:val="99"/>
    <w:rsid w:val="00EE7FC1"/>
    <w:rPr>
      <w:rFonts w:ascii="Arial" w:hAnsi="Arial"/>
      <w:sz w:val="18"/>
      <w:szCs w:val="18"/>
    </w:rPr>
  </w:style>
  <w:style w:type="character" w:customStyle="1" w:styleId="BodyText2Char1">
    <w:name w:val="Body Text 2 Char1"/>
    <w:basedOn w:val="DefaultParagraphFont"/>
    <w:rsid w:val="00EE7FC1"/>
    <w:rPr>
      <w:rFonts w:ascii="Book Antiqua" w:eastAsia="Times New Roman" w:hAnsi="Book Antiqua" w:cs="Times New Roman"/>
      <w:szCs w:val="22"/>
    </w:rPr>
  </w:style>
  <w:style w:type="paragraph" w:customStyle="1" w:styleId="T0">
    <w:name w:val="????? T"/>
    <w:basedOn w:val="Normal"/>
    <w:uiPriority w:val="99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5">
    <w:name w:val="ลบ"/>
    <w:basedOn w:val="Normal"/>
    <w:uiPriority w:val="99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basedOn w:val="DefaultParagraphFont"/>
    <w:rsid w:val="00EE7FC1"/>
    <w:rPr>
      <w:rFonts w:ascii="Arial" w:hAnsi="Arial"/>
      <w:sz w:val="16"/>
    </w:rPr>
  </w:style>
  <w:style w:type="character" w:customStyle="1" w:styleId="BodyText3Char1">
    <w:name w:val="Body Text 3 Char1"/>
    <w:basedOn w:val="DefaultParagraphFont"/>
    <w:link w:val="BodyText3"/>
    <w:rsid w:val="00EE7FC1"/>
    <w:rPr>
      <w:rFonts w:cs="EucrosiaUPC"/>
      <w:sz w:val="30"/>
      <w:szCs w:val="30"/>
    </w:rPr>
  </w:style>
  <w:style w:type="paragraph" w:customStyle="1" w:styleId="ASSETS">
    <w:name w:val="ASSETS"/>
    <w:basedOn w:val="Normal"/>
    <w:uiPriority w:val="99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 w:cs="Times New Roman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uiPriority w:val="99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basedOn w:val="DefaultParagraphFont"/>
    <w:uiPriority w:val="99"/>
    <w:rsid w:val="00EE7FC1"/>
    <w:rPr>
      <w:rFonts w:ascii="Arial" w:hAnsi="Arial"/>
      <w:sz w:val="18"/>
      <w:szCs w:val="22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rsid w:val="00EE7FC1"/>
    <w:rPr>
      <w:rFonts w:cs="EucrosiaUPC"/>
      <w:sz w:val="30"/>
      <w:szCs w:val="30"/>
    </w:rPr>
  </w:style>
  <w:style w:type="character" w:customStyle="1" w:styleId="BalloonTextChar">
    <w:name w:val="Balloon Text Char"/>
    <w:basedOn w:val="DefaultParagraphFont"/>
    <w:link w:val="BalloonText"/>
    <w:semiHidden/>
    <w:rsid w:val="00EE7FC1"/>
    <w:rPr>
      <w:rFonts w:ascii="Tahoma" w:hAnsi="Tahoma" w:cs="Tahoma"/>
      <w:sz w:val="16"/>
      <w:szCs w:val="16"/>
    </w:rPr>
  </w:style>
  <w:style w:type="paragraph" w:styleId="Signature">
    <w:name w:val="Signature"/>
    <w:basedOn w:val="Normal"/>
    <w:link w:val="SignatureChar1"/>
    <w:rsid w:val="00EE7FC1"/>
    <w:pPr>
      <w:spacing w:line="240" w:lineRule="auto"/>
    </w:pPr>
    <w:rPr>
      <w:rFonts w:cs="Times New Roman"/>
    </w:rPr>
  </w:style>
  <w:style w:type="character" w:customStyle="1" w:styleId="SignatureChar">
    <w:name w:val="Signature Char"/>
    <w:basedOn w:val="DefaultParagraphFont"/>
    <w:rsid w:val="00EE7FC1"/>
    <w:rPr>
      <w:rFonts w:ascii="Arial" w:hAnsi="Arial"/>
      <w:sz w:val="18"/>
      <w:szCs w:val="22"/>
    </w:rPr>
  </w:style>
  <w:style w:type="character" w:customStyle="1" w:styleId="SignatureChar1">
    <w:name w:val="Signature Char1"/>
    <w:basedOn w:val="DefaultParagraphFont"/>
    <w:link w:val="Signature"/>
    <w:rsid w:val="00EE7FC1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EE7FC1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EE7FC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EE7FC1"/>
    <w:pPr>
      <w:spacing w:after="0"/>
    </w:pPr>
  </w:style>
  <w:style w:type="paragraph" w:customStyle="1" w:styleId="acctdividends">
    <w:name w:val="acct dividends"/>
    <w:aliases w:val="ad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EE7FC1"/>
    <w:pPr>
      <w:spacing w:after="0"/>
    </w:pPr>
  </w:style>
  <w:style w:type="paragraph" w:customStyle="1" w:styleId="acctindent">
    <w:name w:val="acct indent"/>
    <w:aliases w:val="ai"/>
    <w:basedOn w:val="BodyTex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EE7FC1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EE7FC1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 w:cs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EE7FC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EE7FC1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EE7FC1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EE7FC1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EE7FC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EE7FC1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7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block2nospaceafter">
    <w:name w:val="block2 no space after"/>
    <w:aliases w:val="b2n,block2 no sp"/>
    <w:basedOn w:val="block2"/>
    <w:rsid w:val="00EE7FC1"/>
    <w:pPr>
      <w:spacing w:after="0"/>
    </w:pPr>
  </w:style>
  <w:style w:type="paragraph" w:customStyle="1" w:styleId="List1a">
    <w:name w:val="List 1a"/>
    <w:aliases w:val="1a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EE7FC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basedOn w:val="DefaultParagraphFont"/>
    <w:link w:val="MacroText"/>
    <w:rsid w:val="00EE7FC1"/>
    <w:rPr>
      <w:rFonts w:ascii="Courier New" w:hAnsi="Courier New" w:cs="Times New Roman"/>
      <w:lang w:val="en-AU" w:bidi="ar-SA"/>
    </w:rPr>
  </w:style>
  <w:style w:type="paragraph" w:customStyle="1" w:styleId="zcompanyname">
    <w:name w:val="zcompany name"/>
    <w:aliases w:val="cn"/>
    <w:basedOn w:val="Normal"/>
    <w:rsid w:val="00EE7FC1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EE7FC1"/>
  </w:style>
  <w:style w:type="paragraph" w:customStyle="1" w:styleId="zreportaddinfo">
    <w:name w:val="zreport addinfo"/>
    <w:basedOn w:val="Normal"/>
    <w:rsid w:val="00EE7FC1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EE7FC1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EE7FC1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EE7FC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ind">
    <w:name w:val="*ind"/>
    <w:basedOn w:val="BodyTex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EE7FC1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EE7FC1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EE7FC1"/>
    <w:rPr>
      <w:b/>
      <w:bCs/>
    </w:rPr>
  </w:style>
  <w:style w:type="paragraph" w:customStyle="1" w:styleId="nineptbodytext">
    <w:name w:val="nine pt body text"/>
    <w:aliases w:val="9bt"/>
    <w:basedOn w:val="nineptnormal"/>
    <w:rsid w:val="00EE7FC1"/>
    <w:pPr>
      <w:spacing w:after="220"/>
    </w:pPr>
  </w:style>
  <w:style w:type="paragraph" w:customStyle="1" w:styleId="nineptnormal">
    <w:name w:val="nine pt normal"/>
    <w:aliases w:val="9n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EE7FC1"/>
    <w:pPr>
      <w:jc w:val="center"/>
    </w:pPr>
  </w:style>
  <w:style w:type="paragraph" w:customStyle="1" w:styleId="heading">
    <w:name w:val="heading"/>
    <w:aliases w:val="h"/>
    <w:basedOn w:val="BodyTex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Theme="minorHAnsi" w:hAnsi="Times New Roman" w:cstheme="minorBidi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EE7FC1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EE7FC1"/>
  </w:style>
  <w:style w:type="paragraph" w:customStyle="1" w:styleId="nineptheadingcentredbold">
    <w:name w:val="nine pt heading centred bold"/>
    <w:aliases w:val="9hcb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EE7FC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EE7FC1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EE7FC1"/>
    <w:rPr>
      <w:b/>
    </w:rPr>
  </w:style>
  <w:style w:type="paragraph" w:customStyle="1" w:styleId="nineptcolumntab1">
    <w:name w:val="nine pt column tab1"/>
    <w:aliases w:val="a91"/>
    <w:basedOn w:val="nineptnormal"/>
    <w:rsid w:val="00EE7FC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EE7FC1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EE7FC1"/>
    <w:pPr>
      <w:jc w:val="center"/>
    </w:pPr>
  </w:style>
  <w:style w:type="paragraph" w:customStyle="1" w:styleId="Normalheading">
    <w:name w:val="Normal heading"/>
    <w:aliases w:val="nh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EE7FC1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EE7FC1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EE7FC1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EE7FC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EE7FC1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eastAsiaTheme="minorHAnsi" w:hAnsi="Times New Roman" w:cstheme="minorBidi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EE7FC1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EE7FC1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EE7FC1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EE7FC1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eastAsiaTheme="minorHAnsi" w:hAnsi="Times New Roman" w:cstheme="minorBidi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EE7FC1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EE7FC1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EE7FC1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blocklist2">
    <w:name w:val="block list2"/>
    <w:aliases w:val="blist2"/>
    <w:basedOn w:val="blocklist"/>
    <w:rsid w:val="00EE7FC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Normal"/>
    <w:rsid w:val="00EE7FC1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70" w:after="260" w:line="260" w:lineRule="atLeast"/>
      <w:ind w:left="567"/>
    </w:pPr>
    <w:rPr>
      <w:rFonts w:ascii="Times New Roman" w:eastAsiaTheme="minorHAnsi" w:hAnsi="Times New Roman" w:cstheme="minorBidi"/>
      <w:b/>
      <w:sz w:val="22"/>
      <w:szCs w:val="20"/>
      <w:lang w:val="en-GB" w:bidi="ar-SA"/>
    </w:rPr>
  </w:style>
  <w:style w:type="paragraph" w:customStyle="1" w:styleId="blockheadingitalicnosp">
    <w:name w:val="block heading italic no sp"/>
    <w:aliases w:val="bhin"/>
    <w:basedOn w:val="blockheadingitalic"/>
    <w:rsid w:val="00EE7FC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EE7FC1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EE7FC1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EE7FC1"/>
    <w:pPr>
      <w:spacing w:after="0"/>
    </w:pPr>
  </w:style>
  <w:style w:type="paragraph" w:customStyle="1" w:styleId="smallreturn">
    <w:name w:val="small return"/>
    <w:aliases w:val="sr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EE7FC1"/>
    <w:pPr>
      <w:spacing w:after="0"/>
    </w:pPr>
  </w:style>
  <w:style w:type="paragraph" w:customStyle="1" w:styleId="headingbolditalic">
    <w:name w:val="heading bold italic"/>
    <w:aliases w:val="hbi"/>
    <w:basedOn w:val="heading"/>
    <w:rsid w:val="00EE7FC1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EE7FC1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EE7FC1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EE7FC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EE7FC1"/>
    <w:pPr>
      <w:spacing w:after="0"/>
    </w:pPr>
  </w:style>
  <w:style w:type="paragraph" w:customStyle="1" w:styleId="blockbullet">
    <w:name w:val="block bullet"/>
    <w:aliases w:val="bb"/>
    <w:basedOn w:val="Normal"/>
    <w:rsid w:val="00EE7FC1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907"/>
      </w:tabs>
      <w:spacing w:after="260" w:line="260" w:lineRule="atLeast"/>
      <w:ind w:left="907" w:hanging="340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acctfourfigureslongernumber3">
    <w:name w:val="acct four figures longer number3"/>
    <w:aliases w:val="a4+3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EE7FC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EE7FC1"/>
    <w:pPr>
      <w:spacing w:after="0"/>
    </w:pPr>
  </w:style>
  <w:style w:type="paragraph" w:customStyle="1" w:styleId="eightptnormal">
    <w:name w:val="eight pt normal"/>
    <w:aliases w:val="8n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EE7FC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EE7FC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EE7FC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EE7FC1"/>
    <w:rPr>
      <w:b/>
      <w:bCs/>
    </w:rPr>
  </w:style>
  <w:style w:type="paragraph" w:customStyle="1" w:styleId="eightptbodytext">
    <w:name w:val="eight pt body text"/>
    <w:aliases w:val="8bt"/>
    <w:basedOn w:val="eightptnormal"/>
    <w:rsid w:val="00EE7FC1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EE7FC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EE7FC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EE7FC1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EE7FC1"/>
    <w:pPr>
      <w:spacing w:after="0"/>
    </w:pPr>
  </w:style>
  <w:style w:type="paragraph" w:customStyle="1" w:styleId="eightptblock">
    <w:name w:val="eight pt block"/>
    <w:aliases w:val="8b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EE7FC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EE7FC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EE7FC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EE7FC1"/>
    <w:pPr>
      <w:spacing w:after="0"/>
    </w:pPr>
  </w:style>
  <w:style w:type="paragraph" w:customStyle="1" w:styleId="blockindent">
    <w:name w:val="block indent"/>
    <w:aliases w:val="bi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737" w:hanging="170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nineptnormalcentred">
    <w:name w:val="nine pt normal centred"/>
    <w:aliases w:val="9nc"/>
    <w:basedOn w:val="nineptnormal"/>
    <w:rsid w:val="00EE7FC1"/>
    <w:pPr>
      <w:jc w:val="center"/>
    </w:pPr>
  </w:style>
  <w:style w:type="paragraph" w:customStyle="1" w:styleId="nineptcol">
    <w:name w:val="nine pt %col"/>
    <w:aliases w:val="9%"/>
    <w:basedOn w:val="nineptnormal"/>
    <w:rsid w:val="00EE7FC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EE7FC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EE7FC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EE7FC1"/>
    <w:pPr>
      <w:spacing w:after="0"/>
    </w:pPr>
  </w:style>
  <w:style w:type="paragraph" w:customStyle="1" w:styleId="nineptblocklist">
    <w:name w:val="nine pt block list"/>
    <w:aliases w:val="9bl"/>
    <w:basedOn w:val="nineptblock"/>
    <w:rsid w:val="00EE7FC1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EE7FC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EE7FC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EE7FC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EE7FC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EE7FC1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EE7FC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EE7FC1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EE7FC1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EE7FC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EE7FC1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EE7FC1"/>
    <w:pPr>
      <w:spacing w:after="80"/>
    </w:pPr>
  </w:style>
  <w:style w:type="paragraph" w:customStyle="1" w:styleId="nineptratecol">
    <w:name w:val="nine pt rate col"/>
    <w:aliases w:val="a9r"/>
    <w:basedOn w:val="nineptnormal"/>
    <w:rsid w:val="00EE7FC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EE7FC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EE7FC1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eastAsia="en-US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EE7FC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EE7FC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EE7FC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EE7FC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EE7FC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EE7FC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EE7FC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EE7FC1"/>
    <w:pPr>
      <w:ind w:left="425" w:hanging="425"/>
    </w:pPr>
  </w:style>
  <w:style w:type="paragraph" w:customStyle="1" w:styleId="blockind">
    <w:name w:val="block *ind"/>
    <w:aliases w:val="b*,block star ind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907" w:hanging="340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List3i">
    <w:name w:val="List 3i"/>
    <w:aliases w:val="3i"/>
    <w:basedOn w:val="List2i"/>
    <w:rsid w:val="00EE7FC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EE7FC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EE7FC1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EE7FC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EE7FC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EE7FC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EE7FC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EE7FC1"/>
    <w:pPr>
      <w:spacing w:after="80"/>
    </w:pPr>
  </w:style>
  <w:style w:type="paragraph" w:customStyle="1" w:styleId="blockbullet2">
    <w:name w:val="block bullet 2"/>
    <w:aliases w:val="bb2"/>
    <w:basedOn w:val="BodyText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eastAsiaTheme="minorHAnsi" w:hAnsi="Times New Roman" w:cstheme="minorBidi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EE7FC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EE7FC1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eastAsiaTheme="minorHAnsi" w:hAnsi="Times New Roman" w:cstheme="minorBidi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Theme="minorHAnsi" w:hAnsi="Times New Roman" w:cstheme="minorBidi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EE7FC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EE7FC1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AccPolicyHeadingCharChar">
    <w:name w:val="Acc Policy Heading Char Char"/>
    <w:basedOn w:val="DefaultParagraphFont"/>
    <w:rsid w:val="00EE7FC1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uiPriority w:val="99"/>
    <w:rsid w:val="00EE7FC1"/>
    <w:rPr>
      <w:sz w:val="29"/>
      <w:szCs w:val="29"/>
    </w:rPr>
  </w:style>
  <w:style w:type="character" w:customStyle="1" w:styleId="shorttext">
    <w:name w:val="short_text"/>
    <w:basedOn w:val="DefaultParagraphFont"/>
    <w:uiPriority w:val="99"/>
    <w:rsid w:val="00EE7FC1"/>
  </w:style>
  <w:style w:type="paragraph" w:styleId="PlainText">
    <w:name w:val="Plain Text"/>
    <w:basedOn w:val="Normal"/>
    <w:link w:val="PlainTextChar"/>
    <w:uiPriority w:val="99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EE7FC1"/>
    <w:rPr>
      <w:rFonts w:ascii="Consolas" w:hAnsi="Consolas"/>
      <w:sz w:val="21"/>
      <w:szCs w:val="26"/>
    </w:rPr>
  </w:style>
  <w:style w:type="character" w:customStyle="1" w:styleId="hps">
    <w:name w:val="hps"/>
    <w:basedOn w:val="DefaultParagraphFont"/>
    <w:uiPriority w:val="99"/>
    <w:rsid w:val="00EE7FC1"/>
    <w:rPr>
      <w:rFonts w:cs="Times New Roman"/>
    </w:rPr>
  </w:style>
  <w:style w:type="character" w:customStyle="1" w:styleId="gt-icon-text1">
    <w:name w:val="gt-icon-text1"/>
    <w:basedOn w:val="DefaultParagraphFont"/>
    <w:uiPriority w:val="99"/>
    <w:rsid w:val="00EE7FC1"/>
    <w:rPr>
      <w:rFonts w:cs="Times New Roman"/>
    </w:rPr>
  </w:style>
  <w:style w:type="character" w:customStyle="1" w:styleId="longtext">
    <w:name w:val="long_text"/>
    <w:basedOn w:val="DefaultParagraphFont"/>
    <w:uiPriority w:val="99"/>
    <w:rsid w:val="00EE7FC1"/>
    <w:rPr>
      <w:rFonts w:cs="Times New Roman"/>
    </w:rPr>
  </w:style>
  <w:style w:type="character" w:customStyle="1" w:styleId="CharChar22">
    <w:name w:val="Char Char22"/>
    <w:basedOn w:val="DefaultParagraphFont"/>
    <w:rsid w:val="00EE7FC1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EE7FC1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EE7FC1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E7FC1"/>
  </w:style>
  <w:style w:type="character" w:styleId="Emphasis">
    <w:name w:val="Emphasis"/>
    <w:basedOn w:val="DefaultParagraphFont"/>
    <w:uiPriority w:val="20"/>
    <w:qFormat/>
    <w:rsid w:val="00EE7FC1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E7FC1"/>
  </w:style>
  <w:style w:type="paragraph" w:styleId="Revision">
    <w:name w:val="Revision"/>
    <w:hidden/>
    <w:uiPriority w:val="99"/>
    <w:semiHidden/>
    <w:rsid w:val="00EE7FC1"/>
    <w:rPr>
      <w:rFonts w:ascii="Arial" w:hAnsi="Arial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EE7FC1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EE7FC1"/>
    <w:rPr>
      <w:color w:val="4D90F0"/>
    </w:rPr>
  </w:style>
  <w:style w:type="paragraph" w:styleId="NormalWeb">
    <w:name w:val="Normal (Web)"/>
    <w:basedOn w:val="Normal"/>
    <w:uiPriority w:val="99"/>
    <w:unhideWhenUsed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EE7FC1"/>
    <w:rPr>
      <w:rFonts w:ascii="Calibri" w:eastAsia="Calibri" w:hAnsi="Calibri" w:cs="Cordia New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EE7FC1"/>
    <w:pPr>
      <w:spacing w:line="260" w:lineRule="atLeast"/>
    </w:pPr>
    <w:rPr>
      <w:rFonts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unhideWhenUsed/>
    <w:rsid w:val="00EE7FC1"/>
    <w:rPr>
      <w:color w:val="954F72" w:themeColor="followedHyperlink"/>
      <w:u w:val="single"/>
    </w:rPr>
  </w:style>
  <w:style w:type="table" w:styleId="GridTable1Light-Accent1">
    <w:name w:val="Grid Table 1 Light Accent 1"/>
    <w:basedOn w:val="TableNormal"/>
    <w:uiPriority w:val="46"/>
    <w:rsid w:val="00EE7FC1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18">
    <w:name w:val="Pa18"/>
    <w:basedOn w:val="Normal"/>
    <w:next w:val="Normal"/>
    <w:uiPriority w:val="99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Subhead3">
    <w:name w:val="Subhead 3"/>
    <w:basedOn w:val="Normal"/>
    <w:link w:val="Subhead3Char"/>
    <w:rsid w:val="00EE7FC1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EE7FC1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EE7FC1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EE7FC1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EE7FC1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EE7FC1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EE7FC1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EE7FC1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EE7FC1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EE7FC1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EE7FC1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EE7FC1"/>
    <w:rPr>
      <w:rFonts w:ascii="Univers 45 Light" w:eastAsia="Times New Roman" w:hAnsi="Univers 45 Light" w:cs="Angsana New"/>
      <w:color w:val="auto"/>
    </w:rPr>
  </w:style>
  <w:style w:type="character" w:customStyle="1" w:styleId="apple-converted-space">
    <w:name w:val="apple-converted-space"/>
    <w:basedOn w:val="DefaultParagraphFont"/>
    <w:rsid w:val="00EE7FC1"/>
  </w:style>
  <w:style w:type="paragraph" w:customStyle="1" w:styleId="TableParagraph">
    <w:name w:val="Table Paragraph"/>
    <w:basedOn w:val="Normal"/>
    <w:uiPriority w:val="1"/>
    <w:qFormat/>
    <w:rsid w:val="00EE7FC1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EE7FC1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paragraph" w:styleId="NoSpacing">
    <w:name w:val="No Spacing"/>
    <w:uiPriority w:val="1"/>
    <w:qFormat/>
    <w:rsid w:val="00EE7FC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E7FC1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EE7FC1"/>
    <w:pPr>
      <w:spacing w:line="260" w:lineRule="atLeast"/>
    </w:pPr>
    <w:rPr>
      <w:rFonts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paragraph" w:customStyle="1" w:styleId="Pa38">
    <w:name w:val="Pa38"/>
    <w:basedOn w:val="Normal"/>
    <w:next w:val="Normal"/>
    <w:uiPriority w:val="99"/>
    <w:rsid w:val="00EE7FC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0511C-2C09-4B88-84D9-99F127D46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5</TotalTime>
  <Pages>6</Pages>
  <Words>2057</Words>
  <Characters>8000</Characters>
  <Application>Microsoft Office Word</Application>
  <DocSecurity>0</DocSecurity>
  <Lines>66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ยูนิมิต เอนจิเนียริ่ง จำกัด</vt:lpstr>
    </vt:vector>
  </TitlesOfParts>
  <Company>KPMG</Company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ยูนิมิต เอนจิเนียริ่ง จำกัด</dc:title>
  <dc:subject/>
  <dc:creator>AA</dc:creator>
  <cp:keywords/>
  <cp:lastModifiedBy>Somjai, Nigonyanont</cp:lastModifiedBy>
  <cp:revision>3</cp:revision>
  <cp:lastPrinted>2021-02-24T08:59:00Z</cp:lastPrinted>
  <dcterms:created xsi:type="dcterms:W3CDTF">2021-02-24T10:00:00Z</dcterms:created>
  <dcterms:modified xsi:type="dcterms:W3CDTF">2021-02-24T10:04:00Z</dcterms:modified>
</cp:coreProperties>
</file>